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2704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EA1172A" w14:textId="77777777" w:rsidTr="0035000E">
        <w:tc>
          <w:tcPr>
            <w:tcW w:w="2689" w:type="dxa"/>
          </w:tcPr>
          <w:p w14:paraId="1939F97C" w14:textId="77777777" w:rsidR="00F1480E" w:rsidRPr="000754EC" w:rsidRDefault="00830267" w:rsidP="000754EC">
            <w:pPr>
              <w:pStyle w:val="SIText-Bold"/>
            </w:pPr>
            <w:r w:rsidRPr="00A326C2">
              <w:t>Release</w:t>
            </w:r>
          </w:p>
        </w:tc>
        <w:tc>
          <w:tcPr>
            <w:tcW w:w="7162" w:type="dxa"/>
          </w:tcPr>
          <w:p w14:paraId="6024CB88" w14:textId="77777777" w:rsidR="00F1480E" w:rsidRPr="000754EC" w:rsidRDefault="00830267" w:rsidP="000754EC">
            <w:pPr>
              <w:pStyle w:val="SIText-Bold"/>
            </w:pPr>
            <w:r w:rsidRPr="00A326C2">
              <w:t>Comments</w:t>
            </w:r>
          </w:p>
        </w:tc>
      </w:tr>
      <w:tr w:rsidR="00F1480E" w14:paraId="41D14519" w14:textId="77777777" w:rsidTr="0035000E">
        <w:tc>
          <w:tcPr>
            <w:tcW w:w="2689" w:type="dxa"/>
          </w:tcPr>
          <w:p w14:paraId="0502A2A5" w14:textId="2A5D3904" w:rsidR="00F1480E" w:rsidRPr="000754EC" w:rsidRDefault="00F1480E" w:rsidP="000754EC">
            <w:pPr>
              <w:pStyle w:val="SIText"/>
            </w:pPr>
            <w:r w:rsidRPr="00CC451E">
              <w:t>Release</w:t>
            </w:r>
            <w:r w:rsidR="00337E82" w:rsidRPr="000754EC">
              <w:t xml:space="preserve"> </w:t>
            </w:r>
            <w:r w:rsidR="00B0513A">
              <w:t>1</w:t>
            </w:r>
          </w:p>
        </w:tc>
        <w:tc>
          <w:tcPr>
            <w:tcW w:w="7162" w:type="dxa"/>
          </w:tcPr>
          <w:p w14:paraId="51263522" w14:textId="3CE181BA" w:rsidR="00F1480E" w:rsidRPr="000754EC" w:rsidRDefault="0021365F" w:rsidP="0035000E">
            <w:r w:rsidRPr="0021365F">
              <w:t xml:space="preserve">This version released with FBP Food, Beverage and Pharmaceutical Training Package Version </w:t>
            </w:r>
            <w:r w:rsidR="00FC21FC">
              <w:t>3</w:t>
            </w:r>
            <w:r w:rsidRPr="0021365F">
              <w:t>.0.</w:t>
            </w:r>
          </w:p>
        </w:tc>
      </w:tr>
    </w:tbl>
    <w:p w14:paraId="1454B19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E80E1E4" w14:textId="77777777" w:rsidTr="00CA2922">
        <w:trPr>
          <w:tblHeader/>
        </w:trPr>
        <w:tc>
          <w:tcPr>
            <w:tcW w:w="1396" w:type="pct"/>
            <w:shd w:val="clear" w:color="auto" w:fill="auto"/>
          </w:tcPr>
          <w:p w14:paraId="102CC738" w14:textId="05C3590A" w:rsidR="00F1480E" w:rsidRPr="000754EC" w:rsidRDefault="003129B9" w:rsidP="008B00B9">
            <w:pPr>
              <w:pStyle w:val="SIUNITCODE"/>
            </w:pPr>
            <w:r>
              <w:t>FBPCHE5</w:t>
            </w:r>
            <w:r w:rsidR="00A83899">
              <w:t>006</w:t>
            </w:r>
          </w:p>
        </w:tc>
        <w:tc>
          <w:tcPr>
            <w:tcW w:w="3604" w:type="pct"/>
            <w:shd w:val="clear" w:color="auto" w:fill="auto"/>
          </w:tcPr>
          <w:p w14:paraId="20E36405" w14:textId="4BB483AC" w:rsidR="00F1480E" w:rsidRPr="000754EC" w:rsidRDefault="00146A00" w:rsidP="000754EC">
            <w:pPr>
              <w:pStyle w:val="SIUnittitle"/>
            </w:pPr>
            <w:r w:rsidRPr="00146A00">
              <w:t>Produce rennet</w:t>
            </w:r>
            <w:r w:rsidR="00FC21FC">
              <w:t xml:space="preserve"> </w:t>
            </w:r>
            <w:r w:rsidRPr="00146A00">
              <w:t xml:space="preserve">coagulated </w:t>
            </w:r>
            <w:r w:rsidR="00FC21FC">
              <w:t xml:space="preserve">artisan </w:t>
            </w:r>
            <w:r w:rsidRPr="00146A00">
              <w:t>cheese</w:t>
            </w:r>
          </w:p>
        </w:tc>
      </w:tr>
      <w:tr w:rsidR="00F1480E" w:rsidRPr="00963A46" w14:paraId="0A583426" w14:textId="77777777" w:rsidTr="00CA2922">
        <w:tc>
          <w:tcPr>
            <w:tcW w:w="1396" w:type="pct"/>
            <w:shd w:val="clear" w:color="auto" w:fill="auto"/>
          </w:tcPr>
          <w:p w14:paraId="4166CC02" w14:textId="77777777" w:rsidR="00F1480E" w:rsidRPr="000754EC" w:rsidRDefault="00FD557D" w:rsidP="000754EC">
            <w:pPr>
              <w:pStyle w:val="SIHeading2"/>
            </w:pPr>
            <w:r w:rsidRPr="00FD557D">
              <w:t>Application</w:t>
            </w:r>
          </w:p>
          <w:p w14:paraId="1FAD3CF3" w14:textId="77777777" w:rsidR="00FD557D" w:rsidRPr="00923720" w:rsidRDefault="00FD557D" w:rsidP="000754EC">
            <w:pPr>
              <w:pStyle w:val="SIHeading2"/>
            </w:pPr>
          </w:p>
        </w:tc>
        <w:tc>
          <w:tcPr>
            <w:tcW w:w="3604" w:type="pct"/>
            <w:shd w:val="clear" w:color="auto" w:fill="auto"/>
          </w:tcPr>
          <w:p w14:paraId="5407F00C" w14:textId="7083688A" w:rsidR="00146A00" w:rsidRDefault="00146A00" w:rsidP="00146A00">
            <w:pPr>
              <w:pStyle w:val="SIText"/>
            </w:pPr>
            <w:r>
              <w:t xml:space="preserve">This unit </w:t>
            </w:r>
            <w:r w:rsidRPr="00146A00">
              <w:t>of competency describes the skills and knowledge required to produce a range of rennet</w:t>
            </w:r>
            <w:r w:rsidR="00FC21FC">
              <w:t xml:space="preserve"> </w:t>
            </w:r>
            <w:r w:rsidRPr="00146A00">
              <w:t xml:space="preserve">coagulated </w:t>
            </w:r>
            <w:r w:rsidR="00FC21FC">
              <w:t xml:space="preserve">artisan </w:t>
            </w:r>
            <w:r w:rsidRPr="00146A00">
              <w:t>cheeses</w:t>
            </w:r>
            <w:r w:rsidR="00FC21FC">
              <w:t>, including hard and semi-hard cheese.</w:t>
            </w:r>
          </w:p>
          <w:p w14:paraId="4F90D7EC" w14:textId="77777777" w:rsidR="00522CF9" w:rsidRPr="00146A00" w:rsidRDefault="00522CF9" w:rsidP="00146A00">
            <w:pPr>
              <w:pStyle w:val="SIText"/>
            </w:pPr>
          </w:p>
          <w:p w14:paraId="6026B91B" w14:textId="323AA3BF" w:rsidR="00FC21FC" w:rsidRPr="00FC21FC" w:rsidRDefault="00FC21FC" w:rsidP="00FC21FC">
            <w:pPr>
              <w:pStyle w:val="SIText"/>
            </w:pPr>
            <w:r w:rsidRPr="00FC21FC">
              <w:t>This unit applies to cheesemakers who have responsibility for overseeing the production of cheese, adapting the process where required to suit the specified outcome, and complying with workplace health and safety, food safety, record</w:t>
            </w:r>
            <w:r w:rsidR="00347B58">
              <w:t xml:space="preserve"> </w:t>
            </w:r>
            <w:r w:rsidRPr="00FC21FC">
              <w:t xml:space="preserve">keeping and quality assurance requirements for the cheese making process. </w:t>
            </w:r>
          </w:p>
          <w:p w14:paraId="7410E566" w14:textId="77777777" w:rsidR="00522CF9" w:rsidRPr="00146A00" w:rsidRDefault="00522CF9" w:rsidP="00146A00">
            <w:pPr>
              <w:pStyle w:val="SIText"/>
            </w:pPr>
          </w:p>
          <w:p w14:paraId="58CEA336" w14:textId="510C32CB" w:rsidR="00F1480E" w:rsidRPr="000754EC" w:rsidRDefault="00746165" w:rsidP="000754EC">
            <w:bookmarkStart w:id="1" w:name="_Hlk488137121"/>
            <w:r w:rsidRPr="00746165">
              <w:t>No licensing or certification requirements apply to this unit at the time of publication. However, legislative and regulatory requirements for food processing exist</w:t>
            </w:r>
            <w:r w:rsidR="0021365F">
              <w:t>,</w:t>
            </w:r>
            <w:r w:rsidRPr="00746165">
              <w:t xml:space="preserve"> so local requirements must be checked. All work must comply with Australian food safety standards and relevant codes of practice. </w:t>
            </w:r>
            <w:bookmarkEnd w:id="1"/>
          </w:p>
        </w:tc>
      </w:tr>
      <w:tr w:rsidR="00F1480E" w:rsidRPr="00963A46" w14:paraId="40714D98" w14:textId="77777777" w:rsidTr="00CA2922">
        <w:tc>
          <w:tcPr>
            <w:tcW w:w="1396" w:type="pct"/>
            <w:shd w:val="clear" w:color="auto" w:fill="auto"/>
          </w:tcPr>
          <w:p w14:paraId="74D54DFF" w14:textId="77777777" w:rsidR="00F1480E" w:rsidRPr="000754EC" w:rsidRDefault="00FD557D" w:rsidP="000754EC">
            <w:pPr>
              <w:pStyle w:val="SIHeading2"/>
            </w:pPr>
            <w:r w:rsidRPr="00923720">
              <w:t>Prerequisite Unit</w:t>
            </w:r>
          </w:p>
        </w:tc>
        <w:tc>
          <w:tcPr>
            <w:tcW w:w="3604" w:type="pct"/>
            <w:shd w:val="clear" w:color="auto" w:fill="auto"/>
          </w:tcPr>
          <w:p w14:paraId="361E38AE" w14:textId="77777777" w:rsidR="00F1480E" w:rsidRPr="000754EC" w:rsidRDefault="00F1480E" w:rsidP="000754EC">
            <w:pPr>
              <w:pStyle w:val="SIText"/>
            </w:pPr>
            <w:r w:rsidRPr="008908DE">
              <w:t>Ni</w:t>
            </w:r>
            <w:r w:rsidR="007A300D" w:rsidRPr="000754EC">
              <w:t xml:space="preserve">l </w:t>
            </w:r>
          </w:p>
        </w:tc>
      </w:tr>
      <w:tr w:rsidR="00F1480E" w:rsidRPr="00963A46" w14:paraId="140873F9" w14:textId="77777777" w:rsidTr="00CA2922">
        <w:tc>
          <w:tcPr>
            <w:tcW w:w="1396" w:type="pct"/>
            <w:shd w:val="clear" w:color="auto" w:fill="auto"/>
          </w:tcPr>
          <w:p w14:paraId="55BA86A6" w14:textId="77777777" w:rsidR="00F1480E" w:rsidRPr="000754EC" w:rsidRDefault="00FD557D" w:rsidP="000754EC">
            <w:pPr>
              <w:pStyle w:val="SIHeading2"/>
            </w:pPr>
            <w:r w:rsidRPr="00923720">
              <w:t>Unit Sector</w:t>
            </w:r>
          </w:p>
        </w:tc>
        <w:tc>
          <w:tcPr>
            <w:tcW w:w="3604" w:type="pct"/>
            <w:shd w:val="clear" w:color="auto" w:fill="auto"/>
          </w:tcPr>
          <w:p w14:paraId="6FCC849D" w14:textId="77777777" w:rsidR="00F1480E" w:rsidRPr="000754EC" w:rsidRDefault="00146A00" w:rsidP="000754EC">
            <w:pPr>
              <w:pStyle w:val="SIText"/>
            </w:pPr>
            <w:r>
              <w:t>Cheese</w:t>
            </w:r>
            <w:r w:rsidRPr="00146A00">
              <w:t xml:space="preserve"> (CH</w:t>
            </w:r>
            <w:r w:rsidR="00522CF9">
              <w:t>E</w:t>
            </w:r>
            <w:r w:rsidRPr="00146A00">
              <w:t>)</w:t>
            </w:r>
          </w:p>
        </w:tc>
      </w:tr>
    </w:tbl>
    <w:p w14:paraId="2355D1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6797"/>
      </w:tblGrid>
      <w:tr w:rsidR="00F1480E" w:rsidRPr="00963A46" w14:paraId="269D7C1D" w14:textId="77777777" w:rsidTr="00887E64">
        <w:trPr>
          <w:cantSplit/>
          <w:tblHeader/>
        </w:trPr>
        <w:tc>
          <w:tcPr>
            <w:tcW w:w="1470" w:type="pct"/>
            <w:tcBorders>
              <w:bottom w:val="single" w:sz="4" w:space="0" w:color="C0C0C0"/>
            </w:tcBorders>
            <w:shd w:val="clear" w:color="auto" w:fill="auto"/>
          </w:tcPr>
          <w:p w14:paraId="2E53F91E" w14:textId="77777777" w:rsidR="00F1480E" w:rsidRPr="000754EC" w:rsidRDefault="00FD557D" w:rsidP="000754EC">
            <w:pPr>
              <w:pStyle w:val="SIHeading2"/>
            </w:pPr>
            <w:r w:rsidRPr="00923720">
              <w:t>E</w:t>
            </w:r>
            <w:r w:rsidRPr="000754EC">
              <w:t>lements</w:t>
            </w:r>
          </w:p>
        </w:tc>
        <w:tc>
          <w:tcPr>
            <w:tcW w:w="3530" w:type="pct"/>
            <w:tcBorders>
              <w:bottom w:val="single" w:sz="4" w:space="0" w:color="C0C0C0"/>
            </w:tcBorders>
            <w:shd w:val="clear" w:color="auto" w:fill="auto"/>
          </w:tcPr>
          <w:p w14:paraId="6688BBE7" w14:textId="77777777" w:rsidR="00F1480E" w:rsidRPr="000754EC" w:rsidRDefault="00FD557D" w:rsidP="000754EC">
            <w:pPr>
              <w:pStyle w:val="SIHeading2"/>
            </w:pPr>
            <w:r w:rsidRPr="00923720">
              <w:t>Performance Criteria</w:t>
            </w:r>
          </w:p>
        </w:tc>
      </w:tr>
      <w:tr w:rsidR="00F1480E" w:rsidRPr="00963A46" w14:paraId="0563172F" w14:textId="77777777" w:rsidTr="00887E64">
        <w:trPr>
          <w:cantSplit/>
          <w:tblHeader/>
        </w:trPr>
        <w:tc>
          <w:tcPr>
            <w:tcW w:w="1470" w:type="pct"/>
            <w:tcBorders>
              <w:top w:val="single" w:sz="4" w:space="0" w:color="C0C0C0"/>
            </w:tcBorders>
            <w:shd w:val="clear" w:color="auto" w:fill="auto"/>
          </w:tcPr>
          <w:p w14:paraId="02AF2D4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530" w:type="pct"/>
            <w:tcBorders>
              <w:top w:val="single" w:sz="4" w:space="0" w:color="C0C0C0"/>
            </w:tcBorders>
            <w:shd w:val="clear" w:color="auto" w:fill="auto"/>
          </w:tcPr>
          <w:p w14:paraId="1569580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6198E" w:rsidRPr="00963A46" w14:paraId="0E456CC8" w14:textId="77777777" w:rsidTr="00887E64">
        <w:trPr>
          <w:cantSplit/>
        </w:trPr>
        <w:tc>
          <w:tcPr>
            <w:tcW w:w="1470" w:type="pct"/>
            <w:shd w:val="clear" w:color="auto" w:fill="auto"/>
          </w:tcPr>
          <w:p w14:paraId="457D1C3F" w14:textId="35886399" w:rsidR="00A6198E" w:rsidRPr="00522CF9" w:rsidRDefault="00A6198E">
            <w:pPr>
              <w:pStyle w:val="SIText"/>
            </w:pPr>
            <w:r w:rsidRPr="00522CF9">
              <w:t xml:space="preserve">1. </w:t>
            </w:r>
            <w:r w:rsidR="00FC21FC">
              <w:t>Prepare for</w:t>
            </w:r>
            <w:r w:rsidRPr="00522CF9">
              <w:t xml:space="preserve"> artisan cheese making</w:t>
            </w:r>
          </w:p>
        </w:tc>
        <w:tc>
          <w:tcPr>
            <w:tcW w:w="3530" w:type="pct"/>
            <w:shd w:val="clear" w:color="auto" w:fill="auto"/>
          </w:tcPr>
          <w:p w14:paraId="1417B8CB" w14:textId="5FA80636" w:rsidR="001F5E90" w:rsidRPr="001F5E90" w:rsidRDefault="001F5E90" w:rsidP="001F5E90">
            <w:pPr>
              <w:pStyle w:val="SIText"/>
            </w:pPr>
            <w:r w:rsidRPr="001F5E90">
              <w:t xml:space="preserve">1.1 Identify characteristics, make parameters and production goals of type of rennet coagulated cheese to be </w:t>
            </w:r>
            <w:r>
              <w:t>produced</w:t>
            </w:r>
          </w:p>
          <w:p w14:paraId="73DF1FB6" w14:textId="1B5F7767" w:rsidR="001F5E90" w:rsidRPr="001F5E90" w:rsidRDefault="001F5E90" w:rsidP="001F5E90">
            <w:pPr>
              <w:pStyle w:val="SIText"/>
            </w:pPr>
            <w:r>
              <w:t xml:space="preserve">1.2 </w:t>
            </w:r>
            <w:r w:rsidRPr="001F5E90">
              <w:t>Identify hazards and manage risks associated with producing cheese of that type</w:t>
            </w:r>
          </w:p>
          <w:p w14:paraId="4459CCC4" w14:textId="278B3E4C" w:rsidR="001F5E90" w:rsidRPr="001F5E90" w:rsidRDefault="001F5E90" w:rsidP="001F5E90">
            <w:pPr>
              <w:pStyle w:val="SIText"/>
            </w:pPr>
            <w:r>
              <w:t xml:space="preserve">1.3 </w:t>
            </w:r>
            <w:r w:rsidRPr="001F5E90">
              <w:t>Prepare make and ripening sheet for the cheese to be made, showing reference parameters for that cheese type, and record all actual make and ripening parameters on the sheet as they occur</w:t>
            </w:r>
          </w:p>
          <w:p w14:paraId="6BB1833D" w14:textId="288AD337" w:rsidR="00A6198E" w:rsidRPr="00522CF9" w:rsidRDefault="000A7570">
            <w:pPr>
              <w:pStyle w:val="SIText"/>
            </w:pPr>
            <w:r>
              <w:t>1.</w:t>
            </w:r>
            <w:r w:rsidR="001F5E90">
              <w:t>4 P</w:t>
            </w:r>
            <w:r w:rsidR="00A6198E" w:rsidRPr="00522CF9">
              <w:t>re</w:t>
            </w:r>
            <w:r w:rsidR="00EF37BB">
              <w:t>pare milk and</w:t>
            </w:r>
            <w:r w:rsidR="00A6198E" w:rsidRPr="00522CF9">
              <w:t xml:space="preserve"> starter culture </w:t>
            </w:r>
            <w:r w:rsidR="001F5E90" w:rsidRPr="001F5E90">
              <w:t>using good hygiene practice (GHP)</w:t>
            </w:r>
          </w:p>
          <w:p w14:paraId="140499A6" w14:textId="42E7CDDF" w:rsidR="00A6198E" w:rsidRPr="00522CF9" w:rsidRDefault="00A6198E">
            <w:pPr>
              <w:pStyle w:val="SIText"/>
            </w:pPr>
            <w:r w:rsidRPr="00522CF9">
              <w:t>1.</w:t>
            </w:r>
            <w:r w:rsidR="001F5E90">
              <w:t>5</w:t>
            </w:r>
            <w:r w:rsidR="001F5E90" w:rsidRPr="00522CF9">
              <w:t xml:space="preserve"> </w:t>
            </w:r>
            <w:r w:rsidRPr="00522CF9">
              <w:t xml:space="preserve">Ensure all surfaces </w:t>
            </w:r>
            <w:r w:rsidR="001F5E90" w:rsidRPr="001F5E90">
              <w:t>meet cleanliness and sanitisation</w:t>
            </w:r>
            <w:r w:rsidR="001F5E90">
              <w:t xml:space="preserve"> requirements</w:t>
            </w:r>
          </w:p>
          <w:p w14:paraId="53E3B619" w14:textId="740BC148" w:rsidR="001F5E90" w:rsidRPr="001F5E90" w:rsidRDefault="00A6198E" w:rsidP="001F5E90">
            <w:pPr>
              <w:pStyle w:val="SIText"/>
            </w:pPr>
            <w:r w:rsidRPr="00522CF9">
              <w:t>1.</w:t>
            </w:r>
            <w:r w:rsidR="001F5E90">
              <w:t>6</w:t>
            </w:r>
            <w:r w:rsidR="001F5E90" w:rsidRPr="00522CF9">
              <w:t xml:space="preserve"> </w:t>
            </w:r>
            <w:r w:rsidR="00FC21FC">
              <w:t>Manage</w:t>
            </w:r>
            <w:r w:rsidRPr="00522CF9">
              <w:t xml:space="preserve"> </w:t>
            </w:r>
            <w:r w:rsidR="001F5E90" w:rsidRPr="001F5E90">
              <w:t>GHP and good manufacturing practice (GMP) throughout cheese making process</w:t>
            </w:r>
          </w:p>
          <w:p w14:paraId="586DFB10" w14:textId="4B4DB9CA" w:rsidR="00A6198E" w:rsidRPr="00522CF9" w:rsidRDefault="00A6198E">
            <w:pPr>
              <w:pStyle w:val="SIText"/>
            </w:pPr>
            <w:r w:rsidRPr="00522CF9">
              <w:t>1.</w:t>
            </w:r>
            <w:r w:rsidR="001F5E90">
              <w:t>7</w:t>
            </w:r>
            <w:r w:rsidR="001F5E90" w:rsidRPr="00522CF9">
              <w:t xml:space="preserve"> </w:t>
            </w:r>
            <w:r w:rsidR="00FC21FC" w:rsidRPr="00FC21FC">
              <w:t xml:space="preserve">Record cheese production </w:t>
            </w:r>
            <w:r w:rsidR="00330BE4">
              <w:t xml:space="preserve">and ripening </w:t>
            </w:r>
            <w:r w:rsidR="00FC21FC" w:rsidRPr="00FC21FC">
              <w:t>information according to workplace procedures</w:t>
            </w:r>
          </w:p>
        </w:tc>
      </w:tr>
      <w:tr w:rsidR="00A6198E" w:rsidRPr="00963A46" w14:paraId="063EC2B2" w14:textId="77777777" w:rsidTr="00887E64">
        <w:trPr>
          <w:cantSplit/>
        </w:trPr>
        <w:tc>
          <w:tcPr>
            <w:tcW w:w="1470" w:type="pct"/>
            <w:shd w:val="clear" w:color="auto" w:fill="auto"/>
          </w:tcPr>
          <w:p w14:paraId="186AF193" w14:textId="253E10FF" w:rsidR="00A6198E" w:rsidRPr="00522CF9" w:rsidRDefault="00A6198E">
            <w:pPr>
              <w:pStyle w:val="SIText"/>
            </w:pPr>
            <w:r w:rsidRPr="00522CF9">
              <w:t xml:space="preserve">2. </w:t>
            </w:r>
            <w:r w:rsidR="00FC21FC">
              <w:t>Prepare milk</w:t>
            </w:r>
          </w:p>
        </w:tc>
        <w:tc>
          <w:tcPr>
            <w:tcW w:w="3530" w:type="pct"/>
            <w:shd w:val="clear" w:color="auto" w:fill="auto"/>
          </w:tcPr>
          <w:p w14:paraId="02AA3461" w14:textId="77777777" w:rsidR="00FC21FC" w:rsidRPr="00FC21FC" w:rsidRDefault="00FC21FC" w:rsidP="00FC21FC">
            <w:pPr>
              <w:pStyle w:val="SIText"/>
            </w:pPr>
            <w:r w:rsidRPr="00FC21FC">
              <w:t xml:space="preserve">2.1 Sample raw or pre-pasteurised milk and analyse composition </w:t>
            </w:r>
          </w:p>
          <w:p w14:paraId="77886964" w14:textId="68DC89E1" w:rsidR="001F5E90" w:rsidRPr="001F5E90" w:rsidRDefault="001F5E90" w:rsidP="001F5E90">
            <w:pPr>
              <w:pStyle w:val="SIText"/>
            </w:pPr>
            <w:r>
              <w:t xml:space="preserve">2.2 </w:t>
            </w:r>
            <w:r w:rsidRPr="001F5E90">
              <w:t>Confirm desired outcome of the cheese making process, based on milk composition and production goals</w:t>
            </w:r>
          </w:p>
          <w:p w14:paraId="1B6B80F4" w14:textId="243B525C" w:rsidR="00A6198E" w:rsidRPr="00522CF9" w:rsidRDefault="001F5E90" w:rsidP="00FC21FC">
            <w:pPr>
              <w:pStyle w:val="SIText"/>
            </w:pPr>
            <w:r w:rsidRPr="001F5E90">
              <w:t>2.3 Standardise milk or modify make process for consistent outcome, as required</w:t>
            </w:r>
          </w:p>
        </w:tc>
      </w:tr>
      <w:tr w:rsidR="00A6198E" w:rsidRPr="00963A46" w14:paraId="69D103EA" w14:textId="77777777" w:rsidTr="00887E64">
        <w:trPr>
          <w:cantSplit/>
        </w:trPr>
        <w:tc>
          <w:tcPr>
            <w:tcW w:w="1470" w:type="pct"/>
            <w:shd w:val="clear" w:color="auto" w:fill="auto"/>
          </w:tcPr>
          <w:p w14:paraId="30BFE707" w14:textId="12D360D3" w:rsidR="00A6198E" w:rsidRPr="00522CF9" w:rsidRDefault="00A6198E">
            <w:pPr>
              <w:pStyle w:val="SIText"/>
            </w:pPr>
            <w:r w:rsidRPr="00522CF9">
              <w:lastRenderedPageBreak/>
              <w:t xml:space="preserve">3. </w:t>
            </w:r>
            <w:r w:rsidR="001F5E90">
              <w:t>Inoculate milk and m</w:t>
            </w:r>
            <w:r w:rsidRPr="00522CF9">
              <w:t xml:space="preserve">ix </w:t>
            </w:r>
            <w:r w:rsidR="00FC21FC">
              <w:t xml:space="preserve">cheese </w:t>
            </w:r>
            <w:r w:rsidRPr="00522CF9">
              <w:t xml:space="preserve">ingredients in vat </w:t>
            </w:r>
          </w:p>
        </w:tc>
        <w:tc>
          <w:tcPr>
            <w:tcW w:w="3530" w:type="pct"/>
            <w:shd w:val="clear" w:color="auto" w:fill="auto"/>
          </w:tcPr>
          <w:p w14:paraId="4D0ED281" w14:textId="1A5C0394" w:rsidR="00A6198E" w:rsidRPr="00522CF9" w:rsidRDefault="00A6198E">
            <w:pPr>
              <w:pStyle w:val="SIText"/>
            </w:pPr>
            <w:r w:rsidRPr="00522CF9">
              <w:t xml:space="preserve">3.1 Add colour to the milk to change the colour of the cheese according to cheese type </w:t>
            </w:r>
          </w:p>
          <w:p w14:paraId="4CAE8C55" w14:textId="3AC4E1C6" w:rsidR="00A6198E" w:rsidRPr="00522CF9" w:rsidRDefault="00A6198E">
            <w:pPr>
              <w:pStyle w:val="SIText"/>
            </w:pPr>
            <w:r w:rsidRPr="00522CF9">
              <w:t xml:space="preserve">3.2 Add </w:t>
            </w:r>
            <w:r w:rsidR="00CB56B0">
              <w:t xml:space="preserve">starter cultures and </w:t>
            </w:r>
            <w:r w:rsidRPr="00522CF9">
              <w:t xml:space="preserve">mould spores according to cheese type </w:t>
            </w:r>
          </w:p>
          <w:p w14:paraId="5F4A812D" w14:textId="52364A7B" w:rsidR="00A6198E" w:rsidRPr="00522CF9" w:rsidRDefault="00A6198E">
            <w:pPr>
              <w:pStyle w:val="SIText"/>
            </w:pPr>
            <w:r w:rsidRPr="00522CF9">
              <w:t xml:space="preserve">3.3 Add adjunct cultures to influence the texture and flavour of the ripened cheese according to cheese type </w:t>
            </w:r>
          </w:p>
          <w:p w14:paraId="484A958E" w14:textId="6D35BDDE" w:rsidR="00A6198E" w:rsidRPr="00522CF9" w:rsidRDefault="00A6198E">
            <w:pPr>
              <w:pStyle w:val="SIText"/>
            </w:pPr>
            <w:r w:rsidRPr="00522CF9">
              <w:t xml:space="preserve">3.4 Add enzymes to alter the flavour profile of the ripened cheese according to </w:t>
            </w:r>
            <w:r w:rsidR="00FC21FC">
              <w:t xml:space="preserve">required </w:t>
            </w:r>
            <w:r w:rsidRPr="00522CF9">
              <w:t xml:space="preserve">cheese type </w:t>
            </w:r>
          </w:p>
          <w:p w14:paraId="70584C3D" w14:textId="7B7DE877" w:rsidR="00A6198E" w:rsidRPr="00522CF9" w:rsidRDefault="00A6198E">
            <w:pPr>
              <w:pStyle w:val="SIText"/>
            </w:pPr>
            <w:r w:rsidRPr="00522CF9">
              <w:rPr>
                <w:rFonts w:eastAsiaTheme="minorEastAsia"/>
              </w:rPr>
              <w:t xml:space="preserve">3.5 Acidify the milk with organic or inorganic acids before </w:t>
            </w:r>
            <w:bookmarkStart w:id="2" w:name="_Hlk509666320"/>
            <w:r w:rsidRPr="00522CF9">
              <w:rPr>
                <w:rFonts w:eastAsiaTheme="minorEastAsia"/>
              </w:rPr>
              <w:t xml:space="preserve">renneting </w:t>
            </w:r>
            <w:bookmarkEnd w:id="2"/>
            <w:r w:rsidRPr="00522CF9">
              <w:t xml:space="preserve">according to </w:t>
            </w:r>
            <w:r w:rsidR="00FC21FC" w:rsidRPr="00FC21FC">
              <w:t xml:space="preserve">required </w:t>
            </w:r>
            <w:r w:rsidRPr="00522CF9">
              <w:t xml:space="preserve">cheese type </w:t>
            </w:r>
          </w:p>
          <w:p w14:paraId="0671B055" w14:textId="6D66C337" w:rsidR="00A6198E" w:rsidRPr="00522CF9" w:rsidRDefault="00A6198E">
            <w:pPr>
              <w:pStyle w:val="SIText"/>
            </w:pPr>
            <w:r w:rsidRPr="00522CF9">
              <w:t>3.6 Use acid to partly acidify the milk prior to adding culture to control the calcium phosphate level in the curd during cheese making</w:t>
            </w:r>
            <w:r w:rsidR="00FC21FC">
              <w:t>,</w:t>
            </w:r>
            <w:r w:rsidRPr="00522CF9">
              <w:t xml:space="preserve"> according to </w:t>
            </w:r>
            <w:r w:rsidR="00FC21FC">
              <w:t xml:space="preserve">required </w:t>
            </w:r>
            <w:r w:rsidRPr="00522CF9">
              <w:t xml:space="preserve">cheese type </w:t>
            </w:r>
          </w:p>
          <w:p w14:paraId="52865D35" w14:textId="07D423A2" w:rsidR="00A6198E" w:rsidRPr="00522CF9" w:rsidRDefault="00A6198E">
            <w:pPr>
              <w:pStyle w:val="SIText"/>
            </w:pPr>
            <w:r w:rsidRPr="00522CF9">
              <w:t xml:space="preserve">3.7 Add cultures and rennet to milk and hold at temperature according to </w:t>
            </w:r>
            <w:r w:rsidR="00CA2012">
              <w:t>required cheese type</w:t>
            </w:r>
          </w:p>
          <w:p w14:paraId="07B29A2A" w14:textId="77777777" w:rsidR="00A6198E" w:rsidRPr="00522CF9" w:rsidRDefault="00A6198E">
            <w:pPr>
              <w:pStyle w:val="SIText"/>
            </w:pPr>
            <w:r w:rsidRPr="00522CF9">
              <w:t>3.8 Maintain a log of pH and temperature to monitor yield</w:t>
            </w:r>
          </w:p>
        </w:tc>
      </w:tr>
      <w:tr w:rsidR="00A6198E" w:rsidRPr="00963A46" w14:paraId="04F3FA2F" w14:textId="77777777" w:rsidTr="00887E64">
        <w:trPr>
          <w:cantSplit/>
        </w:trPr>
        <w:tc>
          <w:tcPr>
            <w:tcW w:w="1470" w:type="pct"/>
            <w:shd w:val="clear" w:color="auto" w:fill="auto"/>
          </w:tcPr>
          <w:p w14:paraId="12900CDD" w14:textId="2CF5144A" w:rsidR="00A6198E" w:rsidRPr="00522CF9" w:rsidRDefault="00A6198E">
            <w:pPr>
              <w:pStyle w:val="SIText"/>
            </w:pPr>
            <w:r w:rsidRPr="00522CF9">
              <w:t>4. Cut</w:t>
            </w:r>
            <w:r w:rsidR="001F5E90">
              <w:t>, stir</w:t>
            </w:r>
            <w:r w:rsidRPr="00522CF9">
              <w:t xml:space="preserve"> and </w:t>
            </w:r>
            <w:r w:rsidR="00FC21FC">
              <w:t>process</w:t>
            </w:r>
            <w:r w:rsidRPr="00522CF9">
              <w:t xml:space="preserve"> the curd </w:t>
            </w:r>
          </w:p>
        </w:tc>
        <w:tc>
          <w:tcPr>
            <w:tcW w:w="3530" w:type="pct"/>
            <w:shd w:val="clear" w:color="auto" w:fill="auto"/>
          </w:tcPr>
          <w:p w14:paraId="25F6AE0C" w14:textId="2E162F37" w:rsidR="001F5E90" w:rsidRDefault="001F5E90">
            <w:pPr>
              <w:pStyle w:val="SIText"/>
            </w:pPr>
            <w:r>
              <w:t xml:space="preserve">4.1 </w:t>
            </w:r>
            <w:r w:rsidRPr="001F5E90">
              <w:t>Calculate total time, flocculation and hardening times for optimum acidification curve, coagulation and moisture content, according to desired cheese type and parameters</w:t>
            </w:r>
          </w:p>
          <w:p w14:paraId="3B4A407E" w14:textId="557AD025" w:rsidR="00A6198E" w:rsidRPr="00522CF9" w:rsidRDefault="00A6198E">
            <w:pPr>
              <w:pStyle w:val="SIText"/>
            </w:pPr>
            <w:r w:rsidRPr="00522CF9">
              <w:t>4.</w:t>
            </w:r>
            <w:r w:rsidR="001F5E90">
              <w:t>2</w:t>
            </w:r>
            <w:r w:rsidR="001F5E90" w:rsidRPr="00522CF9">
              <w:t xml:space="preserve"> </w:t>
            </w:r>
            <w:r w:rsidRPr="00522CF9">
              <w:t xml:space="preserve">Supervise curd </w:t>
            </w:r>
            <w:r w:rsidR="001F5E90">
              <w:t xml:space="preserve">hardening, temperature and </w:t>
            </w:r>
            <w:r w:rsidRPr="00522CF9">
              <w:t xml:space="preserve">cutting to achieve optimal yield and the required </w:t>
            </w:r>
            <w:r w:rsidR="001F5E90" w:rsidRPr="001F5E90">
              <w:t>acidification curve and moisture level for the cheese</w:t>
            </w:r>
          </w:p>
          <w:p w14:paraId="2A99032F" w14:textId="239C6A05" w:rsidR="00A6198E" w:rsidRPr="00522CF9" w:rsidRDefault="00A6198E">
            <w:pPr>
              <w:pStyle w:val="SIText"/>
            </w:pPr>
            <w:r w:rsidRPr="00522CF9">
              <w:t>4.</w:t>
            </w:r>
            <w:r w:rsidR="001F5E90">
              <w:t>3</w:t>
            </w:r>
            <w:r w:rsidR="001F5E90" w:rsidRPr="00522CF9">
              <w:t xml:space="preserve"> </w:t>
            </w:r>
            <w:r w:rsidRPr="00522CF9">
              <w:t xml:space="preserve">Monitor </w:t>
            </w:r>
            <w:r w:rsidR="001F5E90">
              <w:t xml:space="preserve">stirring, </w:t>
            </w:r>
            <w:r w:rsidRPr="00522CF9">
              <w:t>agitation</w:t>
            </w:r>
            <w:r w:rsidR="001F5E90">
              <w:t xml:space="preserve">, </w:t>
            </w:r>
            <w:r w:rsidRPr="00522CF9">
              <w:t xml:space="preserve">temperature </w:t>
            </w:r>
            <w:r w:rsidR="001F5E90">
              <w:t xml:space="preserve">and size </w:t>
            </w:r>
            <w:r w:rsidRPr="00522CF9">
              <w:t>of the curd and whey</w:t>
            </w:r>
          </w:p>
          <w:p w14:paraId="6C56B4C8" w14:textId="39CAAC28" w:rsidR="00330BE4" w:rsidRPr="00330BE4" w:rsidRDefault="00330BE4" w:rsidP="00330BE4">
            <w:pPr>
              <w:pStyle w:val="SIText"/>
              <w:rPr>
                <w:rFonts w:eastAsiaTheme="minorEastAsia"/>
              </w:rPr>
            </w:pPr>
            <w:r w:rsidRPr="00330BE4">
              <w:rPr>
                <w:rFonts w:eastAsiaTheme="minorEastAsia"/>
              </w:rPr>
              <w:t>4.</w:t>
            </w:r>
            <w:r>
              <w:rPr>
                <w:rFonts w:eastAsiaTheme="minorEastAsia"/>
              </w:rPr>
              <w:t>4</w:t>
            </w:r>
            <w:r w:rsidRPr="00330BE4">
              <w:rPr>
                <w:rFonts w:eastAsiaTheme="minorEastAsia"/>
              </w:rPr>
              <w:t xml:space="preserve"> Plan the heating schedule to ensure optimal syneresis for cheese type</w:t>
            </w:r>
          </w:p>
          <w:p w14:paraId="4B1BDAA5" w14:textId="11AD975C" w:rsidR="00A6198E" w:rsidRPr="00522CF9" w:rsidRDefault="00A6198E">
            <w:pPr>
              <w:pStyle w:val="SIText"/>
            </w:pPr>
            <w:r w:rsidRPr="00522CF9">
              <w:t>4.</w:t>
            </w:r>
            <w:r w:rsidR="00330BE4">
              <w:t>5</w:t>
            </w:r>
            <w:r w:rsidR="001F5E90" w:rsidRPr="00522CF9">
              <w:t xml:space="preserve"> </w:t>
            </w:r>
            <w:r w:rsidRPr="00522CF9">
              <w:t xml:space="preserve">Heat </w:t>
            </w:r>
            <w:r w:rsidR="001F5E90">
              <w:t xml:space="preserve">and stir </w:t>
            </w:r>
            <w:r w:rsidRPr="00522CF9">
              <w:t>curd and whey as required and check for uneven</w:t>
            </w:r>
            <w:r w:rsidR="00F42537">
              <w:t xml:space="preserve"> curd</w:t>
            </w:r>
            <w:r w:rsidRPr="00522CF9">
              <w:t xml:space="preserve"> or overheating according to </w:t>
            </w:r>
            <w:r w:rsidR="00FC21FC">
              <w:t>required outcome</w:t>
            </w:r>
          </w:p>
          <w:p w14:paraId="3B3F7226" w14:textId="3D75B6D8" w:rsidR="00A6198E" w:rsidRPr="00522CF9" w:rsidRDefault="00A6198E">
            <w:pPr>
              <w:pStyle w:val="SIText"/>
            </w:pPr>
            <w:r w:rsidRPr="00522CF9">
              <w:t>4.</w:t>
            </w:r>
            <w:r w:rsidR="001F5E90">
              <w:t>6</w:t>
            </w:r>
            <w:r w:rsidR="001F5E90" w:rsidRPr="00522CF9">
              <w:t xml:space="preserve"> </w:t>
            </w:r>
            <w:r w:rsidRPr="00522CF9">
              <w:t xml:space="preserve">Remove part of the whey and replace with water to wash lactose and lactic acid from the curd </w:t>
            </w:r>
            <w:r w:rsidR="007A597F">
              <w:t>if required for specific cheese</w:t>
            </w:r>
          </w:p>
          <w:p w14:paraId="0C0ADD25" w14:textId="67F44047" w:rsidR="00A6198E" w:rsidRPr="00522CF9" w:rsidRDefault="00A6198E">
            <w:pPr>
              <w:pStyle w:val="SIText"/>
            </w:pPr>
            <w:r w:rsidRPr="00522CF9">
              <w:t>4.</w:t>
            </w:r>
            <w:r w:rsidR="001F5E90">
              <w:t>7</w:t>
            </w:r>
            <w:r w:rsidR="001F5E90" w:rsidRPr="00522CF9">
              <w:t xml:space="preserve"> </w:t>
            </w:r>
            <w:r w:rsidRPr="00522CF9">
              <w:t xml:space="preserve">Mat the curd under the whey </w:t>
            </w:r>
            <w:r w:rsidR="0068337E">
              <w:t>to achieve required outcome</w:t>
            </w:r>
            <w:r w:rsidR="007A597F">
              <w:t xml:space="preserve"> if</w:t>
            </w:r>
            <w:r w:rsidR="007A597F" w:rsidRPr="007A597F">
              <w:t xml:space="preserve"> required for specific cheese</w:t>
            </w:r>
          </w:p>
          <w:p w14:paraId="17FAC77A" w14:textId="2052CC65" w:rsidR="00A6198E" w:rsidRDefault="00A6198E">
            <w:pPr>
              <w:pStyle w:val="SIText"/>
            </w:pPr>
            <w:r w:rsidRPr="00522CF9">
              <w:t>4.</w:t>
            </w:r>
            <w:r w:rsidR="001F5E90">
              <w:t>8</w:t>
            </w:r>
            <w:r w:rsidR="001F5E90" w:rsidRPr="00522CF9">
              <w:t xml:space="preserve"> </w:t>
            </w:r>
            <w:r w:rsidRPr="00522CF9">
              <w:t>Remove all or part of the whey from the curds by draining out the vat</w:t>
            </w:r>
            <w:r w:rsidR="00FC21FC">
              <w:t>, in line with required outcome</w:t>
            </w:r>
          </w:p>
          <w:p w14:paraId="60E2A92E" w14:textId="62AE8CDB" w:rsidR="001F5E90" w:rsidRDefault="001F5E90">
            <w:pPr>
              <w:pStyle w:val="SIText"/>
            </w:pPr>
            <w:r>
              <w:t>4.9 Prepare moulds into which curds will be hooped</w:t>
            </w:r>
          </w:p>
          <w:p w14:paraId="6E8167C9" w14:textId="2A1203D7" w:rsidR="007A597F" w:rsidRDefault="007A597F">
            <w:pPr>
              <w:pStyle w:val="SIText"/>
            </w:pPr>
            <w:r>
              <w:t>4.</w:t>
            </w:r>
            <w:r w:rsidR="001F5E90">
              <w:t xml:space="preserve">10 </w:t>
            </w:r>
            <w:r>
              <w:t>Prepare curd for milling if required for specific cheese</w:t>
            </w:r>
          </w:p>
          <w:p w14:paraId="102A1611" w14:textId="377EAA2C" w:rsidR="00691F77" w:rsidRDefault="00691F77">
            <w:pPr>
              <w:pStyle w:val="SIText"/>
            </w:pPr>
            <w:r>
              <w:t>4.11 Prepare curd for stretching if required for specific cheese</w:t>
            </w:r>
          </w:p>
          <w:p w14:paraId="17D296E8" w14:textId="241E12FF" w:rsidR="007A597F" w:rsidRPr="00522CF9" w:rsidRDefault="001F5E90">
            <w:pPr>
              <w:pStyle w:val="SIText"/>
            </w:pPr>
            <w:r>
              <w:t>4.1</w:t>
            </w:r>
            <w:r w:rsidR="00691F77">
              <w:t>2</w:t>
            </w:r>
            <w:r>
              <w:t xml:space="preserve"> </w:t>
            </w:r>
            <w:r w:rsidRPr="001F5E90">
              <w:t>Prepare curd for hooping into chosen moulds</w:t>
            </w:r>
          </w:p>
        </w:tc>
      </w:tr>
      <w:tr w:rsidR="00FC21FC" w:rsidRPr="00963A46" w14:paraId="11DAF11D" w14:textId="77777777" w:rsidTr="00887E64">
        <w:trPr>
          <w:cantSplit/>
        </w:trPr>
        <w:tc>
          <w:tcPr>
            <w:tcW w:w="1470" w:type="pct"/>
            <w:shd w:val="clear" w:color="auto" w:fill="auto"/>
          </w:tcPr>
          <w:p w14:paraId="2021E941" w14:textId="32179150" w:rsidR="00FC21FC" w:rsidRPr="00FC21FC" w:rsidRDefault="00887E64" w:rsidP="00FC21FC">
            <w:pPr>
              <w:pStyle w:val="SIText"/>
            </w:pPr>
            <w:r>
              <w:t>5</w:t>
            </w:r>
            <w:r w:rsidR="00FC21FC" w:rsidRPr="00FC21FC">
              <w:t>. Monitor and adjust process</w:t>
            </w:r>
            <w:r>
              <w:t>ing</w:t>
            </w:r>
          </w:p>
        </w:tc>
        <w:tc>
          <w:tcPr>
            <w:tcW w:w="3530" w:type="pct"/>
            <w:shd w:val="clear" w:color="auto" w:fill="auto"/>
          </w:tcPr>
          <w:p w14:paraId="4FFE16FD" w14:textId="159F9CFA" w:rsidR="00FC21FC" w:rsidRPr="00FC21FC" w:rsidRDefault="00887E64" w:rsidP="00FC21FC">
            <w:pPr>
              <w:pStyle w:val="SIText"/>
            </w:pPr>
            <w:r>
              <w:t>5.1</w:t>
            </w:r>
            <w:r w:rsidR="00FC21FC" w:rsidRPr="00FC21FC">
              <w:t xml:space="preserve"> Monitor processing to control moisture in cheeses</w:t>
            </w:r>
          </w:p>
          <w:p w14:paraId="61C4C079" w14:textId="52E58233" w:rsidR="00FC21FC" w:rsidRPr="00FC21FC" w:rsidRDefault="00887E64" w:rsidP="00FC21FC">
            <w:pPr>
              <w:pStyle w:val="SIText"/>
            </w:pPr>
            <w:r>
              <w:t>5.2</w:t>
            </w:r>
            <w:r w:rsidR="00FC21FC" w:rsidRPr="00FC21FC">
              <w:t xml:space="preserve"> Control the rate and the amount of acid development</w:t>
            </w:r>
          </w:p>
          <w:p w14:paraId="5418D69F" w14:textId="501736E0" w:rsidR="00FC21FC" w:rsidRPr="00FC21FC" w:rsidRDefault="00887E64" w:rsidP="00FC21FC">
            <w:pPr>
              <w:pStyle w:val="SIText"/>
            </w:pPr>
            <w:r>
              <w:t>5.3</w:t>
            </w:r>
            <w:r w:rsidR="00FC21FC" w:rsidRPr="00FC21FC">
              <w:t xml:space="preserve"> Control calcium phosphate levels to influence basic cheese structure</w:t>
            </w:r>
          </w:p>
          <w:p w14:paraId="57EE647B" w14:textId="0A3137B6" w:rsidR="00FC21FC" w:rsidRPr="00FC21FC" w:rsidRDefault="00887E64" w:rsidP="00FC21FC">
            <w:pPr>
              <w:pStyle w:val="SIText"/>
            </w:pPr>
            <w:r>
              <w:t>5.4</w:t>
            </w:r>
            <w:r w:rsidR="00FC21FC" w:rsidRPr="00FC21FC">
              <w:t xml:space="preserve"> Control </w:t>
            </w:r>
            <w:r w:rsidR="001F5E90">
              <w:t xml:space="preserve">flavour and </w:t>
            </w:r>
            <w:r w:rsidR="00FC21FC" w:rsidRPr="00FC21FC">
              <w:t xml:space="preserve">texture of the cheese by </w:t>
            </w:r>
            <w:r w:rsidR="001F5E90" w:rsidRPr="001F5E90">
              <w:t>cutting and stirring, turning and draining</w:t>
            </w:r>
            <w:r w:rsidR="001F5E90">
              <w:t xml:space="preserve"> and</w:t>
            </w:r>
            <w:r w:rsidR="001F5E90" w:rsidRPr="001F5E90">
              <w:t xml:space="preserve"> </w:t>
            </w:r>
            <w:r w:rsidR="00FC21FC" w:rsidRPr="00FC21FC">
              <w:t>regulating pH, salt, moisture and fat</w:t>
            </w:r>
          </w:p>
          <w:p w14:paraId="6F91B0E7" w14:textId="1125708A" w:rsidR="00FC21FC" w:rsidRPr="00FC21FC" w:rsidRDefault="00887E64" w:rsidP="00FC21FC">
            <w:pPr>
              <w:pStyle w:val="SIText"/>
            </w:pPr>
            <w:r>
              <w:t>5.5</w:t>
            </w:r>
            <w:r w:rsidR="00FC21FC" w:rsidRPr="00FC21FC">
              <w:t xml:space="preserve"> Control cheese flavour and pH levels by adding ingredients, such as milks, cultures, coagulating agents and salt </w:t>
            </w:r>
          </w:p>
          <w:p w14:paraId="0081E280" w14:textId="445FAF22" w:rsidR="00FC21FC" w:rsidRPr="00FC21FC" w:rsidRDefault="00887E64" w:rsidP="00FC21FC">
            <w:pPr>
              <w:pStyle w:val="SIText"/>
            </w:pPr>
            <w:r>
              <w:t>5.6</w:t>
            </w:r>
            <w:r w:rsidR="00FC21FC" w:rsidRPr="00FC21FC">
              <w:t xml:space="preserve"> Control processing parameters to achieve optimal yield</w:t>
            </w:r>
            <w:r w:rsidR="001F5E90">
              <w:t xml:space="preserve"> and parameters of desired cheese</w:t>
            </w:r>
          </w:p>
        </w:tc>
      </w:tr>
      <w:tr w:rsidR="00A6198E" w:rsidRPr="00963A46" w14:paraId="26F3E291" w14:textId="77777777" w:rsidTr="00887E64">
        <w:trPr>
          <w:cantSplit/>
        </w:trPr>
        <w:tc>
          <w:tcPr>
            <w:tcW w:w="1470" w:type="pct"/>
            <w:shd w:val="clear" w:color="auto" w:fill="auto"/>
          </w:tcPr>
          <w:p w14:paraId="1ED17D85" w14:textId="2F437EF9" w:rsidR="00A6198E" w:rsidRPr="00522CF9" w:rsidRDefault="00887E64">
            <w:pPr>
              <w:pStyle w:val="SIText"/>
            </w:pPr>
            <w:r>
              <w:lastRenderedPageBreak/>
              <w:t>6</w:t>
            </w:r>
            <w:r w:rsidR="00A6198E" w:rsidRPr="00522CF9">
              <w:t xml:space="preserve">. </w:t>
            </w:r>
            <w:r w:rsidR="00A207DF">
              <w:t>Mould, turn, s</w:t>
            </w:r>
            <w:r>
              <w:t>alt, press and age cheese</w:t>
            </w:r>
          </w:p>
        </w:tc>
        <w:tc>
          <w:tcPr>
            <w:tcW w:w="3530" w:type="pct"/>
            <w:shd w:val="clear" w:color="auto" w:fill="auto"/>
          </w:tcPr>
          <w:p w14:paraId="52300094" w14:textId="5C734C9D" w:rsidR="00A207DF" w:rsidRPr="00A207DF" w:rsidRDefault="00A207DF" w:rsidP="00A207DF">
            <w:pPr>
              <w:pStyle w:val="SIText"/>
            </w:pPr>
            <w:r>
              <w:t xml:space="preserve">6.1 </w:t>
            </w:r>
            <w:r w:rsidRPr="00A207DF">
              <w:t>Hoop curd into prepared moulds at appropriate time</w:t>
            </w:r>
          </w:p>
          <w:p w14:paraId="222A3063" w14:textId="69713276" w:rsidR="00A207DF" w:rsidRPr="00A207DF" w:rsidRDefault="00A207DF" w:rsidP="00A207DF">
            <w:pPr>
              <w:pStyle w:val="SIText"/>
            </w:pPr>
            <w:r>
              <w:t xml:space="preserve">6.2 </w:t>
            </w:r>
            <w:r w:rsidRPr="00A207DF">
              <w:t>Turn cheeses in moulds at appropriate intervals to maximise optimal drainage and acidification</w:t>
            </w:r>
          </w:p>
          <w:p w14:paraId="55F273F8" w14:textId="4638F85A" w:rsidR="00A207DF" w:rsidRPr="00A207DF" w:rsidRDefault="00A207DF" w:rsidP="00A207DF">
            <w:pPr>
              <w:pStyle w:val="SIText"/>
            </w:pPr>
            <w:r w:rsidRPr="00A207DF">
              <w:t>6.</w:t>
            </w:r>
            <w:r>
              <w:t>3</w:t>
            </w:r>
            <w:r w:rsidRPr="00A207DF">
              <w:t xml:space="preserve"> </w:t>
            </w:r>
            <w:r>
              <w:t>P</w:t>
            </w:r>
            <w:r w:rsidRPr="00A207DF">
              <w:t>ress cheese and remove from moulds</w:t>
            </w:r>
            <w:r>
              <w:t xml:space="preserve"> where appropriate for cheese type</w:t>
            </w:r>
          </w:p>
          <w:p w14:paraId="65C923BE" w14:textId="4A05F88D" w:rsidR="00A6198E" w:rsidRPr="00522CF9" w:rsidRDefault="00887E64">
            <w:pPr>
              <w:pStyle w:val="SIText"/>
            </w:pPr>
            <w:r>
              <w:t>6</w:t>
            </w:r>
            <w:r w:rsidR="00A6198E" w:rsidRPr="00522CF9">
              <w:t>.</w:t>
            </w:r>
            <w:r w:rsidR="00A207DF">
              <w:t>4</w:t>
            </w:r>
            <w:r w:rsidR="00A207DF" w:rsidRPr="00522CF9">
              <w:t xml:space="preserve"> </w:t>
            </w:r>
            <w:r w:rsidR="00FC21FC">
              <w:t>P</w:t>
            </w:r>
            <w:r w:rsidR="00A6198E" w:rsidRPr="00522CF9">
              <w:t xml:space="preserve">repare the </w:t>
            </w:r>
            <w:r w:rsidR="007A597F">
              <w:t>curd or cheese</w:t>
            </w:r>
            <w:r w:rsidR="00A6198E" w:rsidRPr="00522CF9">
              <w:t xml:space="preserve"> for salting</w:t>
            </w:r>
            <w:r w:rsidR="007A597F">
              <w:t xml:space="preserve"> if required</w:t>
            </w:r>
          </w:p>
          <w:p w14:paraId="706D145A" w14:textId="621D0B7E" w:rsidR="00A6198E" w:rsidRDefault="00887E64">
            <w:pPr>
              <w:pStyle w:val="SIText"/>
            </w:pPr>
            <w:r>
              <w:t>6</w:t>
            </w:r>
            <w:r w:rsidR="00A6198E" w:rsidRPr="00522CF9">
              <w:t>.</w:t>
            </w:r>
            <w:r w:rsidR="00A207DF">
              <w:t>5</w:t>
            </w:r>
            <w:r w:rsidR="00A207DF" w:rsidRPr="00522CF9">
              <w:t xml:space="preserve"> </w:t>
            </w:r>
            <w:r w:rsidR="00A6198E" w:rsidRPr="00522CF9">
              <w:t>Apply salting treatments to ensure</w:t>
            </w:r>
            <w:r w:rsidR="00FC21FC">
              <w:t xml:space="preserve"> adverse</w:t>
            </w:r>
            <w:r w:rsidR="00A6198E" w:rsidRPr="00522CF9">
              <w:t xml:space="preserve"> salt profile effects are minimised in the finished product</w:t>
            </w:r>
          </w:p>
          <w:p w14:paraId="7EA27E05" w14:textId="2B2E68CF" w:rsidR="00A207DF" w:rsidRDefault="00A207DF" w:rsidP="00A207DF">
            <w:pPr>
              <w:pStyle w:val="SIText"/>
            </w:pPr>
            <w:r>
              <w:t xml:space="preserve">6.6 </w:t>
            </w:r>
            <w:r w:rsidRPr="00A207DF">
              <w:t xml:space="preserve">Maintain brine bath, if used, for optimal salting and food safety outcomes, according to type of cheese being brined </w:t>
            </w:r>
          </w:p>
          <w:p w14:paraId="28518E47" w14:textId="356F2500" w:rsidR="00A207DF" w:rsidRPr="00A207DF" w:rsidRDefault="00A207DF" w:rsidP="00A207DF">
            <w:pPr>
              <w:pStyle w:val="SIText"/>
            </w:pPr>
            <w:r w:rsidRPr="00A207DF">
              <w:t>6.</w:t>
            </w:r>
            <w:r>
              <w:t>7</w:t>
            </w:r>
            <w:r w:rsidRPr="00A207DF">
              <w:t xml:space="preserve"> Apply treatments to, and age</w:t>
            </w:r>
            <w:r w:rsidR="00A9730B">
              <w:t>,</w:t>
            </w:r>
            <w:r w:rsidRPr="00A207DF">
              <w:t xml:space="preserve"> rennet coagulated cheeses to develop optimal flavour and texture, in line with required outcome and food safety requirements</w:t>
            </w:r>
          </w:p>
          <w:p w14:paraId="02EBB10D" w14:textId="6AEBE9BF" w:rsidR="00887E64" w:rsidRPr="00522CF9" w:rsidRDefault="00A207DF">
            <w:pPr>
              <w:pStyle w:val="SIText"/>
            </w:pPr>
            <w:r>
              <w:t xml:space="preserve">6.8 </w:t>
            </w:r>
            <w:r w:rsidRPr="00A207DF">
              <w:t xml:space="preserve">Monitor, adjust and record ripening parameters for the cheese according to type, including turning, washing, brushing, ambient air temperature, humidity, air movement, air renewal </w:t>
            </w:r>
          </w:p>
        </w:tc>
      </w:tr>
      <w:tr w:rsidR="009F2D07" w:rsidRPr="009B6F9C" w14:paraId="1B6D5A6B" w14:textId="77777777" w:rsidTr="00967FF0">
        <w:trPr>
          <w:cantSplit/>
        </w:trPr>
        <w:tc>
          <w:tcPr>
            <w:tcW w:w="1470" w:type="pct"/>
            <w:shd w:val="clear" w:color="auto" w:fill="auto"/>
          </w:tcPr>
          <w:p w14:paraId="625D5D20" w14:textId="77777777" w:rsidR="009F2D07" w:rsidRPr="009F2D07" w:rsidRDefault="009F2D07" w:rsidP="009F2D07">
            <w:pPr>
              <w:pStyle w:val="SIText"/>
            </w:pPr>
            <w:r>
              <w:t>7. Conduct housekeeping acti</w:t>
            </w:r>
            <w:r w:rsidRPr="009F2D07">
              <w:t>vities</w:t>
            </w:r>
          </w:p>
        </w:tc>
        <w:tc>
          <w:tcPr>
            <w:tcW w:w="3530" w:type="pct"/>
            <w:shd w:val="clear" w:color="auto" w:fill="auto"/>
          </w:tcPr>
          <w:p w14:paraId="32CA9162" w14:textId="77777777" w:rsidR="009F2D07" w:rsidRPr="009F2D07" w:rsidRDefault="009F2D07" w:rsidP="009F2D07">
            <w:r>
              <w:t xml:space="preserve">7.1 </w:t>
            </w:r>
            <w:r w:rsidRPr="009F2D07">
              <w:t>Clean equipment and work area in line with workplace procedures</w:t>
            </w:r>
          </w:p>
          <w:p w14:paraId="203820A4" w14:textId="77777777" w:rsidR="009F2D07" w:rsidRPr="009F2D07" w:rsidRDefault="009F2D07" w:rsidP="009F2D07">
            <w:r>
              <w:t>7.2</w:t>
            </w:r>
            <w:r w:rsidRPr="009F2D07">
              <w:t xml:space="preserve"> Conduct routine maintenance activities</w:t>
            </w:r>
          </w:p>
          <w:p w14:paraId="2448E45C" w14:textId="77777777" w:rsidR="009F2D07" w:rsidRPr="009F2D07" w:rsidRDefault="009F2D07" w:rsidP="009F2D07">
            <w:pPr>
              <w:pStyle w:val="SIText"/>
            </w:pPr>
            <w:r>
              <w:t xml:space="preserve">7.3 </w:t>
            </w:r>
            <w:r w:rsidRPr="009F2D07">
              <w:t>Dispose of waste in line with regulatory requirements</w:t>
            </w:r>
          </w:p>
        </w:tc>
      </w:tr>
    </w:tbl>
    <w:p w14:paraId="178484E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77577C3" w14:textId="77777777" w:rsidTr="00CA2922">
        <w:trPr>
          <w:tblHeader/>
        </w:trPr>
        <w:tc>
          <w:tcPr>
            <w:tcW w:w="5000" w:type="pct"/>
            <w:gridSpan w:val="2"/>
          </w:tcPr>
          <w:p w14:paraId="3EFB1EE3" w14:textId="1C2CED77" w:rsidR="00F1480E" w:rsidRPr="000754EC" w:rsidRDefault="005F771F" w:rsidP="000754EC">
            <w:pPr>
              <w:pStyle w:val="SIHeading2"/>
            </w:pPr>
            <w:r>
              <w:br w:type="page"/>
            </w:r>
            <w:r w:rsidR="00FD557D" w:rsidRPr="00041E59">
              <w:t>F</w:t>
            </w:r>
            <w:r w:rsidR="00FD557D" w:rsidRPr="000754EC">
              <w:t>oundation Skills</w:t>
            </w:r>
          </w:p>
          <w:p w14:paraId="42DCB0B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8506112" w14:textId="77777777" w:rsidTr="00CA2922">
        <w:trPr>
          <w:tblHeader/>
        </w:trPr>
        <w:tc>
          <w:tcPr>
            <w:tcW w:w="1396" w:type="pct"/>
          </w:tcPr>
          <w:p w14:paraId="60804EA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5563C3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207DF" w:rsidRPr="00336FCA" w:rsidDel="00423CB2" w14:paraId="45AABA68" w14:textId="77777777" w:rsidTr="00CA2922">
        <w:trPr>
          <w:tblHeader/>
        </w:trPr>
        <w:tc>
          <w:tcPr>
            <w:tcW w:w="1396" w:type="pct"/>
          </w:tcPr>
          <w:p w14:paraId="51682E4F" w14:textId="496BD8EE" w:rsidR="00A207DF" w:rsidRPr="00A207DF" w:rsidRDefault="00A207DF" w:rsidP="00967FF0">
            <w:pPr>
              <w:pStyle w:val="SIText"/>
              <w:rPr>
                <w:rFonts w:eastAsiaTheme="majorEastAsia"/>
              </w:rPr>
            </w:pPr>
            <w:r w:rsidRPr="00A207DF">
              <w:t>Reading</w:t>
            </w:r>
          </w:p>
        </w:tc>
        <w:tc>
          <w:tcPr>
            <w:tcW w:w="3604" w:type="pct"/>
          </w:tcPr>
          <w:p w14:paraId="24C571C8" w14:textId="496DF63B" w:rsidR="00A207DF" w:rsidRPr="00A207DF" w:rsidRDefault="00A207DF" w:rsidP="00967FF0">
            <w:pPr>
              <w:pStyle w:val="SIBulletList1"/>
              <w:rPr>
                <w:rFonts w:eastAsiaTheme="majorEastAsia"/>
              </w:rPr>
            </w:pPr>
            <w:r w:rsidRPr="00A207DF">
              <w:t>Interpret cheese make requirements from a variety of sources to consolidate information for cheese production</w:t>
            </w:r>
          </w:p>
        </w:tc>
      </w:tr>
      <w:tr w:rsidR="00A207DF" w:rsidRPr="00336FCA" w:rsidDel="00423CB2" w14:paraId="7A0F77FD" w14:textId="77777777" w:rsidTr="00CA2922">
        <w:trPr>
          <w:tblHeader/>
        </w:trPr>
        <w:tc>
          <w:tcPr>
            <w:tcW w:w="1396" w:type="pct"/>
          </w:tcPr>
          <w:p w14:paraId="50324D1A" w14:textId="1A8C121F" w:rsidR="00A207DF" w:rsidRPr="00A207DF" w:rsidRDefault="00A207DF" w:rsidP="00967FF0">
            <w:pPr>
              <w:pStyle w:val="SIText"/>
              <w:rPr>
                <w:rFonts w:eastAsiaTheme="majorEastAsia"/>
              </w:rPr>
            </w:pPr>
            <w:r w:rsidRPr="00A207DF">
              <w:t>Writing</w:t>
            </w:r>
          </w:p>
        </w:tc>
        <w:tc>
          <w:tcPr>
            <w:tcW w:w="3604" w:type="pct"/>
          </w:tcPr>
          <w:p w14:paraId="34C4B98F" w14:textId="0A9FFD31" w:rsidR="00A207DF" w:rsidRPr="00A207DF" w:rsidRDefault="00A207DF" w:rsidP="00967FF0">
            <w:pPr>
              <w:pStyle w:val="SIBulletList1"/>
              <w:rPr>
                <w:rFonts w:eastAsiaTheme="majorEastAsia"/>
              </w:rPr>
            </w:pPr>
            <w:r w:rsidRPr="00A207DF">
              <w:t>Document details of make process, including weights, temperature, humidity, pH, titratable acidity, salt and organoleptic parameters</w:t>
            </w:r>
          </w:p>
        </w:tc>
      </w:tr>
      <w:tr w:rsidR="00A6198E" w:rsidRPr="00336FCA" w:rsidDel="00423CB2" w14:paraId="39EAD649" w14:textId="77777777" w:rsidTr="00CA2922">
        <w:tc>
          <w:tcPr>
            <w:tcW w:w="1396" w:type="pct"/>
          </w:tcPr>
          <w:p w14:paraId="1AEBC040" w14:textId="77777777" w:rsidR="00A6198E" w:rsidRPr="00A6198E" w:rsidRDefault="00A6198E" w:rsidP="00A6198E">
            <w:pPr>
              <w:pStyle w:val="SIText"/>
            </w:pPr>
            <w:r w:rsidRPr="00785DAE">
              <w:t>Numeracy</w:t>
            </w:r>
          </w:p>
        </w:tc>
        <w:tc>
          <w:tcPr>
            <w:tcW w:w="3604" w:type="pct"/>
          </w:tcPr>
          <w:p w14:paraId="613B06AE" w14:textId="3E2235C7" w:rsidR="00A6198E" w:rsidRPr="00A6198E" w:rsidRDefault="00A6198E" w:rsidP="00A6198E">
            <w:pPr>
              <w:pStyle w:val="SIBulletList1"/>
            </w:pPr>
            <w:r>
              <w:t xml:space="preserve">Weigh and measure </w:t>
            </w:r>
            <w:r w:rsidRPr="00A6198E">
              <w:t>ingredients for cheese making</w:t>
            </w:r>
          </w:p>
          <w:p w14:paraId="307C1A3A" w14:textId="660DB762" w:rsidR="00A6198E" w:rsidRPr="00A6198E" w:rsidRDefault="00A6198E" w:rsidP="00A6198E">
            <w:pPr>
              <w:pStyle w:val="SIBulletList1"/>
            </w:pPr>
            <w:r>
              <w:t>Sample</w:t>
            </w:r>
            <w:r w:rsidRPr="00A6198E">
              <w:t xml:space="preserve"> cheese to analyse pH, </w:t>
            </w:r>
            <w:r w:rsidR="00A207DF" w:rsidRPr="00A207DF">
              <w:t xml:space="preserve">titratable acidity, </w:t>
            </w:r>
            <w:r w:rsidRPr="00A6198E">
              <w:t>moisture and salts</w:t>
            </w:r>
          </w:p>
          <w:p w14:paraId="2406F4D2" w14:textId="6142A39D" w:rsidR="00A6198E" w:rsidRPr="00A6198E" w:rsidRDefault="00A6198E" w:rsidP="00A6198E">
            <w:pPr>
              <w:pStyle w:val="SIBulletList1"/>
            </w:pPr>
            <w:r>
              <w:t>Calculate cheese yields</w:t>
            </w:r>
          </w:p>
        </w:tc>
      </w:tr>
      <w:tr w:rsidR="00640EE8" w:rsidRPr="00336FCA" w:rsidDel="00423CB2" w14:paraId="778FAC11" w14:textId="77777777" w:rsidTr="00CA2922">
        <w:tc>
          <w:tcPr>
            <w:tcW w:w="1396" w:type="pct"/>
          </w:tcPr>
          <w:p w14:paraId="012B78A1" w14:textId="3807538E" w:rsidR="00640EE8" w:rsidRPr="00640EE8" w:rsidRDefault="00640EE8" w:rsidP="00640EE8">
            <w:pPr>
              <w:pStyle w:val="SIText"/>
            </w:pPr>
            <w:r>
              <w:t>Get the work done</w:t>
            </w:r>
          </w:p>
        </w:tc>
        <w:tc>
          <w:tcPr>
            <w:tcW w:w="3604" w:type="pct"/>
          </w:tcPr>
          <w:p w14:paraId="7BBF5E40" w14:textId="71898F78" w:rsidR="00640EE8" w:rsidRPr="00640EE8" w:rsidRDefault="00640EE8" w:rsidP="00640EE8">
            <w:pPr>
              <w:pStyle w:val="SIBulletList1"/>
            </w:pPr>
            <w:r>
              <w:t>Adjust</w:t>
            </w:r>
            <w:r w:rsidRPr="00640EE8">
              <w:t xml:space="preserve"> processing parameters and problem</w:t>
            </w:r>
            <w:r w:rsidR="00A9730B">
              <w:t>-</w:t>
            </w:r>
            <w:r w:rsidRPr="00640EE8">
              <w:t>solve issues as they arise</w:t>
            </w:r>
          </w:p>
        </w:tc>
      </w:tr>
    </w:tbl>
    <w:p w14:paraId="5DC9066E" w14:textId="77777777" w:rsidR="00916CD7" w:rsidRDefault="00916CD7" w:rsidP="005F771F">
      <w:pPr>
        <w:pStyle w:val="SIText"/>
      </w:pPr>
    </w:p>
    <w:p w14:paraId="040886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1F721D" w14:textId="77777777" w:rsidTr="00F33FF2">
        <w:tc>
          <w:tcPr>
            <w:tcW w:w="5000" w:type="pct"/>
            <w:gridSpan w:val="4"/>
          </w:tcPr>
          <w:p w14:paraId="5616DCBF" w14:textId="77777777" w:rsidR="00F1480E" w:rsidRPr="000754EC" w:rsidRDefault="00FD557D" w:rsidP="000754EC">
            <w:pPr>
              <w:pStyle w:val="SIHeading2"/>
            </w:pPr>
            <w:r w:rsidRPr="00923720">
              <w:t>U</w:t>
            </w:r>
            <w:r w:rsidRPr="000754EC">
              <w:t>nit Mapping Information</w:t>
            </w:r>
          </w:p>
        </w:tc>
      </w:tr>
      <w:tr w:rsidR="00F1480E" w14:paraId="02E4379D" w14:textId="77777777" w:rsidTr="00F33FF2">
        <w:tc>
          <w:tcPr>
            <w:tcW w:w="1028" w:type="pct"/>
          </w:tcPr>
          <w:p w14:paraId="3F699D80" w14:textId="77777777" w:rsidR="00F1480E" w:rsidRPr="000754EC" w:rsidRDefault="00F1480E" w:rsidP="000754EC">
            <w:pPr>
              <w:pStyle w:val="SIText-Bold"/>
            </w:pPr>
            <w:r w:rsidRPr="00923720">
              <w:t>Code and title current version</w:t>
            </w:r>
          </w:p>
        </w:tc>
        <w:tc>
          <w:tcPr>
            <w:tcW w:w="1105" w:type="pct"/>
          </w:tcPr>
          <w:p w14:paraId="51CBFE9B" w14:textId="77777777" w:rsidR="00F1480E" w:rsidRPr="000754EC" w:rsidRDefault="00F1480E" w:rsidP="000754EC">
            <w:pPr>
              <w:pStyle w:val="SIText-Bold"/>
            </w:pPr>
            <w:r w:rsidRPr="00923720">
              <w:t>Code and title previous version</w:t>
            </w:r>
          </w:p>
        </w:tc>
        <w:tc>
          <w:tcPr>
            <w:tcW w:w="1251" w:type="pct"/>
          </w:tcPr>
          <w:p w14:paraId="19F3689D" w14:textId="77777777" w:rsidR="00F1480E" w:rsidRPr="000754EC" w:rsidRDefault="00F1480E" w:rsidP="000754EC">
            <w:pPr>
              <w:pStyle w:val="SIText-Bold"/>
            </w:pPr>
            <w:r w:rsidRPr="00923720">
              <w:t>Comments</w:t>
            </w:r>
          </w:p>
        </w:tc>
        <w:tc>
          <w:tcPr>
            <w:tcW w:w="1616" w:type="pct"/>
          </w:tcPr>
          <w:p w14:paraId="2A00FC85" w14:textId="77777777" w:rsidR="00F1480E" w:rsidRPr="000754EC" w:rsidRDefault="00F1480E" w:rsidP="000754EC">
            <w:pPr>
              <w:pStyle w:val="SIText-Bold"/>
            </w:pPr>
            <w:r w:rsidRPr="00923720">
              <w:t>Equivalence status</w:t>
            </w:r>
          </w:p>
        </w:tc>
      </w:tr>
      <w:tr w:rsidR="00887E64" w14:paraId="6BC50935" w14:textId="77777777" w:rsidTr="00F33FF2">
        <w:tc>
          <w:tcPr>
            <w:tcW w:w="1028" w:type="pct"/>
          </w:tcPr>
          <w:p w14:paraId="2CE382AA" w14:textId="07141E4C" w:rsidR="00887E64" w:rsidRPr="00923720" w:rsidRDefault="00A83899" w:rsidP="00845F46">
            <w:pPr>
              <w:pStyle w:val="SIText"/>
            </w:pPr>
            <w:r>
              <w:t>FBPCHE5</w:t>
            </w:r>
            <w:r w:rsidRPr="00A83899">
              <w:t>006</w:t>
            </w:r>
            <w:r>
              <w:t xml:space="preserve"> </w:t>
            </w:r>
            <w:r w:rsidR="00845F46" w:rsidRPr="00FC21FC">
              <w:t>Produce rennet coagulated artisan cheese</w:t>
            </w:r>
          </w:p>
        </w:tc>
        <w:tc>
          <w:tcPr>
            <w:tcW w:w="1105" w:type="pct"/>
          </w:tcPr>
          <w:p w14:paraId="2F188E33" w14:textId="07BE2E44" w:rsidR="00887E64" w:rsidRPr="00923720" w:rsidRDefault="00967FF0" w:rsidP="00967FF0">
            <w:pPr>
              <w:pStyle w:val="SIText"/>
            </w:pPr>
            <w:r>
              <w:t>Not applicable</w:t>
            </w:r>
          </w:p>
        </w:tc>
        <w:tc>
          <w:tcPr>
            <w:tcW w:w="1251" w:type="pct"/>
          </w:tcPr>
          <w:p w14:paraId="5C13F738" w14:textId="5A34179D" w:rsidR="00887E64" w:rsidRPr="00923720" w:rsidRDefault="00887E64" w:rsidP="00887E64">
            <w:pPr>
              <w:pStyle w:val="SIText"/>
            </w:pPr>
            <w:r>
              <w:t>New unit</w:t>
            </w:r>
          </w:p>
        </w:tc>
        <w:tc>
          <w:tcPr>
            <w:tcW w:w="1616" w:type="pct"/>
          </w:tcPr>
          <w:p w14:paraId="04FFFE22" w14:textId="2B3C2D6E" w:rsidR="00887E64" w:rsidRPr="00923720" w:rsidRDefault="00887E64" w:rsidP="00887E64">
            <w:pPr>
              <w:pStyle w:val="SIText"/>
            </w:pPr>
            <w:r>
              <w:t>No equivalent unit</w:t>
            </w:r>
          </w:p>
        </w:tc>
      </w:tr>
    </w:tbl>
    <w:p w14:paraId="34C836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D9DBD75" w14:textId="77777777" w:rsidTr="0035000E">
        <w:tc>
          <w:tcPr>
            <w:tcW w:w="1049" w:type="pct"/>
            <w:shd w:val="clear" w:color="auto" w:fill="auto"/>
          </w:tcPr>
          <w:p w14:paraId="7FD83462" w14:textId="77777777" w:rsidR="00F1480E" w:rsidRPr="000754EC" w:rsidRDefault="00FD557D" w:rsidP="000754EC">
            <w:pPr>
              <w:pStyle w:val="SIHeading2"/>
            </w:pPr>
            <w:r w:rsidRPr="00CC451E">
              <w:t>L</w:t>
            </w:r>
            <w:r w:rsidRPr="000754EC">
              <w:t>inks</w:t>
            </w:r>
          </w:p>
        </w:tc>
        <w:tc>
          <w:tcPr>
            <w:tcW w:w="3951" w:type="pct"/>
            <w:shd w:val="clear" w:color="auto" w:fill="auto"/>
          </w:tcPr>
          <w:p w14:paraId="245EA2F1" w14:textId="712C31E8" w:rsidR="00F1480E" w:rsidRPr="000754EC" w:rsidRDefault="00A9730B" w:rsidP="00E40225">
            <w:pPr>
              <w:pStyle w:val="SIText"/>
            </w:pPr>
            <w:r w:rsidRPr="00A9730B">
              <w:t xml:space="preserve">Companion Volumes, including Implementation Guides, are available at VETNet: </w:t>
            </w:r>
            <w:hyperlink r:id="rId11" w:history="1">
              <w:r w:rsidRPr="00A9730B">
                <w:t>https://vetnet.education.gov.au/Pages/TrainingDocs.aspx?q=78b15323-cd38-483e-aad7-1159b570a5c4</w:t>
              </w:r>
            </w:hyperlink>
          </w:p>
        </w:tc>
      </w:tr>
    </w:tbl>
    <w:p w14:paraId="077A1D68" w14:textId="77777777" w:rsidR="00F1480E" w:rsidRDefault="00F1480E" w:rsidP="005F771F">
      <w:pPr>
        <w:pStyle w:val="SIText"/>
      </w:pPr>
    </w:p>
    <w:p w14:paraId="72C6C17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9F87935" w14:textId="77777777" w:rsidTr="00113678">
        <w:trPr>
          <w:tblHeader/>
        </w:trPr>
        <w:tc>
          <w:tcPr>
            <w:tcW w:w="1478" w:type="pct"/>
            <w:shd w:val="clear" w:color="auto" w:fill="auto"/>
          </w:tcPr>
          <w:p w14:paraId="4DF91C9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CBB555" w14:textId="08FEAD51" w:rsidR="00556C4C" w:rsidRPr="000754EC" w:rsidRDefault="00556C4C" w:rsidP="008B00B9">
            <w:pPr>
              <w:pStyle w:val="SIUnittitle"/>
            </w:pPr>
            <w:r w:rsidRPr="00F56827">
              <w:t xml:space="preserve">Assessment requirements for </w:t>
            </w:r>
            <w:bookmarkStart w:id="3" w:name="_Hlk504987848"/>
            <w:r w:rsidR="00A83899">
              <w:t>FBPCHE5</w:t>
            </w:r>
            <w:r w:rsidR="00A83899" w:rsidRPr="00A83899">
              <w:t>006</w:t>
            </w:r>
            <w:r w:rsidR="00A83899">
              <w:t xml:space="preserve"> </w:t>
            </w:r>
            <w:r w:rsidR="00FC21FC" w:rsidRPr="00FC21FC">
              <w:t>Produce rennet coagulated artisan cheese</w:t>
            </w:r>
            <w:bookmarkEnd w:id="3"/>
          </w:p>
        </w:tc>
      </w:tr>
      <w:tr w:rsidR="00556C4C" w:rsidRPr="00A55106" w14:paraId="79CF2977" w14:textId="77777777" w:rsidTr="00113678">
        <w:trPr>
          <w:tblHeader/>
        </w:trPr>
        <w:tc>
          <w:tcPr>
            <w:tcW w:w="5000" w:type="pct"/>
            <w:gridSpan w:val="2"/>
            <w:shd w:val="clear" w:color="auto" w:fill="auto"/>
          </w:tcPr>
          <w:p w14:paraId="7C4EE5B4" w14:textId="77777777" w:rsidR="00556C4C" w:rsidRPr="000754EC" w:rsidRDefault="00D71E43" w:rsidP="000754EC">
            <w:pPr>
              <w:pStyle w:val="SIHeading2"/>
            </w:pPr>
            <w:r>
              <w:t>Performance E</w:t>
            </w:r>
            <w:r w:rsidRPr="000754EC">
              <w:t>vidence</w:t>
            </w:r>
          </w:p>
        </w:tc>
      </w:tr>
      <w:tr w:rsidR="00556C4C" w:rsidRPr="00067E1C" w14:paraId="6080FAB1" w14:textId="77777777" w:rsidTr="00113678">
        <w:tc>
          <w:tcPr>
            <w:tcW w:w="5000" w:type="pct"/>
            <w:gridSpan w:val="2"/>
            <w:shd w:val="clear" w:color="auto" w:fill="auto"/>
          </w:tcPr>
          <w:p w14:paraId="1B76BCD5" w14:textId="39F3ABDE" w:rsidR="0026394F" w:rsidRDefault="006E42FE">
            <w:pPr>
              <w:pStyle w:val="SIText"/>
            </w:pPr>
            <w:r w:rsidRPr="00522CF9">
              <w:t>An individual demonstrating competency</w:t>
            </w:r>
            <w:r w:rsidR="0021365F">
              <w:t xml:space="preserve"> </w:t>
            </w:r>
            <w:r w:rsidR="00717385" w:rsidRPr="00522CF9">
              <w:t xml:space="preserve">must satisfy all of the elements and </w:t>
            </w:r>
            <w:r w:rsidRPr="00522CF9">
              <w:t xml:space="preserve">performance criteria </w:t>
            </w:r>
            <w:r w:rsidR="00A9730B">
              <w:t>in</w:t>
            </w:r>
            <w:r w:rsidRPr="00522CF9">
              <w:t xml:space="preserve"> this unit. </w:t>
            </w:r>
          </w:p>
          <w:p w14:paraId="524DB4A1" w14:textId="77777777" w:rsidR="0021365F" w:rsidRPr="00522CF9" w:rsidRDefault="0021365F">
            <w:pPr>
              <w:pStyle w:val="SIText"/>
            </w:pPr>
          </w:p>
          <w:p w14:paraId="624E3A0D" w14:textId="0857AC88" w:rsidR="00887E64" w:rsidRDefault="00887E64" w:rsidP="00887E64">
            <w:pPr>
              <w:pStyle w:val="SIText"/>
              <w:rPr>
                <w:rFonts w:eastAsiaTheme="minorHAnsi"/>
              </w:rPr>
            </w:pPr>
            <w:r w:rsidRPr="00887E64">
              <w:rPr>
                <w:rFonts w:eastAsiaTheme="minorHAnsi"/>
              </w:rPr>
              <w:t xml:space="preserve">There must be evidence that the individual has produced at least </w:t>
            </w:r>
            <w:r w:rsidR="00AC7D0F">
              <w:rPr>
                <w:rFonts w:eastAsiaTheme="minorHAnsi"/>
              </w:rPr>
              <w:t>three</w:t>
            </w:r>
            <w:r w:rsidR="00AC7D0F" w:rsidRPr="00887E64">
              <w:rPr>
                <w:rFonts w:eastAsiaTheme="minorHAnsi"/>
              </w:rPr>
              <w:t xml:space="preserve"> </w:t>
            </w:r>
            <w:r w:rsidR="007A597F">
              <w:rPr>
                <w:rFonts w:eastAsiaTheme="minorHAnsi"/>
              </w:rPr>
              <w:t>varieties</w:t>
            </w:r>
            <w:r w:rsidRPr="00887E64">
              <w:rPr>
                <w:rFonts w:eastAsiaTheme="minorHAnsi"/>
              </w:rPr>
              <w:t xml:space="preserve"> of </w:t>
            </w:r>
            <w:r>
              <w:rPr>
                <w:rFonts w:eastAsiaTheme="minorHAnsi"/>
              </w:rPr>
              <w:t>rennet coagulated</w:t>
            </w:r>
            <w:r w:rsidRPr="00887E64">
              <w:rPr>
                <w:rFonts w:eastAsiaTheme="minorHAnsi"/>
              </w:rPr>
              <w:t xml:space="preserve"> cheese</w:t>
            </w:r>
            <w:r w:rsidR="007A597F">
              <w:rPr>
                <w:rFonts w:eastAsiaTheme="minorHAnsi"/>
              </w:rPr>
              <w:t>s</w:t>
            </w:r>
            <w:r w:rsidR="008209AC">
              <w:rPr>
                <w:rFonts w:eastAsiaTheme="minorHAnsi"/>
              </w:rPr>
              <w:t>, including:</w:t>
            </w:r>
          </w:p>
          <w:p w14:paraId="34FC9C56" w14:textId="71CE6D1A" w:rsidR="008209AC" w:rsidRDefault="00F810B9" w:rsidP="008209AC">
            <w:pPr>
              <w:pStyle w:val="SIBulletList1"/>
            </w:pPr>
            <w:r>
              <w:t xml:space="preserve">one washed curd </w:t>
            </w:r>
            <w:r w:rsidR="008209AC">
              <w:t>cheese</w:t>
            </w:r>
          </w:p>
          <w:p w14:paraId="173C6852" w14:textId="037103DB" w:rsidR="00AC7D0F" w:rsidRDefault="00AC7D0F" w:rsidP="008209AC">
            <w:pPr>
              <w:pStyle w:val="SIBulletList1"/>
            </w:pPr>
            <w:r>
              <w:t>one mould ripened cheese</w:t>
            </w:r>
          </w:p>
          <w:p w14:paraId="440C2765" w14:textId="09E5C7A9" w:rsidR="007A597F" w:rsidRPr="00887E64" w:rsidRDefault="00F810B9" w:rsidP="008209AC">
            <w:pPr>
              <w:pStyle w:val="SIBulletList1"/>
            </w:pPr>
            <w:r>
              <w:t>one milled curd</w:t>
            </w:r>
            <w:r w:rsidR="008209AC">
              <w:t xml:space="preserve"> cheese.</w:t>
            </w:r>
          </w:p>
          <w:p w14:paraId="254844B8" w14:textId="384BA0C3" w:rsidR="00556C4C" w:rsidRPr="000754EC" w:rsidRDefault="00556C4C" w:rsidP="00427E39">
            <w:pPr>
              <w:pStyle w:val="SIText"/>
            </w:pPr>
          </w:p>
        </w:tc>
      </w:tr>
    </w:tbl>
    <w:p w14:paraId="4F1E4CD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55C037" w14:textId="77777777" w:rsidTr="00CA2922">
        <w:trPr>
          <w:tblHeader/>
        </w:trPr>
        <w:tc>
          <w:tcPr>
            <w:tcW w:w="5000" w:type="pct"/>
            <w:shd w:val="clear" w:color="auto" w:fill="auto"/>
          </w:tcPr>
          <w:p w14:paraId="5875B2B5" w14:textId="77777777" w:rsidR="00F1480E" w:rsidRPr="000754EC" w:rsidRDefault="00D71E43" w:rsidP="000754EC">
            <w:pPr>
              <w:pStyle w:val="SIHeading2"/>
            </w:pPr>
            <w:r w:rsidRPr="002C55E9">
              <w:t>K</w:t>
            </w:r>
            <w:r w:rsidRPr="000754EC">
              <w:t>nowledge Evidence</w:t>
            </w:r>
          </w:p>
        </w:tc>
      </w:tr>
      <w:tr w:rsidR="00F1480E" w:rsidRPr="00067E1C" w14:paraId="1712B802" w14:textId="77777777" w:rsidTr="00CA2922">
        <w:tc>
          <w:tcPr>
            <w:tcW w:w="5000" w:type="pct"/>
            <w:shd w:val="clear" w:color="auto" w:fill="auto"/>
          </w:tcPr>
          <w:p w14:paraId="12BBDE7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3F5CA2" w14:textId="77777777" w:rsidR="001966A7" w:rsidRDefault="00A6198E" w:rsidP="00A207DF">
            <w:pPr>
              <w:pStyle w:val="SIBulletList1"/>
            </w:pPr>
            <w:r>
              <w:t xml:space="preserve">the common </w:t>
            </w:r>
            <w:r w:rsidR="001966A7">
              <w:t>types of rennet coagulated cheeses</w:t>
            </w:r>
          </w:p>
          <w:p w14:paraId="4C533973" w14:textId="23919BD3" w:rsidR="00A6198E" w:rsidRPr="00A6198E" w:rsidRDefault="00A6198E" w:rsidP="00A207DF">
            <w:pPr>
              <w:pStyle w:val="SIBulletList1"/>
            </w:pPr>
            <w:r>
              <w:t>processes for making different types of rennet</w:t>
            </w:r>
            <w:r w:rsidR="009E7F19">
              <w:t xml:space="preserve"> </w:t>
            </w:r>
            <w:r>
              <w:t>coagulated cheeses</w:t>
            </w:r>
          </w:p>
          <w:p w14:paraId="1FA65AAA" w14:textId="55FBAC96" w:rsidR="00A207DF" w:rsidRPr="00A207DF" w:rsidRDefault="00A207DF" w:rsidP="00A207DF">
            <w:pPr>
              <w:pStyle w:val="SIBulletList1"/>
            </w:pPr>
            <w:r w:rsidRPr="00A207DF">
              <w:t>the chemical and physical composition of bovine and non-bovine milks, including on a seasonal basis, and components important in cheese making</w:t>
            </w:r>
          </w:p>
          <w:p w14:paraId="4BF0E1A1" w14:textId="77777777" w:rsidR="00A207DF" w:rsidRPr="00A207DF" w:rsidRDefault="00A207DF" w:rsidP="00A207DF">
            <w:pPr>
              <w:pStyle w:val="SIBulletList1"/>
            </w:pPr>
            <w:r w:rsidRPr="00A207DF">
              <w:t>the main components of milk and cheese (both curds and whey, proteins, fats, carbohydrates and minerals) and how they change through processing and ripening</w:t>
            </w:r>
          </w:p>
          <w:p w14:paraId="730CCE54" w14:textId="77777777" w:rsidR="00A207DF" w:rsidRPr="00A207DF" w:rsidRDefault="00A207DF" w:rsidP="00A207DF">
            <w:pPr>
              <w:pStyle w:val="SIBulletList1"/>
            </w:pPr>
            <w:r w:rsidRPr="00A207DF">
              <w:t>specifications of desired cheese product at each stage of making and ripening</w:t>
            </w:r>
          </w:p>
          <w:p w14:paraId="4D545B7C" w14:textId="77777777" w:rsidR="00A207DF" w:rsidRPr="00A207DF" w:rsidRDefault="00A207DF" w:rsidP="00A207DF">
            <w:pPr>
              <w:pStyle w:val="SIBulletList1"/>
            </w:pPr>
            <w:r w:rsidRPr="00A207DF">
              <w:t>typical bacterial, yeast and mould cultures and the flavours and textures they produce</w:t>
            </w:r>
          </w:p>
          <w:p w14:paraId="38467E56" w14:textId="77777777" w:rsidR="00A207DF" w:rsidRPr="00A207DF" w:rsidRDefault="00A207DF" w:rsidP="00A207DF">
            <w:pPr>
              <w:pStyle w:val="SIBulletList1"/>
            </w:pPr>
            <w:r w:rsidRPr="00A207DF">
              <w:t>moisture control in cheese making</w:t>
            </w:r>
          </w:p>
          <w:p w14:paraId="7E65CDC9" w14:textId="3D0D3CB3" w:rsidR="00A6198E" w:rsidRPr="00A6198E" w:rsidRDefault="00A6198E" w:rsidP="00A207DF">
            <w:pPr>
              <w:pStyle w:val="SIBulletList1"/>
            </w:pPr>
            <w:r>
              <w:t>types and impact of inhibitory substances in milk</w:t>
            </w:r>
          </w:p>
          <w:p w14:paraId="7FB5B0C4" w14:textId="77777777" w:rsidR="00D03B4E" w:rsidRPr="00D03B4E" w:rsidRDefault="00D03B4E" w:rsidP="00A207DF">
            <w:pPr>
              <w:pStyle w:val="SIBulletList1"/>
            </w:pPr>
            <w:r>
              <w:t>microbial contaminants of cheese (lipolytic bacteria, yeasts, moulds, bacillus, listeria, E</w:t>
            </w:r>
            <w:r w:rsidRPr="00D03B4E">
              <w:t>scherichia coli, salmonella, coliforms and staphylococci) and their impact on cheese quality</w:t>
            </w:r>
          </w:p>
          <w:p w14:paraId="38EB7C87" w14:textId="4DC574C3" w:rsidR="00A6198E" w:rsidRDefault="00A6198E" w:rsidP="00A207DF">
            <w:pPr>
              <w:pStyle w:val="SIBulletList1"/>
            </w:pPr>
            <w:r>
              <w:t xml:space="preserve">milk </w:t>
            </w:r>
            <w:r w:rsidR="00A207DF">
              <w:t xml:space="preserve">assessment and </w:t>
            </w:r>
            <w:r>
              <w:t xml:space="preserve">preparation for cheese making </w:t>
            </w:r>
          </w:p>
          <w:p w14:paraId="2B1D473D" w14:textId="3777E3E7" w:rsidR="00A207DF" w:rsidRPr="00A6198E" w:rsidRDefault="00A207DF" w:rsidP="00A207DF">
            <w:pPr>
              <w:pStyle w:val="SIBulletList1"/>
            </w:pPr>
            <w:r>
              <w:t>how to adjust the process for the desired cheese depending on the milk's composition</w:t>
            </w:r>
          </w:p>
          <w:p w14:paraId="3D151784" w14:textId="42377EE6" w:rsidR="00A6198E" w:rsidRPr="00A6198E" w:rsidRDefault="00A6198E" w:rsidP="00A207DF">
            <w:pPr>
              <w:pStyle w:val="SIBulletList1"/>
            </w:pPr>
            <w:r>
              <w:t xml:space="preserve">types of starters </w:t>
            </w:r>
            <w:r w:rsidR="00A207DF">
              <w:t xml:space="preserve">and adjuncts </w:t>
            </w:r>
            <w:r>
              <w:t xml:space="preserve">used and their role in the fermentation </w:t>
            </w:r>
            <w:r w:rsidR="00A207DF">
              <w:t xml:space="preserve">and ripening </w:t>
            </w:r>
            <w:r>
              <w:t>process</w:t>
            </w:r>
            <w:r w:rsidR="00A207DF">
              <w:t>es</w:t>
            </w:r>
          </w:p>
          <w:p w14:paraId="6D33FFF0" w14:textId="77777777" w:rsidR="00A6198E" w:rsidRPr="00A6198E" w:rsidRDefault="00A6198E" w:rsidP="00A207DF">
            <w:pPr>
              <w:pStyle w:val="SIBulletList1"/>
            </w:pPr>
            <w:r>
              <w:t>types of adjunct cultures and their role in the flavour and texture characteristics of the ripened cheese</w:t>
            </w:r>
          </w:p>
          <w:p w14:paraId="1F4A46AC" w14:textId="50237985" w:rsidR="00A6198E" w:rsidRPr="00A6198E" w:rsidRDefault="00A6198E" w:rsidP="00A207DF">
            <w:pPr>
              <w:pStyle w:val="SIBulletList1"/>
            </w:pPr>
            <w:r>
              <w:t>us</w:t>
            </w:r>
            <w:r w:rsidR="009E7F19">
              <w:t>ing</w:t>
            </w:r>
            <w:r>
              <w:t xml:space="preserve"> </w:t>
            </w:r>
            <w:r w:rsidR="00D03B4E">
              <w:t>rennet as a</w:t>
            </w:r>
            <w:r>
              <w:t xml:space="preserve"> coagulating enzyme</w:t>
            </w:r>
          </w:p>
          <w:p w14:paraId="7F85EC27" w14:textId="39EB35E6" w:rsidR="00A6198E" w:rsidRPr="00A6198E" w:rsidRDefault="00A6198E" w:rsidP="00A207DF">
            <w:pPr>
              <w:pStyle w:val="SIBulletList1"/>
            </w:pPr>
            <w:r>
              <w:t>processes of coagulation and syneresis and their role in rennet</w:t>
            </w:r>
            <w:r w:rsidR="009E7F19">
              <w:t xml:space="preserve"> </w:t>
            </w:r>
            <w:r>
              <w:t>coagulated cheese making</w:t>
            </w:r>
          </w:p>
          <w:p w14:paraId="44163B7D" w14:textId="77777777" w:rsidR="00A207DF" w:rsidRPr="00A207DF" w:rsidRDefault="00A207DF" w:rsidP="00A207DF">
            <w:pPr>
              <w:pStyle w:val="SIBulletList1"/>
            </w:pPr>
            <w:r w:rsidRPr="00A207DF">
              <w:t>curd size and its impact on moisture and acidification</w:t>
            </w:r>
          </w:p>
          <w:p w14:paraId="23F4F4E4" w14:textId="77777777" w:rsidR="00A207DF" w:rsidRPr="00A207DF" w:rsidRDefault="00A207DF" w:rsidP="00A207DF">
            <w:pPr>
              <w:pStyle w:val="SIBulletList1"/>
            </w:pPr>
            <w:r w:rsidRPr="00A207DF">
              <w:t>buffer power in cheese and how it affects the cheese</w:t>
            </w:r>
          </w:p>
          <w:p w14:paraId="07639770" w14:textId="77777777" w:rsidR="00A207DF" w:rsidRPr="00A207DF" w:rsidRDefault="00A207DF" w:rsidP="00A207DF">
            <w:pPr>
              <w:pStyle w:val="SIBulletList1"/>
            </w:pPr>
            <w:r w:rsidRPr="00A207DF">
              <w:t>moisture and drainage control in cheese making</w:t>
            </w:r>
          </w:p>
          <w:p w14:paraId="09B2C1B4" w14:textId="427A6032" w:rsidR="00D03B4E" w:rsidRPr="00D03B4E" w:rsidRDefault="00D03B4E" w:rsidP="00A207DF">
            <w:pPr>
              <w:pStyle w:val="SIBulletList1"/>
            </w:pPr>
            <w:r>
              <w:t xml:space="preserve">white and </w:t>
            </w:r>
            <w:r w:rsidRPr="00D03B4E">
              <w:t xml:space="preserve">blue mould </w:t>
            </w:r>
            <w:r w:rsidR="00A207DF">
              <w:t xml:space="preserve">and yeast </w:t>
            </w:r>
            <w:r w:rsidRPr="00D03B4E">
              <w:t xml:space="preserve">treatments </w:t>
            </w:r>
            <w:r w:rsidR="00A207DF" w:rsidRPr="00A207DF">
              <w:t>and their role in cheese making and ripening</w:t>
            </w:r>
          </w:p>
          <w:p w14:paraId="4FC192CC" w14:textId="265E7EC3" w:rsidR="00A6198E" w:rsidRDefault="00A207DF" w:rsidP="00A207DF">
            <w:pPr>
              <w:pStyle w:val="SIBulletList1"/>
            </w:pPr>
            <w:r>
              <w:t xml:space="preserve">control points and </w:t>
            </w:r>
            <w:r w:rsidR="00A6198E">
              <w:t xml:space="preserve">critical control points in the manufacture </w:t>
            </w:r>
            <w:r>
              <w:t xml:space="preserve">and ripening </w:t>
            </w:r>
            <w:r w:rsidR="00A6198E">
              <w:t>of each cheese type</w:t>
            </w:r>
          </w:p>
          <w:p w14:paraId="318D6BA7" w14:textId="0F7F8582" w:rsidR="00D03B4E" w:rsidRPr="00A6198E" w:rsidRDefault="00D03B4E" w:rsidP="00A207DF">
            <w:pPr>
              <w:pStyle w:val="SIBulletList1"/>
            </w:pPr>
            <w:r>
              <w:t xml:space="preserve">the relationship between </w:t>
            </w:r>
            <w:r w:rsidR="00A207DF" w:rsidRPr="00A207DF">
              <w:t>acidification and various physical manipulation</w:t>
            </w:r>
            <w:r w:rsidR="009E7F19">
              <w:t>s</w:t>
            </w:r>
            <w:r w:rsidR="00A207DF" w:rsidRPr="00A207DF">
              <w:t xml:space="preserve"> of the curd, including cutting, stirring, washing, hooping, turning and pressing</w:t>
            </w:r>
          </w:p>
          <w:p w14:paraId="31C1ADA2" w14:textId="77777777" w:rsidR="00D03B4E" w:rsidRPr="00D03B4E" w:rsidRDefault="00D03B4E" w:rsidP="00A207DF">
            <w:pPr>
              <w:pStyle w:val="SIBulletList1"/>
            </w:pPr>
            <w:r>
              <w:t>effects of pH and temperature on cheese processing performance and product quality</w:t>
            </w:r>
          </w:p>
          <w:p w14:paraId="5029750C" w14:textId="77777777" w:rsidR="00A6198E" w:rsidRPr="00A6198E" w:rsidRDefault="00A6198E" w:rsidP="00A207DF">
            <w:pPr>
              <w:pStyle w:val="SIBulletList1"/>
            </w:pPr>
            <w:r>
              <w:t xml:space="preserve">principles of brine salting and maintenance of brine salting systems for </w:t>
            </w:r>
            <w:bookmarkStart w:id="4" w:name="_Hlk509667188"/>
            <w:r>
              <w:t>brine salted cheeses</w:t>
            </w:r>
            <w:bookmarkEnd w:id="4"/>
          </w:p>
          <w:p w14:paraId="617C3E80" w14:textId="77777777" w:rsidR="00A6198E" w:rsidRPr="00A6198E" w:rsidRDefault="00A6198E" w:rsidP="00A207DF">
            <w:pPr>
              <w:pStyle w:val="SIBulletList1"/>
            </w:pPr>
            <w:r>
              <w:t xml:space="preserve">principles of dry salting for </w:t>
            </w:r>
            <w:bookmarkStart w:id="5" w:name="_Hlk509667203"/>
            <w:r>
              <w:t>dry salted cheeses</w:t>
            </w:r>
            <w:bookmarkEnd w:id="5"/>
          </w:p>
          <w:p w14:paraId="7FBB7817" w14:textId="52924A70" w:rsidR="00A6198E" w:rsidRDefault="00A6198E" w:rsidP="00A207DF">
            <w:pPr>
              <w:pStyle w:val="SIBulletList1"/>
            </w:pPr>
            <w:r>
              <w:t xml:space="preserve">sampling and testing procedures </w:t>
            </w:r>
            <w:r w:rsidR="00A207DF">
              <w:t>for microbes</w:t>
            </w:r>
          </w:p>
          <w:p w14:paraId="513E7E9B" w14:textId="45048C67" w:rsidR="00A207DF" w:rsidRPr="00A6198E" w:rsidRDefault="00A207DF" w:rsidP="00A207DF">
            <w:pPr>
              <w:pStyle w:val="SIBulletList1"/>
            </w:pPr>
            <w:r>
              <w:t>sampling procedures for cheese making</w:t>
            </w:r>
          </w:p>
          <w:p w14:paraId="18867C15" w14:textId="65A07118" w:rsidR="00A6198E" w:rsidRPr="00A6198E" w:rsidRDefault="00A6198E" w:rsidP="00A207DF">
            <w:pPr>
              <w:pStyle w:val="SIBulletList1"/>
            </w:pPr>
            <w:r>
              <w:t>contamination/food safety risks associated with the process</w:t>
            </w:r>
            <w:r w:rsidR="001F3AB9">
              <w:t>,</w:t>
            </w:r>
            <w:r>
              <w:t xml:space="preserve"> and related control measures</w:t>
            </w:r>
          </w:p>
          <w:p w14:paraId="7A52E853" w14:textId="77777777" w:rsidR="00A6198E" w:rsidRPr="00A6198E" w:rsidRDefault="00A6198E" w:rsidP="00A207DF">
            <w:pPr>
              <w:pStyle w:val="SIBulletList1"/>
            </w:pPr>
            <w:r>
              <w:t>techniques used to monitor the cheese making process, such as inspecting, measuring and testing</w:t>
            </w:r>
          </w:p>
          <w:p w14:paraId="59A7A8EB" w14:textId="77777777" w:rsidR="00A6198E" w:rsidRPr="00A6198E" w:rsidRDefault="00A6198E" w:rsidP="00A207DF">
            <w:pPr>
              <w:pStyle w:val="SIBulletList1"/>
            </w:pPr>
            <w:r>
              <w:t>common causes of variation and corrective action required for each cheese making process</w:t>
            </w:r>
          </w:p>
          <w:p w14:paraId="10082773" w14:textId="057D7E97" w:rsidR="00A6198E" w:rsidRPr="00A6198E" w:rsidRDefault="00A6198E" w:rsidP="00A207DF">
            <w:pPr>
              <w:pStyle w:val="SIBulletList1"/>
            </w:pPr>
            <w:r>
              <w:t xml:space="preserve">organoleptic properties </w:t>
            </w:r>
            <w:r w:rsidR="001966A7">
              <w:t xml:space="preserve">of rennet coagulated cheeses </w:t>
            </w:r>
            <w:r>
              <w:t>and their relationship to process</w:t>
            </w:r>
            <w:r w:rsidR="001966A7">
              <w:t xml:space="preserve">es </w:t>
            </w:r>
            <w:r>
              <w:t>and ingredients in cheese making</w:t>
            </w:r>
          </w:p>
          <w:p w14:paraId="3C2D702E" w14:textId="77777777" w:rsidR="00A6198E" w:rsidRPr="00A6198E" w:rsidRDefault="00A6198E" w:rsidP="00A207DF">
            <w:pPr>
              <w:pStyle w:val="SIBulletList1"/>
            </w:pPr>
            <w:r>
              <w:t>yield efficiency</w:t>
            </w:r>
          </w:p>
          <w:p w14:paraId="4B8DFBDE" w14:textId="1B1C2477" w:rsidR="00A6198E" w:rsidRPr="00A6198E" w:rsidRDefault="00A6198E" w:rsidP="00A207DF">
            <w:pPr>
              <w:pStyle w:val="SIBulletList1"/>
            </w:pPr>
            <w:r>
              <w:t xml:space="preserve">cleaning and sanitation </w:t>
            </w:r>
            <w:r w:rsidR="001966A7">
              <w:t>requirements for cheese making</w:t>
            </w:r>
            <w:r w:rsidR="00A207DF">
              <w:t xml:space="preserve"> and ripening</w:t>
            </w:r>
          </w:p>
          <w:p w14:paraId="3B20BCF9" w14:textId="029B8566" w:rsidR="00A6198E" w:rsidRPr="00A6198E" w:rsidRDefault="00A6198E" w:rsidP="00A207DF">
            <w:pPr>
              <w:pStyle w:val="SIBulletList1"/>
            </w:pPr>
            <w:r>
              <w:t>work</w:t>
            </w:r>
            <w:r w:rsidR="001966A7">
              <w:t>place</w:t>
            </w:r>
            <w:r>
              <w:t xml:space="preserve"> health and safety </w:t>
            </w:r>
            <w:r w:rsidRPr="00A6198E">
              <w:t xml:space="preserve">hazards and controls </w:t>
            </w:r>
          </w:p>
          <w:p w14:paraId="71FE765E" w14:textId="77777777" w:rsidR="00A6198E" w:rsidRPr="00A6198E" w:rsidRDefault="00A6198E" w:rsidP="00A207DF">
            <w:pPr>
              <w:pStyle w:val="SIBulletList1"/>
            </w:pPr>
            <w:r>
              <w:t>procedures for recording production and performance information</w:t>
            </w:r>
          </w:p>
          <w:p w14:paraId="4A0FF327" w14:textId="46B4EF50" w:rsidR="00A6198E" w:rsidRPr="00A6198E" w:rsidRDefault="00A6198E" w:rsidP="00A207DF">
            <w:pPr>
              <w:pStyle w:val="SIBulletList1"/>
            </w:pPr>
            <w:r>
              <w:t>environmental issues and controls relevant to the process, including waste</w:t>
            </w:r>
            <w:r w:rsidR="00A207DF">
              <w:t xml:space="preserve"> recycling,</w:t>
            </w:r>
            <w:r>
              <w:t xml:space="preserve"> collection and handling procedures</w:t>
            </w:r>
          </w:p>
          <w:p w14:paraId="60EFF482" w14:textId="4F633AC8" w:rsidR="00A6198E" w:rsidRPr="00A6198E" w:rsidRDefault="00A6198E" w:rsidP="00A207DF">
            <w:pPr>
              <w:pStyle w:val="SIBulletList1"/>
            </w:pPr>
            <w:r>
              <w:lastRenderedPageBreak/>
              <w:t>Food Standards Code</w:t>
            </w:r>
            <w:r w:rsidR="007A597F">
              <w:t xml:space="preserve"> in relation to dairy processing</w:t>
            </w:r>
          </w:p>
          <w:p w14:paraId="70841B28" w14:textId="77777777" w:rsidR="00F1480E" w:rsidRPr="000754EC" w:rsidRDefault="00A6198E" w:rsidP="00A207DF">
            <w:pPr>
              <w:pStyle w:val="SIBulletList1"/>
            </w:pPr>
            <w:r>
              <w:t>state/territory, Commonwealth and industry requirements relevant to food processing.</w:t>
            </w:r>
          </w:p>
        </w:tc>
      </w:tr>
    </w:tbl>
    <w:p w14:paraId="4429DC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0DAF5D" w14:textId="77777777" w:rsidTr="00CA2922">
        <w:trPr>
          <w:tblHeader/>
        </w:trPr>
        <w:tc>
          <w:tcPr>
            <w:tcW w:w="5000" w:type="pct"/>
            <w:shd w:val="clear" w:color="auto" w:fill="auto"/>
          </w:tcPr>
          <w:p w14:paraId="14FECD11" w14:textId="77777777" w:rsidR="00F1480E" w:rsidRPr="000754EC" w:rsidRDefault="00D71E43" w:rsidP="000754EC">
            <w:pPr>
              <w:pStyle w:val="SIHeading2"/>
            </w:pPr>
            <w:r w:rsidRPr="002C55E9">
              <w:t>A</w:t>
            </w:r>
            <w:r w:rsidRPr="000754EC">
              <w:t>ssessment Conditions</w:t>
            </w:r>
          </w:p>
        </w:tc>
      </w:tr>
      <w:tr w:rsidR="00F1480E" w:rsidRPr="00A55106" w14:paraId="1DA27333" w14:textId="77777777" w:rsidTr="00CA2922">
        <w:tc>
          <w:tcPr>
            <w:tcW w:w="5000" w:type="pct"/>
            <w:shd w:val="clear" w:color="auto" w:fill="auto"/>
          </w:tcPr>
          <w:p w14:paraId="3E0D406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D6B888E" w14:textId="77777777" w:rsidR="004E6741" w:rsidRPr="000754EC" w:rsidRDefault="001D7F5B" w:rsidP="000754EC">
            <w:pPr>
              <w:pStyle w:val="SIBulletList1"/>
            </w:pPr>
            <w:r w:rsidRPr="000754EC">
              <w:t>p</w:t>
            </w:r>
            <w:r w:rsidR="004E6741" w:rsidRPr="000754EC">
              <w:t>hysical conditions</w:t>
            </w:r>
            <w:r w:rsidRPr="000754EC">
              <w:t>:</w:t>
            </w:r>
          </w:p>
          <w:p w14:paraId="416275B8"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94AEE47"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AA42336" w14:textId="6C20FB74" w:rsidR="00BB10A7" w:rsidRPr="00BB10A7" w:rsidRDefault="000322E2" w:rsidP="00BB10A7">
            <w:pPr>
              <w:pStyle w:val="SIBulletList2"/>
              <w:rPr>
                <w:rFonts w:eastAsiaTheme="minorHAnsi"/>
              </w:rPr>
            </w:pPr>
            <w:r>
              <w:rPr>
                <w:rFonts w:eastAsiaTheme="minorHAnsi"/>
              </w:rPr>
              <w:t xml:space="preserve">ingredients, </w:t>
            </w:r>
            <w:r w:rsidR="00BB10A7" w:rsidRPr="00BB10A7">
              <w:rPr>
                <w:rFonts w:eastAsiaTheme="minorHAnsi"/>
              </w:rPr>
              <w:t>production process and related equipment</w:t>
            </w:r>
            <w:r w:rsidR="00824438">
              <w:rPr>
                <w:rFonts w:eastAsiaTheme="minorHAnsi"/>
              </w:rPr>
              <w:t xml:space="preserve"> for rennet</w:t>
            </w:r>
            <w:r w:rsidR="001966A7">
              <w:rPr>
                <w:rFonts w:eastAsiaTheme="minorHAnsi"/>
              </w:rPr>
              <w:t xml:space="preserve"> </w:t>
            </w:r>
            <w:r w:rsidR="00824438">
              <w:rPr>
                <w:rFonts w:eastAsiaTheme="minorHAnsi"/>
              </w:rPr>
              <w:t>coagulated cheese</w:t>
            </w:r>
          </w:p>
          <w:p w14:paraId="15E7AD8E" w14:textId="1682BB42" w:rsidR="00BB10A7" w:rsidRDefault="00BB10A7" w:rsidP="00BB10A7">
            <w:pPr>
              <w:pStyle w:val="SIBulletList2"/>
              <w:rPr>
                <w:rFonts w:eastAsiaTheme="minorHAnsi"/>
              </w:rPr>
            </w:pPr>
            <w:r w:rsidRPr="00BB10A7">
              <w:rPr>
                <w:rFonts w:eastAsiaTheme="minorHAnsi"/>
              </w:rPr>
              <w:t>sampling and testing equipment and procedures</w:t>
            </w:r>
          </w:p>
          <w:p w14:paraId="305686C1" w14:textId="7C0A2AAB" w:rsidR="00914D0E" w:rsidRPr="00BB10A7" w:rsidRDefault="00914D0E" w:rsidP="00BB10A7">
            <w:pPr>
              <w:pStyle w:val="SIBulletList2"/>
              <w:rPr>
                <w:rFonts w:eastAsiaTheme="minorHAnsi"/>
              </w:rPr>
            </w:pPr>
            <w:r w:rsidRPr="00522CF9">
              <w:t>food safety related information</w:t>
            </w:r>
            <w:r w:rsidR="0021365F">
              <w:t>,</w:t>
            </w:r>
            <w:r w:rsidRPr="00522CF9">
              <w:t xml:space="preserve"> including </w:t>
            </w:r>
            <w:r w:rsidR="001966A7">
              <w:t>requirements for raw milk.</w:t>
            </w:r>
          </w:p>
          <w:p w14:paraId="09002D0F" w14:textId="77777777" w:rsidR="0021210E" w:rsidRDefault="0021210E" w:rsidP="000754EC">
            <w:pPr>
              <w:pStyle w:val="SIText"/>
            </w:pPr>
          </w:p>
          <w:p w14:paraId="66CD5AD5"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F229B08" w14:textId="77777777" w:rsidR="00F1480E" w:rsidRPr="000754EC" w:rsidRDefault="00F1480E" w:rsidP="0035000E">
            <w:pPr>
              <w:pStyle w:val="SIBulletList2"/>
              <w:numPr>
                <w:ilvl w:val="0"/>
                <w:numId w:val="0"/>
              </w:numPr>
              <w:rPr>
                <w:rFonts w:eastAsia="Calibri"/>
              </w:rPr>
            </w:pPr>
          </w:p>
        </w:tc>
      </w:tr>
    </w:tbl>
    <w:p w14:paraId="7C2A37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ED820F1" w14:textId="77777777" w:rsidTr="004679E3">
        <w:tc>
          <w:tcPr>
            <w:tcW w:w="990" w:type="pct"/>
            <w:shd w:val="clear" w:color="auto" w:fill="auto"/>
          </w:tcPr>
          <w:p w14:paraId="7AA3109D" w14:textId="77777777" w:rsidR="00F1480E" w:rsidRPr="000754EC" w:rsidRDefault="00D71E43" w:rsidP="000754EC">
            <w:pPr>
              <w:pStyle w:val="SIHeading2"/>
            </w:pPr>
            <w:r w:rsidRPr="002C55E9">
              <w:t>L</w:t>
            </w:r>
            <w:r w:rsidRPr="000754EC">
              <w:t>inks</w:t>
            </w:r>
          </w:p>
        </w:tc>
        <w:tc>
          <w:tcPr>
            <w:tcW w:w="4010" w:type="pct"/>
            <w:shd w:val="clear" w:color="auto" w:fill="auto"/>
          </w:tcPr>
          <w:p w14:paraId="5CC14DF2" w14:textId="4B1EE9FB" w:rsidR="00F1480E" w:rsidRPr="000754EC" w:rsidRDefault="009E7F19" w:rsidP="000754EC">
            <w:pPr>
              <w:pStyle w:val="SIText"/>
            </w:pPr>
            <w:r w:rsidRPr="009E7F19">
              <w:t xml:space="preserve">Companion Volumes, including Implementation Guides, are available at VETNet: </w:t>
            </w:r>
            <w:hyperlink r:id="rId12" w:history="1">
              <w:r w:rsidRPr="009E7F19">
                <w:t>https://vetnet.education.gov.au/Pages/TrainingDocs.aspx?q=78b15323-cd38-483e-aad7-1159b570a5c4</w:t>
              </w:r>
            </w:hyperlink>
          </w:p>
        </w:tc>
      </w:tr>
    </w:tbl>
    <w:p w14:paraId="4474AA3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B212F" w14:textId="77777777" w:rsidR="0013585A" w:rsidRDefault="0013585A" w:rsidP="00BF3F0A">
      <w:r>
        <w:separator/>
      </w:r>
    </w:p>
    <w:p w14:paraId="0A24E4B0" w14:textId="77777777" w:rsidR="0013585A" w:rsidRDefault="0013585A"/>
  </w:endnote>
  <w:endnote w:type="continuationSeparator" w:id="0">
    <w:p w14:paraId="1756FD8F" w14:textId="77777777" w:rsidR="0013585A" w:rsidRDefault="0013585A" w:rsidP="00BF3F0A">
      <w:r>
        <w:continuationSeparator/>
      </w:r>
    </w:p>
    <w:p w14:paraId="7F4A0CAB" w14:textId="77777777" w:rsidR="0013585A" w:rsidRDefault="00135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ABF0609" w14:textId="4498C77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A22C3">
          <w:rPr>
            <w:noProof/>
          </w:rPr>
          <w:t>1</w:t>
        </w:r>
        <w:r w:rsidRPr="000754EC">
          <w:fldChar w:fldCharType="end"/>
        </w:r>
      </w:p>
      <w:p w14:paraId="6D57731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EE721C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E7400" w14:textId="77777777" w:rsidR="0013585A" w:rsidRDefault="0013585A" w:rsidP="00BF3F0A">
      <w:r>
        <w:separator/>
      </w:r>
    </w:p>
    <w:p w14:paraId="3C550E8C" w14:textId="77777777" w:rsidR="0013585A" w:rsidRDefault="0013585A"/>
  </w:footnote>
  <w:footnote w:type="continuationSeparator" w:id="0">
    <w:p w14:paraId="19B6D34E" w14:textId="77777777" w:rsidR="0013585A" w:rsidRDefault="0013585A" w:rsidP="00BF3F0A">
      <w:r>
        <w:continuationSeparator/>
      </w:r>
    </w:p>
    <w:p w14:paraId="15D50605" w14:textId="77777777" w:rsidR="0013585A" w:rsidRDefault="001358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33AE4" w14:textId="73DFB340" w:rsidR="009C2650" w:rsidRPr="000754EC" w:rsidRDefault="003129B9" w:rsidP="00146EEC">
    <w:pPr>
      <w:pStyle w:val="SIText"/>
    </w:pPr>
    <w:r>
      <w:t>FBPCHE5</w:t>
    </w:r>
    <w:r w:rsidR="00A83899">
      <w:t>006</w:t>
    </w:r>
    <w:r>
      <w:t xml:space="preserve"> </w:t>
    </w:r>
    <w:r w:rsidR="00FC21FC" w:rsidRPr="00FC21FC">
      <w:t>Produce rennet coagulated artisan cheese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534DA"/>
    <w:multiLevelType w:val="multilevel"/>
    <w:tmpl w:val="B85E8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2"/>
  </w:num>
  <w:num w:numId="6">
    <w:abstractNumId w:val="8"/>
  </w:num>
  <w:num w:numId="7">
    <w:abstractNumId w:val="3"/>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A00"/>
    <w:rsid w:val="000014B9"/>
    <w:rsid w:val="000054D5"/>
    <w:rsid w:val="00005A15"/>
    <w:rsid w:val="0001108F"/>
    <w:rsid w:val="000115E2"/>
    <w:rsid w:val="000126D0"/>
    <w:rsid w:val="0001296A"/>
    <w:rsid w:val="00016803"/>
    <w:rsid w:val="00020839"/>
    <w:rsid w:val="00023992"/>
    <w:rsid w:val="000275AE"/>
    <w:rsid w:val="000322E2"/>
    <w:rsid w:val="00041E37"/>
    <w:rsid w:val="00041E59"/>
    <w:rsid w:val="00064BFE"/>
    <w:rsid w:val="0006630B"/>
    <w:rsid w:val="00070B3E"/>
    <w:rsid w:val="00071F95"/>
    <w:rsid w:val="000737BB"/>
    <w:rsid w:val="00074E47"/>
    <w:rsid w:val="000754EC"/>
    <w:rsid w:val="0009093B"/>
    <w:rsid w:val="000A5441"/>
    <w:rsid w:val="000A7570"/>
    <w:rsid w:val="000C149A"/>
    <w:rsid w:val="000C224E"/>
    <w:rsid w:val="000E25E6"/>
    <w:rsid w:val="000E2C86"/>
    <w:rsid w:val="000E45F6"/>
    <w:rsid w:val="000F29F2"/>
    <w:rsid w:val="00101659"/>
    <w:rsid w:val="001078BF"/>
    <w:rsid w:val="00133957"/>
    <w:rsid w:val="0013585A"/>
    <w:rsid w:val="001372F6"/>
    <w:rsid w:val="00144385"/>
    <w:rsid w:val="00146A00"/>
    <w:rsid w:val="00146EEC"/>
    <w:rsid w:val="00151D55"/>
    <w:rsid w:val="00151D93"/>
    <w:rsid w:val="00152D05"/>
    <w:rsid w:val="00156EF3"/>
    <w:rsid w:val="00176E4F"/>
    <w:rsid w:val="00184493"/>
    <w:rsid w:val="0018546B"/>
    <w:rsid w:val="00192CDA"/>
    <w:rsid w:val="001966A7"/>
    <w:rsid w:val="001A6A3E"/>
    <w:rsid w:val="001A7B6D"/>
    <w:rsid w:val="001B34D5"/>
    <w:rsid w:val="001B513A"/>
    <w:rsid w:val="001C0A75"/>
    <w:rsid w:val="001C1306"/>
    <w:rsid w:val="001D5C1B"/>
    <w:rsid w:val="001D7F5B"/>
    <w:rsid w:val="001E16BC"/>
    <w:rsid w:val="001E16DF"/>
    <w:rsid w:val="001F2BA5"/>
    <w:rsid w:val="001F308D"/>
    <w:rsid w:val="001F3AB9"/>
    <w:rsid w:val="001F5E90"/>
    <w:rsid w:val="00201A7C"/>
    <w:rsid w:val="0021210E"/>
    <w:rsid w:val="0021365F"/>
    <w:rsid w:val="0021414D"/>
    <w:rsid w:val="00223124"/>
    <w:rsid w:val="00233143"/>
    <w:rsid w:val="00234444"/>
    <w:rsid w:val="00242293"/>
    <w:rsid w:val="00244EA7"/>
    <w:rsid w:val="00262FC3"/>
    <w:rsid w:val="0026394F"/>
    <w:rsid w:val="00276DB8"/>
    <w:rsid w:val="00282664"/>
    <w:rsid w:val="00285FB8"/>
    <w:rsid w:val="002970C3"/>
    <w:rsid w:val="002A189E"/>
    <w:rsid w:val="002A4CD3"/>
    <w:rsid w:val="002A6CC4"/>
    <w:rsid w:val="002C3682"/>
    <w:rsid w:val="002C55E9"/>
    <w:rsid w:val="002D0C8B"/>
    <w:rsid w:val="002D330A"/>
    <w:rsid w:val="002D4BB4"/>
    <w:rsid w:val="002E193E"/>
    <w:rsid w:val="002F680F"/>
    <w:rsid w:val="00310A6A"/>
    <w:rsid w:val="003129B9"/>
    <w:rsid w:val="003144E6"/>
    <w:rsid w:val="003306CA"/>
    <w:rsid w:val="00330BE4"/>
    <w:rsid w:val="00337E82"/>
    <w:rsid w:val="00342F42"/>
    <w:rsid w:val="00346FDC"/>
    <w:rsid w:val="00347B58"/>
    <w:rsid w:val="0035000E"/>
    <w:rsid w:val="00350BB1"/>
    <w:rsid w:val="00352C83"/>
    <w:rsid w:val="00366805"/>
    <w:rsid w:val="0037067D"/>
    <w:rsid w:val="00372512"/>
    <w:rsid w:val="0038735B"/>
    <w:rsid w:val="003916D1"/>
    <w:rsid w:val="003A21F0"/>
    <w:rsid w:val="003A277F"/>
    <w:rsid w:val="003A58BA"/>
    <w:rsid w:val="003A5AE7"/>
    <w:rsid w:val="003A7221"/>
    <w:rsid w:val="003B3493"/>
    <w:rsid w:val="003C13AE"/>
    <w:rsid w:val="003D2E73"/>
    <w:rsid w:val="003E72B6"/>
    <w:rsid w:val="003E7BBE"/>
    <w:rsid w:val="004127E3"/>
    <w:rsid w:val="00427E39"/>
    <w:rsid w:val="0043212E"/>
    <w:rsid w:val="00434366"/>
    <w:rsid w:val="00434ECE"/>
    <w:rsid w:val="00444423"/>
    <w:rsid w:val="00444A9A"/>
    <w:rsid w:val="00452F3E"/>
    <w:rsid w:val="004640AE"/>
    <w:rsid w:val="004679E3"/>
    <w:rsid w:val="00475172"/>
    <w:rsid w:val="004758B0"/>
    <w:rsid w:val="00482BC7"/>
    <w:rsid w:val="004832D2"/>
    <w:rsid w:val="00485559"/>
    <w:rsid w:val="004A142B"/>
    <w:rsid w:val="004A3860"/>
    <w:rsid w:val="004A44E8"/>
    <w:rsid w:val="004A7706"/>
    <w:rsid w:val="004B29B7"/>
    <w:rsid w:val="004B7A28"/>
    <w:rsid w:val="004C1074"/>
    <w:rsid w:val="004C2244"/>
    <w:rsid w:val="004C79A1"/>
    <w:rsid w:val="004D0D5F"/>
    <w:rsid w:val="004D1569"/>
    <w:rsid w:val="004D44B1"/>
    <w:rsid w:val="004D795F"/>
    <w:rsid w:val="004E0460"/>
    <w:rsid w:val="004E1579"/>
    <w:rsid w:val="004E5FAE"/>
    <w:rsid w:val="004E6245"/>
    <w:rsid w:val="004E6741"/>
    <w:rsid w:val="004E7094"/>
    <w:rsid w:val="004F5DC7"/>
    <w:rsid w:val="004F78DA"/>
    <w:rsid w:val="00520E9A"/>
    <w:rsid w:val="00522CF9"/>
    <w:rsid w:val="005248C1"/>
    <w:rsid w:val="00526134"/>
    <w:rsid w:val="00527870"/>
    <w:rsid w:val="005405B2"/>
    <w:rsid w:val="005427C8"/>
    <w:rsid w:val="005446D1"/>
    <w:rsid w:val="005476C2"/>
    <w:rsid w:val="00554CF3"/>
    <w:rsid w:val="00556C4C"/>
    <w:rsid w:val="00557369"/>
    <w:rsid w:val="00564ADD"/>
    <w:rsid w:val="005708EB"/>
    <w:rsid w:val="00575BC6"/>
    <w:rsid w:val="00581BF1"/>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0EE8"/>
    <w:rsid w:val="00643D1B"/>
    <w:rsid w:val="006452B8"/>
    <w:rsid w:val="00652E62"/>
    <w:rsid w:val="0068337E"/>
    <w:rsid w:val="00686A49"/>
    <w:rsid w:val="00687B62"/>
    <w:rsid w:val="00690C44"/>
    <w:rsid w:val="00691F77"/>
    <w:rsid w:val="00692301"/>
    <w:rsid w:val="006969D9"/>
    <w:rsid w:val="006A2B68"/>
    <w:rsid w:val="006B34D9"/>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6165"/>
    <w:rsid w:val="00751F6E"/>
    <w:rsid w:val="00752C75"/>
    <w:rsid w:val="00757005"/>
    <w:rsid w:val="00761DBE"/>
    <w:rsid w:val="0076523B"/>
    <w:rsid w:val="00771B60"/>
    <w:rsid w:val="00781D77"/>
    <w:rsid w:val="00783549"/>
    <w:rsid w:val="007860B7"/>
    <w:rsid w:val="00786DC8"/>
    <w:rsid w:val="007A300D"/>
    <w:rsid w:val="007A597F"/>
    <w:rsid w:val="007B5308"/>
    <w:rsid w:val="007D5A78"/>
    <w:rsid w:val="007E3BD1"/>
    <w:rsid w:val="007F1563"/>
    <w:rsid w:val="007F1EB2"/>
    <w:rsid w:val="007F44DB"/>
    <w:rsid w:val="007F5A8B"/>
    <w:rsid w:val="00817D51"/>
    <w:rsid w:val="008209AC"/>
    <w:rsid w:val="00823530"/>
    <w:rsid w:val="00823FF4"/>
    <w:rsid w:val="00824438"/>
    <w:rsid w:val="00830267"/>
    <w:rsid w:val="008306E7"/>
    <w:rsid w:val="00834BC8"/>
    <w:rsid w:val="00837FD6"/>
    <w:rsid w:val="00845F46"/>
    <w:rsid w:val="00847B60"/>
    <w:rsid w:val="00850243"/>
    <w:rsid w:val="00851BE5"/>
    <w:rsid w:val="008545EB"/>
    <w:rsid w:val="00865011"/>
    <w:rsid w:val="00873DB1"/>
    <w:rsid w:val="00886790"/>
    <w:rsid w:val="00887E64"/>
    <w:rsid w:val="008908DE"/>
    <w:rsid w:val="00890D5A"/>
    <w:rsid w:val="008A12ED"/>
    <w:rsid w:val="008A39D3"/>
    <w:rsid w:val="008B00B9"/>
    <w:rsid w:val="008B2C77"/>
    <w:rsid w:val="008B4AD2"/>
    <w:rsid w:val="008B7138"/>
    <w:rsid w:val="008C4284"/>
    <w:rsid w:val="008E260C"/>
    <w:rsid w:val="008E39BE"/>
    <w:rsid w:val="008E62EC"/>
    <w:rsid w:val="008F32F6"/>
    <w:rsid w:val="00904602"/>
    <w:rsid w:val="00914D0E"/>
    <w:rsid w:val="00916CD7"/>
    <w:rsid w:val="00920927"/>
    <w:rsid w:val="00921B38"/>
    <w:rsid w:val="00923720"/>
    <w:rsid w:val="00927075"/>
    <w:rsid w:val="009278C9"/>
    <w:rsid w:val="00932CD7"/>
    <w:rsid w:val="00944C09"/>
    <w:rsid w:val="009527CB"/>
    <w:rsid w:val="00953835"/>
    <w:rsid w:val="00960F6C"/>
    <w:rsid w:val="00967FF0"/>
    <w:rsid w:val="00970747"/>
    <w:rsid w:val="00983BD8"/>
    <w:rsid w:val="009A5900"/>
    <w:rsid w:val="009A6E6C"/>
    <w:rsid w:val="009A6F3F"/>
    <w:rsid w:val="009A743C"/>
    <w:rsid w:val="009B331A"/>
    <w:rsid w:val="009C2650"/>
    <w:rsid w:val="009C4F14"/>
    <w:rsid w:val="009D15E2"/>
    <w:rsid w:val="009D15FE"/>
    <w:rsid w:val="009D3748"/>
    <w:rsid w:val="009D5D2C"/>
    <w:rsid w:val="009E7F19"/>
    <w:rsid w:val="009F0DCC"/>
    <w:rsid w:val="009F11CA"/>
    <w:rsid w:val="009F2D07"/>
    <w:rsid w:val="00A0695B"/>
    <w:rsid w:val="00A13052"/>
    <w:rsid w:val="00A207DF"/>
    <w:rsid w:val="00A216A8"/>
    <w:rsid w:val="00A223A6"/>
    <w:rsid w:val="00A5092E"/>
    <w:rsid w:val="00A554D6"/>
    <w:rsid w:val="00A56E14"/>
    <w:rsid w:val="00A576C5"/>
    <w:rsid w:val="00A6198E"/>
    <w:rsid w:val="00A6476B"/>
    <w:rsid w:val="00A72712"/>
    <w:rsid w:val="00A76C6C"/>
    <w:rsid w:val="00A83899"/>
    <w:rsid w:val="00A87356"/>
    <w:rsid w:val="00A92DD1"/>
    <w:rsid w:val="00A9730B"/>
    <w:rsid w:val="00AA5338"/>
    <w:rsid w:val="00AA5830"/>
    <w:rsid w:val="00AB1B8E"/>
    <w:rsid w:val="00AC0696"/>
    <w:rsid w:val="00AC4C98"/>
    <w:rsid w:val="00AC5F6B"/>
    <w:rsid w:val="00AC7D0F"/>
    <w:rsid w:val="00AD3896"/>
    <w:rsid w:val="00AD5B47"/>
    <w:rsid w:val="00AE1ED9"/>
    <w:rsid w:val="00AE32CB"/>
    <w:rsid w:val="00AF3957"/>
    <w:rsid w:val="00B0513A"/>
    <w:rsid w:val="00B12013"/>
    <w:rsid w:val="00B13747"/>
    <w:rsid w:val="00B22C67"/>
    <w:rsid w:val="00B3508F"/>
    <w:rsid w:val="00B443EE"/>
    <w:rsid w:val="00B560C8"/>
    <w:rsid w:val="00B61150"/>
    <w:rsid w:val="00B65BC7"/>
    <w:rsid w:val="00B746B9"/>
    <w:rsid w:val="00B848D4"/>
    <w:rsid w:val="00B865B7"/>
    <w:rsid w:val="00BA1CB1"/>
    <w:rsid w:val="00BA4178"/>
    <w:rsid w:val="00BA482D"/>
    <w:rsid w:val="00BB10A7"/>
    <w:rsid w:val="00BB23F4"/>
    <w:rsid w:val="00BC5075"/>
    <w:rsid w:val="00BC5419"/>
    <w:rsid w:val="00BD3B0F"/>
    <w:rsid w:val="00BE0818"/>
    <w:rsid w:val="00BF1D4C"/>
    <w:rsid w:val="00BF3F0A"/>
    <w:rsid w:val="00C143C3"/>
    <w:rsid w:val="00C1739B"/>
    <w:rsid w:val="00C21ADE"/>
    <w:rsid w:val="00C26067"/>
    <w:rsid w:val="00C30A29"/>
    <w:rsid w:val="00C317DC"/>
    <w:rsid w:val="00C37490"/>
    <w:rsid w:val="00C578E9"/>
    <w:rsid w:val="00C6165C"/>
    <w:rsid w:val="00C70626"/>
    <w:rsid w:val="00C72860"/>
    <w:rsid w:val="00C73582"/>
    <w:rsid w:val="00C73B90"/>
    <w:rsid w:val="00C742EC"/>
    <w:rsid w:val="00C9069C"/>
    <w:rsid w:val="00C942CB"/>
    <w:rsid w:val="00C96AF3"/>
    <w:rsid w:val="00C97CCC"/>
    <w:rsid w:val="00CA0274"/>
    <w:rsid w:val="00CA2012"/>
    <w:rsid w:val="00CB56B0"/>
    <w:rsid w:val="00CB746F"/>
    <w:rsid w:val="00CB755B"/>
    <w:rsid w:val="00CC451E"/>
    <w:rsid w:val="00CD4E9D"/>
    <w:rsid w:val="00CD4F4D"/>
    <w:rsid w:val="00CE7D19"/>
    <w:rsid w:val="00CF0CF5"/>
    <w:rsid w:val="00CF2B3E"/>
    <w:rsid w:val="00D0201F"/>
    <w:rsid w:val="00D03685"/>
    <w:rsid w:val="00D03B4E"/>
    <w:rsid w:val="00D07D4E"/>
    <w:rsid w:val="00D115AA"/>
    <w:rsid w:val="00D145BE"/>
    <w:rsid w:val="00D20C57"/>
    <w:rsid w:val="00D25D16"/>
    <w:rsid w:val="00D32124"/>
    <w:rsid w:val="00D54C76"/>
    <w:rsid w:val="00D6563A"/>
    <w:rsid w:val="00D71E43"/>
    <w:rsid w:val="00D727F3"/>
    <w:rsid w:val="00D73695"/>
    <w:rsid w:val="00D810DE"/>
    <w:rsid w:val="00D87D32"/>
    <w:rsid w:val="00D91188"/>
    <w:rsid w:val="00D92C83"/>
    <w:rsid w:val="00DA0A81"/>
    <w:rsid w:val="00DA3C10"/>
    <w:rsid w:val="00DA53B5"/>
    <w:rsid w:val="00DC1D69"/>
    <w:rsid w:val="00DC5415"/>
    <w:rsid w:val="00DC5A3A"/>
    <w:rsid w:val="00DC74B6"/>
    <w:rsid w:val="00DD03A0"/>
    <w:rsid w:val="00DD0726"/>
    <w:rsid w:val="00DE4A68"/>
    <w:rsid w:val="00E04C6E"/>
    <w:rsid w:val="00E238E6"/>
    <w:rsid w:val="00E23C27"/>
    <w:rsid w:val="00E35064"/>
    <w:rsid w:val="00E3681D"/>
    <w:rsid w:val="00E40225"/>
    <w:rsid w:val="00E501F0"/>
    <w:rsid w:val="00E6166D"/>
    <w:rsid w:val="00E91BFF"/>
    <w:rsid w:val="00E92933"/>
    <w:rsid w:val="00E94FAD"/>
    <w:rsid w:val="00EA22C3"/>
    <w:rsid w:val="00EA6E26"/>
    <w:rsid w:val="00EB0AA4"/>
    <w:rsid w:val="00EB5C88"/>
    <w:rsid w:val="00EB6EA1"/>
    <w:rsid w:val="00EC0469"/>
    <w:rsid w:val="00EE0D76"/>
    <w:rsid w:val="00EF01F8"/>
    <w:rsid w:val="00EF37BB"/>
    <w:rsid w:val="00EF40EF"/>
    <w:rsid w:val="00EF47FE"/>
    <w:rsid w:val="00F069BD"/>
    <w:rsid w:val="00F1480E"/>
    <w:rsid w:val="00F1497D"/>
    <w:rsid w:val="00F16AAC"/>
    <w:rsid w:val="00F33FF2"/>
    <w:rsid w:val="00F35235"/>
    <w:rsid w:val="00F42537"/>
    <w:rsid w:val="00F438FC"/>
    <w:rsid w:val="00F5616F"/>
    <w:rsid w:val="00F56451"/>
    <w:rsid w:val="00F56827"/>
    <w:rsid w:val="00F62866"/>
    <w:rsid w:val="00F65EF0"/>
    <w:rsid w:val="00F71651"/>
    <w:rsid w:val="00F73636"/>
    <w:rsid w:val="00F76191"/>
    <w:rsid w:val="00F76CC6"/>
    <w:rsid w:val="00F80AAD"/>
    <w:rsid w:val="00F810B9"/>
    <w:rsid w:val="00F83D7C"/>
    <w:rsid w:val="00F93875"/>
    <w:rsid w:val="00FB19E1"/>
    <w:rsid w:val="00FB232E"/>
    <w:rsid w:val="00FC21FC"/>
    <w:rsid w:val="00FD557D"/>
    <w:rsid w:val="00FE0282"/>
    <w:rsid w:val="00FE124D"/>
    <w:rsid w:val="00FE6C2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0C5E1"/>
  <w15:docId w15:val="{4348E186-D02B-4326-90F9-0188227B0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46A00"/>
    <w:pPr>
      <w:spacing w:after="120"/>
    </w:pPr>
  </w:style>
  <w:style w:type="character" w:customStyle="1" w:styleId="BodyTextChar">
    <w:name w:val="Body Text Char"/>
    <w:basedOn w:val="DefaultParagraphFont"/>
    <w:link w:val="BodyText"/>
    <w:uiPriority w:val="99"/>
    <w:semiHidden/>
    <w:rsid w:val="00146A00"/>
    <w:rPr>
      <w:rFonts w:ascii="Arial" w:eastAsia="Times New Roman" w:hAnsi="Arial" w:cs="Times New Roman"/>
      <w:sz w:val="20"/>
      <w:lang w:eastAsia="en-AU"/>
    </w:rPr>
  </w:style>
  <w:style w:type="paragraph" w:styleId="DocumentMap">
    <w:name w:val="Document Map"/>
    <w:basedOn w:val="Normal"/>
    <w:link w:val="DocumentMapChar"/>
    <w:uiPriority w:val="99"/>
    <w:semiHidden/>
    <w:unhideWhenUsed/>
    <w:locked/>
    <w:rsid w:val="00C942CB"/>
    <w:rPr>
      <w:rFonts w:ascii="Helvetica" w:hAnsi="Helvetica"/>
      <w:sz w:val="24"/>
      <w:szCs w:val="24"/>
    </w:rPr>
  </w:style>
  <w:style w:type="character" w:customStyle="1" w:styleId="DocumentMapChar">
    <w:name w:val="Document Map Char"/>
    <w:basedOn w:val="DefaultParagraphFont"/>
    <w:link w:val="DocumentMap"/>
    <w:uiPriority w:val="99"/>
    <w:semiHidden/>
    <w:rsid w:val="00C942CB"/>
    <w:rPr>
      <w:rFonts w:ascii="Helvetica" w:eastAsia="Times New Roman" w:hAnsi="Helvetica"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65114">
      <w:bodyDiv w:val="1"/>
      <w:marLeft w:val="0"/>
      <w:marRight w:val="0"/>
      <w:marTop w:val="0"/>
      <w:marBottom w:val="0"/>
      <w:divBdr>
        <w:top w:val="none" w:sz="0" w:space="0" w:color="auto"/>
        <w:left w:val="none" w:sz="0" w:space="0" w:color="auto"/>
        <w:bottom w:val="none" w:sz="0" w:space="0" w:color="auto"/>
        <w:right w:val="none" w:sz="0" w:space="0" w:color="auto"/>
      </w:divBdr>
    </w:div>
    <w:div w:id="216284072">
      <w:bodyDiv w:val="1"/>
      <w:marLeft w:val="0"/>
      <w:marRight w:val="0"/>
      <w:marTop w:val="0"/>
      <w:marBottom w:val="0"/>
      <w:divBdr>
        <w:top w:val="none" w:sz="0" w:space="0" w:color="auto"/>
        <w:left w:val="none" w:sz="0" w:space="0" w:color="auto"/>
        <w:bottom w:val="none" w:sz="0" w:space="0" w:color="auto"/>
        <w:right w:val="none" w:sz="0" w:space="0" w:color="auto"/>
      </w:divBdr>
    </w:div>
    <w:div w:id="27518706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3170618">
      <w:bodyDiv w:val="1"/>
      <w:marLeft w:val="0"/>
      <w:marRight w:val="0"/>
      <w:marTop w:val="0"/>
      <w:marBottom w:val="0"/>
      <w:divBdr>
        <w:top w:val="none" w:sz="0" w:space="0" w:color="auto"/>
        <w:left w:val="none" w:sz="0" w:space="0" w:color="auto"/>
        <w:bottom w:val="none" w:sz="0" w:space="0" w:color="auto"/>
        <w:right w:val="none" w:sz="0" w:space="0" w:color="auto"/>
      </w:divBdr>
    </w:div>
    <w:div w:id="466096198">
      <w:bodyDiv w:val="1"/>
      <w:marLeft w:val="0"/>
      <w:marRight w:val="0"/>
      <w:marTop w:val="0"/>
      <w:marBottom w:val="0"/>
      <w:divBdr>
        <w:top w:val="none" w:sz="0" w:space="0" w:color="auto"/>
        <w:left w:val="none" w:sz="0" w:space="0" w:color="auto"/>
        <w:bottom w:val="none" w:sz="0" w:space="0" w:color="auto"/>
        <w:right w:val="none" w:sz="0" w:space="0" w:color="auto"/>
      </w:divBdr>
    </w:div>
    <w:div w:id="472986846">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87534070">
      <w:bodyDiv w:val="1"/>
      <w:marLeft w:val="0"/>
      <w:marRight w:val="0"/>
      <w:marTop w:val="0"/>
      <w:marBottom w:val="0"/>
      <w:divBdr>
        <w:top w:val="none" w:sz="0" w:space="0" w:color="auto"/>
        <w:left w:val="none" w:sz="0" w:space="0" w:color="auto"/>
        <w:bottom w:val="none" w:sz="0" w:space="0" w:color="auto"/>
        <w:right w:val="none" w:sz="0" w:space="0" w:color="auto"/>
      </w:divBdr>
    </w:div>
    <w:div w:id="1283993564">
      <w:bodyDiv w:val="1"/>
      <w:marLeft w:val="0"/>
      <w:marRight w:val="0"/>
      <w:marTop w:val="0"/>
      <w:marBottom w:val="0"/>
      <w:divBdr>
        <w:top w:val="none" w:sz="0" w:space="0" w:color="auto"/>
        <w:left w:val="none" w:sz="0" w:space="0" w:color="auto"/>
        <w:bottom w:val="none" w:sz="0" w:space="0" w:color="auto"/>
        <w:right w:val="none" w:sz="0" w:space="0" w:color="auto"/>
      </w:divBdr>
    </w:div>
    <w:div w:id="1382828638">
      <w:bodyDiv w:val="1"/>
      <w:marLeft w:val="0"/>
      <w:marRight w:val="0"/>
      <w:marTop w:val="0"/>
      <w:marBottom w:val="0"/>
      <w:divBdr>
        <w:top w:val="none" w:sz="0" w:space="0" w:color="auto"/>
        <w:left w:val="none" w:sz="0" w:space="0" w:color="auto"/>
        <w:bottom w:val="none" w:sz="0" w:space="0" w:color="auto"/>
        <w:right w:val="none" w:sz="0" w:space="0" w:color="auto"/>
      </w:divBdr>
    </w:div>
    <w:div w:id="1448159305">
      <w:bodyDiv w:val="1"/>
      <w:marLeft w:val="0"/>
      <w:marRight w:val="0"/>
      <w:marTop w:val="0"/>
      <w:marBottom w:val="0"/>
      <w:divBdr>
        <w:top w:val="none" w:sz="0" w:space="0" w:color="auto"/>
        <w:left w:val="none" w:sz="0" w:space="0" w:color="auto"/>
        <w:bottom w:val="none" w:sz="0" w:space="0" w:color="auto"/>
        <w:right w:val="none" w:sz="0" w:space="0" w:color="auto"/>
      </w:divBdr>
    </w:div>
    <w:div w:id="1547834658">
      <w:bodyDiv w:val="1"/>
      <w:marLeft w:val="0"/>
      <w:marRight w:val="0"/>
      <w:marTop w:val="0"/>
      <w:marBottom w:val="0"/>
      <w:divBdr>
        <w:top w:val="none" w:sz="0" w:space="0" w:color="auto"/>
        <w:left w:val="none" w:sz="0" w:space="0" w:color="auto"/>
        <w:bottom w:val="none" w:sz="0" w:space="0" w:color="auto"/>
        <w:right w:val="none" w:sz="0" w:space="0" w:color="auto"/>
      </w:divBdr>
    </w:div>
    <w:div w:id="1624536493">
      <w:bodyDiv w:val="1"/>
      <w:marLeft w:val="0"/>
      <w:marRight w:val="0"/>
      <w:marTop w:val="0"/>
      <w:marBottom w:val="0"/>
      <w:divBdr>
        <w:top w:val="none" w:sz="0" w:space="0" w:color="auto"/>
        <w:left w:val="none" w:sz="0" w:space="0" w:color="auto"/>
        <w:bottom w:val="none" w:sz="0" w:space="0" w:color="auto"/>
        <w:right w:val="none" w:sz="0" w:space="0" w:color="auto"/>
      </w:divBdr>
    </w:div>
    <w:div w:id="178199289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7ACAE464F2914091ECA40D2D83EE19" ma:contentTypeVersion="" ma:contentTypeDescription="Create a new document." ma:contentTypeScope="" ma:versionID="6a1dabc7f087402b9c2b719623e2b4f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9CCFC-E933-4E9F-A9D8-CAE5D5991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65DCEBE-C931-4679-A2D1-F8BB4AA4A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367</TotalTime>
  <Pages>5</Pages>
  <Words>1738</Words>
  <Characters>9909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FBPCHE5006 Produce rennet coagulated artisan cheese</vt:lpstr>
    </vt:vector>
  </TitlesOfParts>
  <Manager/>
  <Company>AgriFood Skills Australia</Company>
  <LinksUpToDate>false</LinksUpToDate>
  <CharactersWithSpaces>11624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FBPCHE5006 Produce rennet coagulated artisan cheese</dc:title>
  <dc:subject/>
  <dc:creator>Trevor</dc:creator>
  <cp:keywords/>
  <dc:description/>
  <cp:lastModifiedBy>Danni McDonald</cp:lastModifiedBy>
  <cp:revision>60</cp:revision>
  <cp:lastPrinted>2016-05-27T05:21:00Z</cp:lastPrinted>
  <dcterms:created xsi:type="dcterms:W3CDTF">2017-09-20T00:46:00Z</dcterms:created>
  <dcterms:modified xsi:type="dcterms:W3CDTF">2019-09-04T04:28:00Z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0x010100E07ACAE464F2914091ECA40D2D83EE19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024">
    <vt:lpwstr>498</vt:lpwstr>
  </property>
</Properties>
</file>