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3DB136FE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</w:t>
            </w:r>
            <w:r w:rsidR="001D5F5E">
              <w:t>000</w:t>
            </w:r>
            <w:r w:rsidR="002808A4">
              <w:t>39</w:t>
            </w:r>
          </w:p>
        </w:tc>
        <w:tc>
          <w:tcPr>
            <w:tcW w:w="3604" w:type="pct"/>
            <w:shd w:val="clear" w:color="auto" w:fill="auto"/>
          </w:tcPr>
          <w:p w14:paraId="30393142" w14:textId="1DFAAE9E" w:rsidR="00A301E0" w:rsidRPr="00923720" w:rsidRDefault="0051167C" w:rsidP="009C7708">
            <w:pPr>
              <w:pStyle w:val="SISStitle"/>
            </w:pPr>
            <w:r>
              <w:t xml:space="preserve">Prepare to </w:t>
            </w:r>
            <w:r w:rsidR="001D5F5E">
              <w:t>S</w:t>
            </w:r>
            <w:r>
              <w:t xml:space="preserve">et up an </w:t>
            </w:r>
            <w:r w:rsidR="001D5F5E">
              <w:t>A</w:t>
            </w:r>
            <w:r>
              <w:t xml:space="preserve">rtisan </w:t>
            </w:r>
            <w:r w:rsidR="001D5F5E">
              <w:t>F</w:t>
            </w:r>
            <w:r>
              <w:t xml:space="preserve">ood or </w:t>
            </w:r>
            <w:r w:rsidR="001D5F5E">
              <w:t>B</w:t>
            </w:r>
            <w:r>
              <w:t xml:space="preserve">everage </w:t>
            </w:r>
            <w:r w:rsidR="001D5F5E">
              <w:t>P</w:t>
            </w:r>
            <w:r>
              <w:t xml:space="preserve">roduction </w:t>
            </w:r>
            <w:r w:rsidR="001D5F5E">
              <w:t>B</w:t>
            </w:r>
            <w:r>
              <w:t>usiness</w:t>
            </w:r>
            <w:r w:rsidR="001D5F5E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25A8307E" w:rsidR="007961A9" w:rsidRPr="007961A9" w:rsidRDefault="0051167C" w:rsidP="007961A9">
            <w:pPr>
              <w:pStyle w:val="SIText"/>
            </w:pPr>
            <w:r w:rsidRPr="007961A9">
              <w:t xml:space="preserve">This </w:t>
            </w:r>
            <w:r w:rsidRPr="0051167C">
              <w:t xml:space="preserve">skill set is designed to cover the knowledge and skills required to </w:t>
            </w:r>
            <w:r>
              <w:t>prepare to set up an artisan food</w:t>
            </w:r>
            <w:r w:rsidRPr="0051167C">
              <w:t xml:space="preserve"> or beverage production </w:t>
            </w:r>
            <w:r>
              <w:t>business.</w:t>
            </w:r>
            <w:r w:rsidRPr="0051167C">
              <w:t xml:space="preserve"> 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25372E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77BEC8B2" w14:textId="77777777" w:rsidR="00613262" w:rsidRDefault="00613262" w:rsidP="00CA7DD1">
            <w:pPr>
              <w:pStyle w:val="SIBulletList1"/>
            </w:pPr>
            <w:r>
              <w:t xml:space="preserve">FBP40418 </w:t>
            </w:r>
            <w:r w:rsidRPr="0025372E">
              <w:t>Certificate IV in Food Science and Technology</w:t>
            </w:r>
          </w:p>
          <w:p w14:paraId="534FD3BC" w14:textId="387AC7BC" w:rsidR="00246396" w:rsidRDefault="00246396" w:rsidP="00613262">
            <w:pPr>
              <w:pStyle w:val="SIBulletList1"/>
            </w:pPr>
            <w:r w:rsidRPr="00D530DB">
              <w:t>FBP4</w:t>
            </w:r>
            <w:r>
              <w:t>06</w:t>
            </w:r>
            <w:r w:rsidRPr="00D530DB">
              <w:t xml:space="preserve">19 Certificate IV in </w:t>
            </w:r>
            <w:r>
              <w:t xml:space="preserve">Artisan </w:t>
            </w:r>
            <w:r w:rsidRPr="00D530DB">
              <w:t xml:space="preserve">Fermented </w:t>
            </w:r>
            <w:r>
              <w:t>Products</w:t>
            </w:r>
          </w:p>
          <w:p w14:paraId="5B65B64D" w14:textId="1BD19BB9" w:rsidR="00613262" w:rsidRDefault="00613262" w:rsidP="00613262">
            <w:pPr>
              <w:pStyle w:val="SIBulletList1"/>
            </w:pPr>
            <w:r>
              <w:t>FBP50118</w:t>
            </w:r>
            <w:r w:rsidRPr="0025372E">
              <w:t xml:space="preserve"> Diploma of Food Science and Technology</w:t>
            </w:r>
          </w:p>
          <w:p w14:paraId="34CB56D3" w14:textId="2C44D9AB" w:rsidR="00246396" w:rsidRPr="00D530DB" w:rsidRDefault="00246396" w:rsidP="00D530DB">
            <w:pPr>
              <w:pStyle w:val="SIBulletList1"/>
            </w:pPr>
            <w:r>
              <w:t>FBP50319 Diploma of Artisan Cheesemaking</w:t>
            </w:r>
          </w:p>
          <w:p w14:paraId="5093C979" w14:textId="1C1FED87" w:rsidR="00500701" w:rsidRPr="00890663" w:rsidRDefault="00500701" w:rsidP="002A588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7555734" w14:textId="739F28A5" w:rsidR="0051167C" w:rsidRPr="0051167C" w:rsidRDefault="0051167C" w:rsidP="0051167C">
            <w:pPr>
              <w:pStyle w:val="SIBulletList1"/>
            </w:pPr>
            <w:r w:rsidRPr="0051167C">
              <w:t>AHCBUS516</w:t>
            </w:r>
            <w:r>
              <w:t xml:space="preserve"> </w:t>
            </w:r>
            <w:r w:rsidRPr="0051167C">
              <w:t>Develop and review a business plan</w:t>
            </w:r>
          </w:p>
          <w:p w14:paraId="7C2ADDF9" w14:textId="486DBC25" w:rsidR="0051167C" w:rsidRDefault="0051167C" w:rsidP="00D530DB">
            <w:pPr>
              <w:pStyle w:val="SIBulletList1"/>
            </w:pPr>
            <w:r w:rsidRPr="0051167C">
              <w:t>FBPTEC5</w:t>
            </w:r>
            <w:r w:rsidR="001D5F5E">
              <w:t>003</w:t>
            </w:r>
            <w:r w:rsidRPr="0051167C">
              <w:t xml:space="preserve"> Design an artisan food production facility </w:t>
            </w:r>
          </w:p>
          <w:p w14:paraId="7AB3336A" w14:textId="299FA334" w:rsidR="0051167C" w:rsidRDefault="0051167C" w:rsidP="0051167C">
            <w:pPr>
              <w:pStyle w:val="SIBulletList1"/>
            </w:pPr>
            <w:r w:rsidRPr="0051167C">
              <w:t>MSMENV272 Participate in environmentally sustainable work practices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3DBB24B" w14:textId="7FE6CF37" w:rsidR="009E354E" w:rsidRPr="009E354E" w:rsidRDefault="00D530DB" w:rsidP="009E354E">
            <w:pPr>
              <w:pStyle w:val="SIText"/>
            </w:pPr>
            <w:r w:rsidRPr="00D530DB">
              <w:t xml:space="preserve">This skill set is for </w:t>
            </w:r>
            <w:r w:rsidR="002A5887">
              <w:t xml:space="preserve">those </w:t>
            </w:r>
            <w:r w:rsidR="00E36729">
              <w:t xml:space="preserve">who </w:t>
            </w:r>
            <w:r w:rsidR="009E354E">
              <w:t xml:space="preserve">aim to </w:t>
            </w:r>
            <w:r w:rsidR="009E354E" w:rsidRPr="009E354E">
              <w:t xml:space="preserve">set up an artisan food or beverage production business. </w:t>
            </w:r>
          </w:p>
          <w:p w14:paraId="2C5335AD" w14:textId="73B4382B" w:rsidR="0016138C" w:rsidRPr="009C7708" w:rsidRDefault="0016138C" w:rsidP="009C7708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42BD1E3F" w:rsidR="00DB557A" w:rsidRDefault="00D26449" w:rsidP="009E354E">
            <w:pPr>
              <w:pStyle w:val="SIText"/>
            </w:pPr>
            <w:r w:rsidRPr="00D26449">
              <w:t xml:space="preserve">These competencies from the </w:t>
            </w:r>
            <w:r w:rsidR="00BC74DC" w:rsidRPr="00CA7DD1">
              <w:rPr>
                <w:rStyle w:val="SIText-Italic"/>
              </w:rPr>
              <w:t xml:space="preserve">FBP </w:t>
            </w:r>
            <w:r w:rsidRPr="00CA7DD1">
              <w:rPr>
                <w:rStyle w:val="SIText-Italic"/>
              </w:rPr>
              <w:t>Food, Beverage and Pharmaceutical Training Package</w:t>
            </w:r>
            <w:r w:rsidR="0051167C">
              <w:rPr>
                <w:rStyle w:val="SIText-Italic"/>
              </w:rPr>
              <w:t xml:space="preserve">, </w:t>
            </w:r>
            <w:r w:rsidR="0051167C" w:rsidRPr="0051167C">
              <w:rPr>
                <w:rStyle w:val="SIText-Italic"/>
              </w:rPr>
              <w:t>AHC</w:t>
            </w:r>
            <w:r w:rsidR="0051167C" w:rsidRPr="0051167C">
              <w:t xml:space="preserve"> </w:t>
            </w:r>
            <w:r w:rsidR="0051167C" w:rsidRPr="0051167C">
              <w:rPr>
                <w:rStyle w:val="SIText-Italic"/>
              </w:rPr>
              <w:t>Agriculture, Horticulture and Conservation and Land Management Training Package</w:t>
            </w:r>
            <w:r w:rsidR="0051167C">
              <w:rPr>
                <w:rStyle w:val="SIText-Italic"/>
              </w:rPr>
              <w:t xml:space="preserve"> and the MSM </w:t>
            </w:r>
            <w:r w:rsidR="009E354E" w:rsidRPr="009E354E">
              <w:rPr>
                <w:rStyle w:val="SIText-Italic"/>
              </w:rPr>
              <w:t>Manufacturing Training Package</w:t>
            </w:r>
            <w:r w:rsidR="009E354E">
              <w:t xml:space="preserve"> </w:t>
            </w:r>
            <w:r w:rsidRPr="00D26449">
              <w:t xml:space="preserve">meet the requirements </w:t>
            </w:r>
            <w:r w:rsidR="0051167C">
              <w:t xml:space="preserve">for </w:t>
            </w:r>
            <w:r w:rsidR="002A5887">
              <w:t xml:space="preserve">those </w:t>
            </w:r>
            <w:r w:rsidR="002A5887" w:rsidRPr="002A5887">
              <w:t xml:space="preserve">who </w:t>
            </w:r>
            <w:r w:rsidR="0051167C">
              <w:t>preparing to set up an artisan</w:t>
            </w:r>
            <w:r w:rsidR="009E354E">
              <w:t xml:space="preserve"> </w:t>
            </w:r>
            <w:r w:rsidR="0051167C">
              <w:t>food or beverage production business.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B31FE" w14:textId="77777777" w:rsidR="002451E9" w:rsidRDefault="002451E9" w:rsidP="00BF3F0A">
      <w:r>
        <w:separator/>
      </w:r>
    </w:p>
    <w:p w14:paraId="6AE9C7D2" w14:textId="77777777" w:rsidR="002451E9" w:rsidRDefault="002451E9"/>
  </w:endnote>
  <w:endnote w:type="continuationSeparator" w:id="0">
    <w:p w14:paraId="127EF957" w14:textId="77777777" w:rsidR="002451E9" w:rsidRDefault="002451E9" w:rsidP="00BF3F0A">
      <w:r>
        <w:continuationSeparator/>
      </w:r>
    </w:p>
    <w:p w14:paraId="2C303441" w14:textId="77777777" w:rsidR="002451E9" w:rsidRDefault="00245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D6AACC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6A9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5E013" w14:textId="77777777" w:rsidR="002451E9" w:rsidRDefault="002451E9" w:rsidP="00BF3F0A">
      <w:r>
        <w:separator/>
      </w:r>
    </w:p>
    <w:p w14:paraId="69C1F90A" w14:textId="77777777" w:rsidR="002451E9" w:rsidRDefault="002451E9"/>
  </w:footnote>
  <w:footnote w:type="continuationSeparator" w:id="0">
    <w:p w14:paraId="1875A98F" w14:textId="77777777" w:rsidR="002451E9" w:rsidRDefault="002451E9" w:rsidP="00BF3F0A">
      <w:r>
        <w:continuationSeparator/>
      </w:r>
    </w:p>
    <w:p w14:paraId="74F693C2" w14:textId="77777777" w:rsidR="002451E9" w:rsidRDefault="00245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719F2FDF" w:rsidR="009C2650" w:rsidRDefault="00D530DB" w:rsidP="00D530DB">
    <w:pPr>
      <w:pStyle w:val="SIText"/>
    </w:pPr>
    <w:r w:rsidRPr="00D530DB">
      <w:t xml:space="preserve"> </w:t>
    </w:r>
    <w:r w:rsidR="002A5887" w:rsidRPr="002A5887">
      <w:t>FBPSS</w:t>
    </w:r>
    <w:r w:rsidR="001D5F5E">
      <w:t>000</w:t>
    </w:r>
    <w:r w:rsidR="002808A4">
      <w:t>39</w:t>
    </w:r>
    <w:r w:rsidR="002A5887" w:rsidRPr="002A5887">
      <w:t xml:space="preserve"> </w:t>
    </w:r>
    <w:r w:rsidR="0051167C">
      <w:t xml:space="preserve">Prepare to </w:t>
    </w:r>
    <w:r w:rsidR="001D5F5E">
      <w:t>S</w:t>
    </w:r>
    <w:r w:rsidR="0051167C">
      <w:t xml:space="preserve">et up an </w:t>
    </w:r>
    <w:r w:rsidR="001D5F5E">
      <w:t>A</w:t>
    </w:r>
    <w:r w:rsidR="0051167C">
      <w:t xml:space="preserve">rtisan </w:t>
    </w:r>
    <w:r w:rsidR="001D5F5E">
      <w:t>F</w:t>
    </w:r>
    <w:r w:rsidR="0051167C">
      <w:t xml:space="preserve">ood or </w:t>
    </w:r>
    <w:r w:rsidR="001D5F5E">
      <w:t>B</w:t>
    </w:r>
    <w:r w:rsidR="0051167C">
      <w:t xml:space="preserve">everage </w:t>
    </w:r>
    <w:r w:rsidR="001D5F5E">
      <w:t>P</w:t>
    </w:r>
    <w:r w:rsidR="0051167C">
      <w:t xml:space="preserve">roduction </w:t>
    </w:r>
    <w:r w:rsidR="001D5F5E">
      <w:t>B</w:t>
    </w:r>
    <w:r w:rsidR="0051167C">
      <w:t>usiness</w:t>
    </w:r>
    <w:r w:rsidR="001D5F5E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9A2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08A1"/>
    <w:rsid w:val="001B34D5"/>
    <w:rsid w:val="001B4975"/>
    <w:rsid w:val="001B513A"/>
    <w:rsid w:val="001C0A75"/>
    <w:rsid w:val="001D2756"/>
    <w:rsid w:val="001D5F5E"/>
    <w:rsid w:val="001E16BC"/>
    <w:rsid w:val="001F28F9"/>
    <w:rsid w:val="001F2BA5"/>
    <w:rsid w:val="001F308D"/>
    <w:rsid w:val="00201A7C"/>
    <w:rsid w:val="00205889"/>
    <w:rsid w:val="0021414D"/>
    <w:rsid w:val="00220A5C"/>
    <w:rsid w:val="00223124"/>
    <w:rsid w:val="00234444"/>
    <w:rsid w:val="002349E5"/>
    <w:rsid w:val="00242293"/>
    <w:rsid w:val="00244EA7"/>
    <w:rsid w:val="002451E9"/>
    <w:rsid w:val="00246396"/>
    <w:rsid w:val="0025372E"/>
    <w:rsid w:val="00262FC3"/>
    <w:rsid w:val="00276DB8"/>
    <w:rsid w:val="002808A4"/>
    <w:rsid w:val="00282664"/>
    <w:rsid w:val="00285FB8"/>
    <w:rsid w:val="002931C2"/>
    <w:rsid w:val="002A4CD3"/>
    <w:rsid w:val="002A5887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B1048"/>
    <w:rsid w:val="003C13AE"/>
    <w:rsid w:val="003C16B1"/>
    <w:rsid w:val="003D2E73"/>
    <w:rsid w:val="003E7BBE"/>
    <w:rsid w:val="004106FF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1167C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262"/>
    <w:rsid w:val="00613B49"/>
    <w:rsid w:val="00620E8E"/>
    <w:rsid w:val="00633CFE"/>
    <w:rsid w:val="00634FCA"/>
    <w:rsid w:val="006404B5"/>
    <w:rsid w:val="006452B8"/>
    <w:rsid w:val="00652E62"/>
    <w:rsid w:val="00655D35"/>
    <w:rsid w:val="00684F4D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19C0"/>
    <w:rsid w:val="00894FBB"/>
    <w:rsid w:val="008A09EB"/>
    <w:rsid w:val="008A12ED"/>
    <w:rsid w:val="008B2C77"/>
    <w:rsid w:val="008B4AD2"/>
    <w:rsid w:val="008B6A97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54E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E93"/>
    <w:rsid w:val="00A76C6C"/>
    <w:rsid w:val="00A772D9"/>
    <w:rsid w:val="00A7771F"/>
    <w:rsid w:val="00A860F5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E77CA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A7DD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8242C"/>
    <w:rsid w:val="00E91BFF"/>
    <w:rsid w:val="00E92933"/>
    <w:rsid w:val="00EA3B97"/>
    <w:rsid w:val="00EB0AA4"/>
    <w:rsid w:val="00EB5C88"/>
    <w:rsid w:val="00EB7EB1"/>
    <w:rsid w:val="00EC0469"/>
    <w:rsid w:val="00EE16C4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9EAA2C82-9EDD-46A6-B08B-778719282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D118ED-B173-41D1-9B10-0F2E50398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FBPSS00039 Prepare to Set up an Artisan Food or Beverage Production Business Skill Set</dc:title>
  <dc:subject/>
  <dc:creator>Danni McDonald</dc:creator>
  <cp:keywords/>
  <dc:description/>
  <cp:lastModifiedBy>Danni McDonald</cp:lastModifiedBy>
  <cp:revision>8</cp:revision>
  <cp:lastPrinted>2016-05-27T05:21:00Z</cp:lastPrinted>
  <dcterms:created xsi:type="dcterms:W3CDTF">2019-05-29T04:51:00Z</dcterms:created>
  <dcterms:modified xsi:type="dcterms:W3CDTF">2019-09-04T04:20:00Z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