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CA81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79A52E9" w14:textId="77777777" w:rsidTr="00146EEC">
        <w:tc>
          <w:tcPr>
            <w:tcW w:w="2689" w:type="dxa"/>
          </w:tcPr>
          <w:p w14:paraId="6F49C988" w14:textId="77777777" w:rsidR="00F1480E" w:rsidRPr="000754EC" w:rsidRDefault="00830267" w:rsidP="000754EC">
            <w:pPr>
              <w:pStyle w:val="SIText-Bold"/>
            </w:pPr>
            <w:r w:rsidRPr="00A326C2">
              <w:t>Release</w:t>
            </w:r>
          </w:p>
        </w:tc>
        <w:tc>
          <w:tcPr>
            <w:tcW w:w="6939" w:type="dxa"/>
          </w:tcPr>
          <w:p w14:paraId="7CC5494F" w14:textId="77777777" w:rsidR="00F1480E" w:rsidRPr="000754EC" w:rsidRDefault="00830267" w:rsidP="000754EC">
            <w:pPr>
              <w:pStyle w:val="SIText-Bold"/>
            </w:pPr>
            <w:r w:rsidRPr="00A326C2">
              <w:t>Comments</w:t>
            </w:r>
          </w:p>
        </w:tc>
      </w:tr>
      <w:tr w:rsidR="00F1480E" w14:paraId="79E350AB" w14:textId="77777777" w:rsidTr="00146EEC">
        <w:tc>
          <w:tcPr>
            <w:tcW w:w="2689" w:type="dxa"/>
          </w:tcPr>
          <w:p w14:paraId="366B8E2F" w14:textId="059879A4" w:rsidR="00F1480E" w:rsidRPr="000754EC" w:rsidRDefault="00F1480E" w:rsidP="000754EC">
            <w:pPr>
              <w:pStyle w:val="SIText"/>
            </w:pPr>
            <w:r w:rsidRPr="00CC451E">
              <w:t>Release</w:t>
            </w:r>
            <w:r w:rsidR="00334329">
              <w:t xml:space="preserve"> </w:t>
            </w:r>
            <w:r w:rsidR="00337E82" w:rsidRPr="000754EC">
              <w:t>1</w:t>
            </w:r>
          </w:p>
        </w:tc>
        <w:tc>
          <w:tcPr>
            <w:tcW w:w="6939" w:type="dxa"/>
          </w:tcPr>
          <w:p w14:paraId="573A7D3C" w14:textId="53DF7C5D" w:rsidR="00F1480E" w:rsidRPr="000754EC" w:rsidRDefault="001A5EAB" w:rsidP="001A5EAB">
            <w:pPr>
              <w:pStyle w:val="SIText"/>
            </w:pPr>
            <w:r w:rsidRPr="00241651">
              <w:t>This version released with RGR Racing and Breeding Training Package Version 3.0.</w:t>
            </w:r>
          </w:p>
        </w:tc>
      </w:tr>
    </w:tbl>
    <w:p w14:paraId="209AA3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1B1BD" w14:textId="77777777" w:rsidTr="00CA2922">
        <w:trPr>
          <w:tblHeader/>
        </w:trPr>
        <w:tc>
          <w:tcPr>
            <w:tcW w:w="1396" w:type="pct"/>
            <w:shd w:val="clear" w:color="auto" w:fill="auto"/>
          </w:tcPr>
          <w:p w14:paraId="67742874" w14:textId="7A1BE49A" w:rsidR="00F1480E" w:rsidRPr="000754EC" w:rsidRDefault="00241651" w:rsidP="00392DD5">
            <w:pPr>
              <w:pStyle w:val="SIUNITCODE"/>
            </w:pPr>
            <w:r>
              <w:t>RGR</w:t>
            </w:r>
            <w:r w:rsidR="004534C9" w:rsidRPr="004534C9">
              <w:t>HBR30</w:t>
            </w:r>
            <w:r w:rsidR="00392DD5">
              <w:t>3</w:t>
            </w:r>
          </w:p>
        </w:tc>
        <w:tc>
          <w:tcPr>
            <w:tcW w:w="3604" w:type="pct"/>
            <w:shd w:val="clear" w:color="auto" w:fill="auto"/>
          </w:tcPr>
          <w:p w14:paraId="6E40E22C" w14:textId="77777777" w:rsidR="00F1480E" w:rsidRPr="000754EC" w:rsidRDefault="004534C9" w:rsidP="004534C9">
            <w:pPr>
              <w:pStyle w:val="SIUnittitle"/>
            </w:pPr>
            <w:r w:rsidRPr="004534C9">
              <w:t>Assist with artificial insemination of mares</w:t>
            </w:r>
          </w:p>
        </w:tc>
      </w:tr>
      <w:tr w:rsidR="00F1480E" w:rsidRPr="00963A46" w14:paraId="073D0BEE" w14:textId="77777777" w:rsidTr="00CA2922">
        <w:tc>
          <w:tcPr>
            <w:tcW w:w="1396" w:type="pct"/>
            <w:shd w:val="clear" w:color="auto" w:fill="auto"/>
          </w:tcPr>
          <w:p w14:paraId="6F7C6DF5" w14:textId="77777777" w:rsidR="00F1480E" w:rsidRPr="000754EC" w:rsidRDefault="00FD557D" w:rsidP="000754EC">
            <w:pPr>
              <w:pStyle w:val="SIHeading2"/>
            </w:pPr>
            <w:r w:rsidRPr="00FD557D">
              <w:t>Application</w:t>
            </w:r>
          </w:p>
          <w:p w14:paraId="13934917" w14:textId="77777777" w:rsidR="00FD557D" w:rsidRPr="00923720" w:rsidRDefault="00FD557D" w:rsidP="000754EC">
            <w:pPr>
              <w:pStyle w:val="SIHeading2"/>
            </w:pPr>
          </w:p>
        </w:tc>
        <w:tc>
          <w:tcPr>
            <w:tcW w:w="3604" w:type="pct"/>
            <w:shd w:val="clear" w:color="auto" w:fill="auto"/>
          </w:tcPr>
          <w:p w14:paraId="351919FE" w14:textId="0266A544" w:rsidR="00334329" w:rsidRDefault="00334329" w:rsidP="00334329">
            <w:pPr>
              <w:pStyle w:val="SIText"/>
            </w:pPr>
            <w:r w:rsidRPr="003B1001">
              <w:t>This unit of competency describes the skills and knowledge required to assist with mare artificial insemination (AI) procedures to maximise conception rates and live foal outcomes. It includes identifying mares in oestrus, attending mares for service, providing support for reproductive services and keeping accurate records.</w:t>
            </w:r>
          </w:p>
          <w:p w14:paraId="36DED794" w14:textId="77777777" w:rsidR="0003297D" w:rsidRPr="003B1001" w:rsidRDefault="0003297D" w:rsidP="00334329">
            <w:pPr>
              <w:pStyle w:val="SIText"/>
            </w:pPr>
          </w:p>
          <w:p w14:paraId="1F06F7C6" w14:textId="1E011340" w:rsidR="00334329" w:rsidRDefault="00334329" w:rsidP="00334329">
            <w:pPr>
              <w:pStyle w:val="SIText"/>
            </w:pPr>
            <w:r w:rsidRPr="003B1001">
              <w:t>The unit applies to individuals who work under broad direction and take responsibility for their own work. They complete routine activities and work in a range of known contexts within horse breeding environments.</w:t>
            </w:r>
          </w:p>
          <w:p w14:paraId="2A4C377F" w14:textId="77777777" w:rsidR="0003297D" w:rsidRPr="003B1001" w:rsidRDefault="0003297D" w:rsidP="00334329">
            <w:pPr>
              <w:pStyle w:val="SIText"/>
            </w:pPr>
          </w:p>
          <w:p w14:paraId="695C19E1" w14:textId="7AFE2D8A" w:rsidR="00334329" w:rsidRDefault="00334329" w:rsidP="00334329">
            <w:pPr>
              <w:pStyle w:val="SIText"/>
            </w:pPr>
            <w:r w:rsidRPr="003B1001">
              <w:t>No licensing or certification requirements apply to this unit at the time of publication.</w:t>
            </w:r>
          </w:p>
          <w:p w14:paraId="3351C37F" w14:textId="77777777" w:rsidR="0003297D" w:rsidRPr="003B1001" w:rsidRDefault="0003297D" w:rsidP="00334329">
            <w:pPr>
              <w:pStyle w:val="SIText"/>
            </w:pPr>
          </w:p>
          <w:p w14:paraId="0D59BA5D" w14:textId="77777777" w:rsidR="00334329" w:rsidRDefault="00334329" w:rsidP="00334329">
            <w:pPr>
              <w:pStyle w:val="SIText"/>
            </w:pPr>
            <w:r w:rsidRPr="003B1001">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158E180B" w14:textId="7592A945" w:rsidR="00F1480E" w:rsidRPr="000754EC" w:rsidRDefault="00F1480E" w:rsidP="00334329">
            <w:pPr>
              <w:pStyle w:val="SIText"/>
            </w:pPr>
          </w:p>
        </w:tc>
      </w:tr>
      <w:tr w:rsidR="00F1480E" w:rsidRPr="00963A46" w14:paraId="4EB0EBF5" w14:textId="77777777" w:rsidTr="00CA2922">
        <w:tc>
          <w:tcPr>
            <w:tcW w:w="1396" w:type="pct"/>
            <w:shd w:val="clear" w:color="auto" w:fill="auto"/>
          </w:tcPr>
          <w:p w14:paraId="4BFF6A33" w14:textId="77777777" w:rsidR="00F1480E" w:rsidRPr="000754EC" w:rsidRDefault="00FD557D" w:rsidP="000754EC">
            <w:pPr>
              <w:pStyle w:val="SIHeading2"/>
            </w:pPr>
            <w:r w:rsidRPr="00923720">
              <w:t>Prerequisite Unit</w:t>
            </w:r>
          </w:p>
        </w:tc>
        <w:tc>
          <w:tcPr>
            <w:tcW w:w="3604" w:type="pct"/>
            <w:shd w:val="clear" w:color="auto" w:fill="auto"/>
          </w:tcPr>
          <w:p w14:paraId="4125159B" w14:textId="77777777" w:rsidR="00334329" w:rsidRPr="003B1001" w:rsidRDefault="00334329" w:rsidP="00334329">
            <w:pPr>
              <w:pStyle w:val="SIText"/>
            </w:pPr>
            <w:r w:rsidRPr="003B1001">
              <w:t>The prerequisite unit of competency for this unit is:</w:t>
            </w:r>
          </w:p>
          <w:p w14:paraId="46BABA78" w14:textId="77777777" w:rsidR="00334329" w:rsidRPr="003B1001" w:rsidRDefault="00334329" w:rsidP="00334329">
            <w:pPr>
              <w:pStyle w:val="SIBulletList1"/>
            </w:pPr>
            <w:r w:rsidRPr="003B1001">
              <w:t>ACMEQU202 Handle horses safely.</w:t>
            </w:r>
          </w:p>
          <w:p w14:paraId="04905B4C" w14:textId="77777777" w:rsidR="00334329" w:rsidRPr="003B1001" w:rsidRDefault="00334329" w:rsidP="00334329">
            <w:pPr>
              <w:pStyle w:val="SIText"/>
            </w:pPr>
          </w:p>
          <w:p w14:paraId="310B33F3" w14:textId="77777777" w:rsidR="00334329" w:rsidRPr="003B1001" w:rsidRDefault="00334329" w:rsidP="00334329">
            <w:pPr>
              <w:pStyle w:val="SIText"/>
            </w:pPr>
            <w:r w:rsidRPr="003B1001">
              <w:t xml:space="preserve">Note the following chain of prerequisites that </w:t>
            </w:r>
            <w:r>
              <w:t>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334329" w:rsidRPr="003B1001" w14:paraId="4F6E1F8A" w14:textId="77777777" w:rsidTr="00F3532E">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D4B3BE" w14:textId="77777777" w:rsidR="00334329" w:rsidRPr="003B1001" w:rsidRDefault="00334329" w:rsidP="00F3532E">
                  <w:pPr>
                    <w:pStyle w:val="SIText-Bold"/>
                    <w:rPr>
                      <w:rFonts w:cs="Arial"/>
                      <w:sz w:val="22"/>
                      <w:lang w:eastAsia="en-US"/>
                    </w:rPr>
                  </w:pPr>
                  <w:r w:rsidRPr="003B1001">
                    <w:rPr>
                      <w:rFonts w:cs="Arial"/>
                      <w:lang w:eastAsia="en-US"/>
                    </w:rPr>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037EC" w14:textId="77777777" w:rsidR="00334329" w:rsidRPr="003B1001" w:rsidRDefault="00334329" w:rsidP="00F3532E">
                  <w:pPr>
                    <w:pStyle w:val="SIText-Bold"/>
                    <w:rPr>
                      <w:rFonts w:cs="Arial"/>
                      <w:szCs w:val="20"/>
                      <w:lang w:eastAsia="en-US"/>
                    </w:rPr>
                  </w:pPr>
                  <w:r w:rsidRPr="003B1001">
                    <w:rPr>
                      <w:rFonts w:cs="Arial"/>
                      <w:lang w:eastAsia="en-US"/>
                    </w:rPr>
                    <w:t>Prerequisite requirement</w:t>
                  </w:r>
                </w:p>
              </w:tc>
            </w:tr>
            <w:tr w:rsidR="00334329" w:rsidRPr="003B1001" w14:paraId="48487CF8" w14:textId="77777777" w:rsidTr="00F3532E">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EBCE3EC" w14:textId="77777777" w:rsidR="00334329" w:rsidRPr="003B1001" w:rsidRDefault="00334329" w:rsidP="00F3532E">
                  <w:pPr>
                    <w:pStyle w:val="SIText"/>
                    <w:rPr>
                      <w:rFonts w:cs="Arial"/>
                      <w:szCs w:val="20"/>
                    </w:rPr>
                  </w:pPr>
                  <w:r w:rsidRPr="003B1001">
                    <w:rPr>
                      <w:rFonts w:cs="Arial"/>
                      <w:szCs w:val="20"/>
                    </w:rPr>
                    <w:t>ACMEQU202 Handle horses safely</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80B910" w14:textId="77777777" w:rsidR="00334329" w:rsidRPr="003B1001" w:rsidRDefault="00334329" w:rsidP="00F3532E">
                  <w:pPr>
                    <w:pStyle w:val="SIText"/>
                    <w:rPr>
                      <w:rFonts w:cs="Arial"/>
                      <w:szCs w:val="20"/>
                    </w:rPr>
                  </w:pPr>
                  <w:r w:rsidRPr="003B1001">
                    <w:rPr>
                      <w:rFonts w:cs="Arial"/>
                      <w:szCs w:val="20"/>
                    </w:rPr>
                    <w:t>ACMEQU205 App</w:t>
                  </w:r>
                  <w:r>
                    <w:rPr>
                      <w:rFonts w:cs="Arial"/>
                      <w:szCs w:val="20"/>
                    </w:rPr>
                    <w:t>ly knowledge of horse behaviour</w:t>
                  </w:r>
                </w:p>
              </w:tc>
            </w:tr>
          </w:tbl>
          <w:p w14:paraId="2099FDF9" w14:textId="2D8ACE9D" w:rsidR="00F1480E" w:rsidRPr="000754EC" w:rsidRDefault="00F1480E" w:rsidP="000754EC">
            <w:pPr>
              <w:pStyle w:val="SIText"/>
            </w:pPr>
          </w:p>
        </w:tc>
      </w:tr>
      <w:tr w:rsidR="00F1480E" w:rsidRPr="00963A46" w14:paraId="6AD981A1" w14:textId="77777777" w:rsidTr="00CA2922">
        <w:tc>
          <w:tcPr>
            <w:tcW w:w="1396" w:type="pct"/>
            <w:shd w:val="clear" w:color="auto" w:fill="auto"/>
          </w:tcPr>
          <w:p w14:paraId="7459002D" w14:textId="77777777" w:rsidR="00F1480E" w:rsidRPr="000754EC" w:rsidRDefault="00FD557D" w:rsidP="000754EC">
            <w:pPr>
              <w:pStyle w:val="SIHeading2"/>
            </w:pPr>
            <w:r w:rsidRPr="00923720">
              <w:t>Unit Sector</w:t>
            </w:r>
          </w:p>
        </w:tc>
        <w:tc>
          <w:tcPr>
            <w:tcW w:w="3604" w:type="pct"/>
            <w:shd w:val="clear" w:color="auto" w:fill="auto"/>
          </w:tcPr>
          <w:p w14:paraId="1568A6F3" w14:textId="26706DB3" w:rsidR="00F1480E" w:rsidRPr="000754EC" w:rsidRDefault="00334329" w:rsidP="00334329">
            <w:pPr>
              <w:pStyle w:val="SIText"/>
            </w:pPr>
            <w:r w:rsidRPr="003B1001">
              <w:t>Horse Breeding (HBR)</w:t>
            </w:r>
          </w:p>
        </w:tc>
      </w:tr>
    </w:tbl>
    <w:p w14:paraId="354EF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D269CB" w14:textId="77777777" w:rsidTr="00CA2922">
        <w:trPr>
          <w:cantSplit/>
          <w:tblHeader/>
        </w:trPr>
        <w:tc>
          <w:tcPr>
            <w:tcW w:w="1396" w:type="pct"/>
            <w:tcBorders>
              <w:bottom w:val="single" w:sz="4" w:space="0" w:color="C0C0C0"/>
            </w:tcBorders>
            <w:shd w:val="clear" w:color="auto" w:fill="auto"/>
          </w:tcPr>
          <w:p w14:paraId="31676C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7BF5951" w14:textId="77777777" w:rsidR="00F1480E" w:rsidRPr="000754EC" w:rsidRDefault="00FD557D" w:rsidP="000754EC">
            <w:pPr>
              <w:pStyle w:val="SIHeading2"/>
            </w:pPr>
            <w:r w:rsidRPr="00923720">
              <w:t>Performance Criteria</w:t>
            </w:r>
          </w:p>
        </w:tc>
      </w:tr>
      <w:tr w:rsidR="00F1480E" w:rsidRPr="00963A46" w14:paraId="2E345699" w14:textId="77777777" w:rsidTr="00CA2922">
        <w:trPr>
          <w:cantSplit/>
          <w:tblHeader/>
        </w:trPr>
        <w:tc>
          <w:tcPr>
            <w:tcW w:w="1396" w:type="pct"/>
            <w:tcBorders>
              <w:top w:val="single" w:sz="4" w:space="0" w:color="C0C0C0"/>
            </w:tcBorders>
            <w:shd w:val="clear" w:color="auto" w:fill="auto"/>
          </w:tcPr>
          <w:p w14:paraId="4D3163C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CD39E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916C73" w14:textId="77777777" w:rsidTr="00CA2922">
        <w:trPr>
          <w:cantSplit/>
        </w:trPr>
        <w:tc>
          <w:tcPr>
            <w:tcW w:w="1396" w:type="pct"/>
            <w:shd w:val="clear" w:color="auto" w:fill="auto"/>
          </w:tcPr>
          <w:p w14:paraId="28EAFE3B" w14:textId="3FDAD21D" w:rsidR="00F1480E" w:rsidRPr="000754EC" w:rsidRDefault="00334329" w:rsidP="00334329">
            <w:pPr>
              <w:pStyle w:val="SIText"/>
            </w:pPr>
            <w:r w:rsidRPr="003B1001">
              <w:t>1. Prepare for AI mare procedures</w:t>
            </w:r>
          </w:p>
        </w:tc>
        <w:tc>
          <w:tcPr>
            <w:tcW w:w="3604" w:type="pct"/>
            <w:shd w:val="clear" w:color="auto" w:fill="auto"/>
          </w:tcPr>
          <w:p w14:paraId="05F5C7A4" w14:textId="77777777" w:rsidR="00334329" w:rsidRPr="003B1001" w:rsidRDefault="00334329" w:rsidP="00334329">
            <w:pPr>
              <w:pStyle w:val="SIText"/>
            </w:pPr>
            <w:r w:rsidRPr="003B1001">
              <w:t>1.1 Interpret the work program to determine work to be undertaken, and confirm with management</w:t>
            </w:r>
          </w:p>
          <w:p w14:paraId="40F890D1" w14:textId="77777777" w:rsidR="00334329" w:rsidRPr="003B1001" w:rsidRDefault="00334329" w:rsidP="00334329">
            <w:pPr>
              <w:pStyle w:val="SIText"/>
            </w:pPr>
            <w:r w:rsidRPr="003B1001">
              <w:t>1.2 Communicate with other workers to ensure smooth operation of the production process</w:t>
            </w:r>
          </w:p>
          <w:p w14:paraId="1AD886E5" w14:textId="77777777" w:rsidR="00334329" w:rsidRPr="003B1001" w:rsidRDefault="00334329" w:rsidP="00334329">
            <w:pPr>
              <w:pStyle w:val="SIText"/>
            </w:pPr>
            <w:r w:rsidRPr="003B1001">
              <w:t>1.3 Adhere to requirements for the care and handling of horses</w:t>
            </w:r>
          </w:p>
          <w:p w14:paraId="0A66A33F" w14:textId="0DB51D17" w:rsidR="00F1480E" w:rsidRPr="000754EC" w:rsidRDefault="00334329" w:rsidP="00334329">
            <w:pPr>
              <w:pStyle w:val="SIText"/>
            </w:pPr>
            <w:r w:rsidRPr="003B1001">
              <w:t>1.4 Select, use and maintain personal protective equipment</w:t>
            </w:r>
            <w:r>
              <w:t xml:space="preserve"> (PPE)</w:t>
            </w:r>
            <w:r w:rsidR="00241651">
              <w:t xml:space="preserve"> for safety and hygiene purposes</w:t>
            </w:r>
          </w:p>
        </w:tc>
      </w:tr>
      <w:tr w:rsidR="00F1480E" w:rsidRPr="00963A46" w14:paraId="1A4F6CC6" w14:textId="77777777" w:rsidTr="00CA2922">
        <w:trPr>
          <w:cantSplit/>
        </w:trPr>
        <w:tc>
          <w:tcPr>
            <w:tcW w:w="1396" w:type="pct"/>
            <w:shd w:val="clear" w:color="auto" w:fill="auto"/>
          </w:tcPr>
          <w:p w14:paraId="4BFA32F8" w14:textId="3594F6BB" w:rsidR="00F1480E" w:rsidRPr="000754EC" w:rsidRDefault="00334329" w:rsidP="00334329">
            <w:pPr>
              <w:pStyle w:val="SIText"/>
            </w:pPr>
            <w:r w:rsidRPr="003B1001">
              <w:t>2. Identify mares in a state of oestrus</w:t>
            </w:r>
          </w:p>
        </w:tc>
        <w:tc>
          <w:tcPr>
            <w:tcW w:w="3604" w:type="pct"/>
            <w:shd w:val="clear" w:color="auto" w:fill="auto"/>
          </w:tcPr>
          <w:p w14:paraId="4B642184" w14:textId="77777777" w:rsidR="00334329" w:rsidRPr="003B1001" w:rsidRDefault="00334329" w:rsidP="00334329">
            <w:pPr>
              <w:pStyle w:val="SIText"/>
            </w:pPr>
            <w:r w:rsidRPr="003B1001">
              <w:t>2.1 Identify and select mares due for teasing or service</w:t>
            </w:r>
          </w:p>
          <w:p w14:paraId="5B66A323" w14:textId="77777777" w:rsidR="00334329" w:rsidRPr="003B1001" w:rsidRDefault="00334329" w:rsidP="00334329">
            <w:pPr>
              <w:pStyle w:val="SIText"/>
            </w:pPr>
            <w:r w:rsidRPr="003B1001">
              <w:t>2.2 Identify work health and safety hazards, including horse behaviour and body language, assess risks and implement suitable controls</w:t>
            </w:r>
          </w:p>
          <w:p w14:paraId="0B8D5BEC" w14:textId="77777777" w:rsidR="00334329" w:rsidRPr="003B1001" w:rsidRDefault="00334329" w:rsidP="00334329">
            <w:pPr>
              <w:pStyle w:val="SIText"/>
            </w:pPr>
            <w:r w:rsidRPr="003B1001">
              <w:t>2.3 Catch and restrain selected mare, and foal if present, using safe horse handling techniques, for teasing or other oe</w:t>
            </w:r>
            <w:r>
              <w:t>strus identification procedures</w:t>
            </w:r>
          </w:p>
          <w:p w14:paraId="4A2220C1" w14:textId="490C16EB" w:rsidR="00F1480E" w:rsidRPr="000754EC" w:rsidRDefault="00334329" w:rsidP="00334329">
            <w:pPr>
              <w:pStyle w:val="SIText"/>
            </w:pPr>
            <w:r w:rsidRPr="003B1001">
              <w:t>2.4 Complete stud records according to workplace requirements</w:t>
            </w:r>
          </w:p>
        </w:tc>
      </w:tr>
      <w:tr w:rsidR="00F1480E" w:rsidRPr="00963A46" w14:paraId="03EE5063" w14:textId="77777777" w:rsidTr="00CA2922">
        <w:trPr>
          <w:cantSplit/>
        </w:trPr>
        <w:tc>
          <w:tcPr>
            <w:tcW w:w="1396" w:type="pct"/>
            <w:shd w:val="clear" w:color="auto" w:fill="auto"/>
          </w:tcPr>
          <w:p w14:paraId="740CA78A" w14:textId="62AA7E15" w:rsidR="00F1480E" w:rsidRPr="000754EC" w:rsidRDefault="00334329" w:rsidP="00334329">
            <w:pPr>
              <w:pStyle w:val="SIText"/>
            </w:pPr>
            <w:r w:rsidRPr="003B1001">
              <w:t xml:space="preserve">3. Attend mares for </w:t>
            </w:r>
            <w:r w:rsidR="001929A0">
              <w:t>AI</w:t>
            </w:r>
          </w:p>
        </w:tc>
        <w:tc>
          <w:tcPr>
            <w:tcW w:w="3604" w:type="pct"/>
            <w:shd w:val="clear" w:color="auto" w:fill="auto"/>
          </w:tcPr>
          <w:p w14:paraId="0A476361" w14:textId="77777777" w:rsidR="00334329" w:rsidRPr="003B1001" w:rsidRDefault="00334329" w:rsidP="00334329">
            <w:pPr>
              <w:pStyle w:val="SIText"/>
            </w:pPr>
            <w:r w:rsidRPr="003B1001">
              <w:t>3.1 Prepare mare for AI routines according to stud practice</w:t>
            </w:r>
          </w:p>
          <w:p w14:paraId="6FBC245A" w14:textId="77777777" w:rsidR="00334329" w:rsidRPr="003B1001" w:rsidRDefault="00334329" w:rsidP="00334329">
            <w:pPr>
              <w:pStyle w:val="SIText"/>
            </w:pPr>
            <w:r w:rsidRPr="003B1001">
              <w:t>3.2 Restrain mare safely for AI and secure any foal at foot in close proximity</w:t>
            </w:r>
          </w:p>
          <w:p w14:paraId="1FCB7FAB" w14:textId="41B3D6B4" w:rsidR="00334329" w:rsidRPr="003B1001" w:rsidRDefault="00334329" w:rsidP="00334329">
            <w:pPr>
              <w:pStyle w:val="SIText"/>
            </w:pPr>
            <w:r w:rsidRPr="003B1001">
              <w:t xml:space="preserve">3.3 Attend mare for the </w:t>
            </w:r>
            <w:r w:rsidR="001929A0">
              <w:t>AI</w:t>
            </w:r>
            <w:r w:rsidRPr="003B1001">
              <w:t xml:space="preserve"> process</w:t>
            </w:r>
          </w:p>
          <w:p w14:paraId="5CED770C" w14:textId="77777777" w:rsidR="00334329" w:rsidRPr="003B1001" w:rsidRDefault="00334329" w:rsidP="00334329">
            <w:pPr>
              <w:pStyle w:val="SIText"/>
            </w:pPr>
            <w:r w:rsidRPr="003B1001">
              <w:t>3.4 Return mare, and foal if present, to box or paddock</w:t>
            </w:r>
          </w:p>
          <w:p w14:paraId="00D8457C" w14:textId="1CFCDC7B" w:rsidR="00F1480E" w:rsidRPr="000754EC" w:rsidRDefault="00334329" w:rsidP="00334329">
            <w:pPr>
              <w:pStyle w:val="SIText"/>
            </w:pPr>
            <w:r w:rsidRPr="003B1001">
              <w:t>3.5 Complete workplace records</w:t>
            </w:r>
          </w:p>
        </w:tc>
      </w:tr>
      <w:tr w:rsidR="00334329" w:rsidRPr="00963A46" w14:paraId="3581A6B5" w14:textId="77777777" w:rsidTr="00CA2922">
        <w:trPr>
          <w:cantSplit/>
        </w:trPr>
        <w:tc>
          <w:tcPr>
            <w:tcW w:w="1396" w:type="pct"/>
            <w:shd w:val="clear" w:color="auto" w:fill="auto"/>
          </w:tcPr>
          <w:p w14:paraId="3A7D1AFD" w14:textId="1B596E1E" w:rsidR="00334329" w:rsidRPr="008908DE" w:rsidRDefault="00334329" w:rsidP="00334329">
            <w:pPr>
              <w:pStyle w:val="SIText"/>
            </w:pPr>
            <w:r w:rsidRPr="003B1001">
              <w:lastRenderedPageBreak/>
              <w:t>4. Handle mares for routine veterinary reproductive procedures</w:t>
            </w:r>
          </w:p>
        </w:tc>
        <w:tc>
          <w:tcPr>
            <w:tcW w:w="3604" w:type="pct"/>
            <w:shd w:val="clear" w:color="auto" w:fill="auto"/>
          </w:tcPr>
          <w:p w14:paraId="40093C1D" w14:textId="77777777" w:rsidR="00334329" w:rsidRPr="003B1001" w:rsidRDefault="00334329" w:rsidP="00241651">
            <w:pPr>
              <w:pStyle w:val="SIText"/>
            </w:pPr>
            <w:r w:rsidRPr="003B1001">
              <w:t>4.1 Handle mare and foal to ensure both are settled and safe</w:t>
            </w:r>
          </w:p>
          <w:p w14:paraId="3D540592" w14:textId="77777777" w:rsidR="00334329" w:rsidRPr="003B1001" w:rsidRDefault="00334329" w:rsidP="00241651">
            <w:pPr>
              <w:pStyle w:val="SIText"/>
            </w:pPr>
            <w:r w:rsidRPr="003B1001">
              <w:t>4.2 Lead mare (and foal) into crush, ensuring safety and wellbeing of both mare and foal, if present</w:t>
            </w:r>
          </w:p>
          <w:p w14:paraId="5B667998" w14:textId="77777777" w:rsidR="00334329" w:rsidRPr="003B1001" w:rsidRDefault="00334329" w:rsidP="00241651">
            <w:pPr>
              <w:pStyle w:val="SIText"/>
            </w:pPr>
            <w:r w:rsidRPr="003B1001">
              <w:t>4.3 Use an appropriat</w:t>
            </w:r>
            <w:r>
              <w:t>e restraint method in the crush</w:t>
            </w:r>
          </w:p>
          <w:p w14:paraId="5B59AEAA" w14:textId="77777777" w:rsidR="00334329" w:rsidRDefault="00334329" w:rsidP="00241651">
            <w:pPr>
              <w:pStyle w:val="SIText"/>
            </w:pPr>
            <w:r w:rsidRPr="003B1001">
              <w:t>4.4 Provide support for manual or ultrasound follicle and pregnancy testing procedures and AI</w:t>
            </w:r>
          </w:p>
          <w:p w14:paraId="6C814003" w14:textId="6EC4400C" w:rsidR="00334329" w:rsidRPr="00334329" w:rsidRDefault="00334329" w:rsidP="00241651">
            <w:pPr>
              <w:pStyle w:val="SIText"/>
            </w:pPr>
            <w:r w:rsidRPr="003B1001">
              <w:t>4.5 Assist the veterinarian to prepare for exam</w:t>
            </w:r>
            <w:r>
              <w:t xml:space="preserve">ination, swabbing, treatment or </w:t>
            </w:r>
            <w:r w:rsidRPr="003B1001">
              <w:t>AI of the mare</w:t>
            </w:r>
          </w:p>
        </w:tc>
      </w:tr>
    </w:tbl>
    <w:p w14:paraId="688E8B21" w14:textId="77777777" w:rsidR="005F771F" w:rsidRDefault="005F771F" w:rsidP="005F771F">
      <w:pPr>
        <w:pStyle w:val="SIText"/>
      </w:pPr>
    </w:p>
    <w:p w14:paraId="209280A9"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BA0023C" w14:textId="77777777" w:rsidTr="00CA2922">
        <w:trPr>
          <w:tblHeader/>
        </w:trPr>
        <w:tc>
          <w:tcPr>
            <w:tcW w:w="5000" w:type="pct"/>
            <w:gridSpan w:val="2"/>
          </w:tcPr>
          <w:p w14:paraId="2F5EA9A3" w14:textId="77777777" w:rsidR="00F1480E" w:rsidRPr="000754EC" w:rsidRDefault="00FD557D" w:rsidP="000754EC">
            <w:pPr>
              <w:pStyle w:val="SIHeading2"/>
            </w:pPr>
            <w:r w:rsidRPr="00041E59">
              <w:t>F</w:t>
            </w:r>
            <w:r w:rsidRPr="000754EC">
              <w:t>oundation Skills</w:t>
            </w:r>
          </w:p>
          <w:p w14:paraId="5D9EAE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6D5DA0B" w14:textId="77777777" w:rsidTr="00CA2922">
        <w:trPr>
          <w:tblHeader/>
        </w:trPr>
        <w:tc>
          <w:tcPr>
            <w:tcW w:w="1396" w:type="pct"/>
          </w:tcPr>
          <w:p w14:paraId="348274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BAA7EF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EE79C28" w14:textId="77777777" w:rsidTr="00CA2922">
        <w:tc>
          <w:tcPr>
            <w:tcW w:w="1396" w:type="pct"/>
          </w:tcPr>
          <w:p w14:paraId="751AABB0" w14:textId="03D3639F" w:rsidR="00F1480E" w:rsidRPr="000754EC" w:rsidRDefault="00334329" w:rsidP="00334329">
            <w:pPr>
              <w:pStyle w:val="SIText"/>
            </w:pPr>
            <w:r w:rsidRPr="003B1001">
              <w:t>Reading</w:t>
            </w:r>
          </w:p>
        </w:tc>
        <w:tc>
          <w:tcPr>
            <w:tcW w:w="3604" w:type="pct"/>
          </w:tcPr>
          <w:p w14:paraId="07923428" w14:textId="3EA0483E" w:rsidR="00F1480E" w:rsidRPr="000754EC" w:rsidRDefault="00334329" w:rsidP="000754EC">
            <w:pPr>
              <w:pStyle w:val="SIBulletList1"/>
            </w:pPr>
            <w:r w:rsidRPr="003B1001">
              <w:rPr>
                <w:rFonts w:cs="Arial"/>
              </w:rPr>
              <w:t>Interpret information in written work program and instructions</w:t>
            </w:r>
          </w:p>
        </w:tc>
      </w:tr>
      <w:tr w:rsidR="00F1480E" w:rsidRPr="00336FCA" w:rsidDel="00423CB2" w14:paraId="09859098" w14:textId="77777777" w:rsidTr="00CA2922">
        <w:tc>
          <w:tcPr>
            <w:tcW w:w="1396" w:type="pct"/>
          </w:tcPr>
          <w:p w14:paraId="665E51CB" w14:textId="36792F7E" w:rsidR="00F1480E" w:rsidRPr="000754EC" w:rsidRDefault="00334329" w:rsidP="000754EC">
            <w:pPr>
              <w:pStyle w:val="SIText"/>
            </w:pPr>
            <w:r w:rsidRPr="003B1001">
              <w:rPr>
                <w:rFonts w:cs="Arial"/>
                <w:szCs w:val="20"/>
              </w:rPr>
              <w:t>Writing</w:t>
            </w:r>
          </w:p>
        </w:tc>
        <w:tc>
          <w:tcPr>
            <w:tcW w:w="3604" w:type="pct"/>
          </w:tcPr>
          <w:p w14:paraId="57FC6A44" w14:textId="648F52F1" w:rsidR="00F1480E" w:rsidRPr="000754EC" w:rsidRDefault="00334329" w:rsidP="000754EC">
            <w:pPr>
              <w:pStyle w:val="SIBulletList1"/>
              <w:rPr>
                <w:rFonts w:eastAsia="Calibri"/>
              </w:rPr>
            </w:pPr>
            <w:r w:rsidRPr="003B1001">
              <w:rPr>
                <w:rFonts w:cs="Arial"/>
              </w:rPr>
              <w:t>Record information relating to mare AI and breeding, accurately and legibly</w:t>
            </w:r>
          </w:p>
        </w:tc>
      </w:tr>
      <w:tr w:rsidR="00334329" w:rsidRPr="00336FCA" w:rsidDel="00423CB2" w14:paraId="6C10E899" w14:textId="77777777" w:rsidTr="00CA2922">
        <w:tc>
          <w:tcPr>
            <w:tcW w:w="1396" w:type="pct"/>
          </w:tcPr>
          <w:p w14:paraId="42A64F71" w14:textId="20B5A4F0" w:rsidR="00334329" w:rsidRDefault="00334329" w:rsidP="000754EC">
            <w:pPr>
              <w:pStyle w:val="SIText"/>
            </w:pPr>
            <w:r w:rsidRPr="003B1001">
              <w:rPr>
                <w:rFonts w:cs="Arial"/>
                <w:szCs w:val="20"/>
              </w:rPr>
              <w:t>Navigate the world of work</w:t>
            </w:r>
          </w:p>
        </w:tc>
        <w:tc>
          <w:tcPr>
            <w:tcW w:w="3604" w:type="pct"/>
          </w:tcPr>
          <w:p w14:paraId="01426B09" w14:textId="7829A550" w:rsidR="00334329" w:rsidRPr="000754EC" w:rsidRDefault="00334329" w:rsidP="000754EC">
            <w:pPr>
              <w:pStyle w:val="SIBulletList1"/>
              <w:rPr>
                <w:rFonts w:eastAsia="Calibri"/>
              </w:rPr>
            </w:pPr>
            <w:r w:rsidRPr="003B1001">
              <w:rPr>
                <w:rFonts w:eastAsia="Calibri" w:cs="Arial"/>
              </w:rPr>
              <w:t>Take responsibility for following regulatory and workplace procedures, including safe work, safe horse handling practices,</w:t>
            </w:r>
            <w:r w:rsidR="00241651">
              <w:rPr>
                <w:rFonts w:eastAsia="Calibri"/>
              </w:rPr>
              <w:t xml:space="preserve"> hygiene and biosecurity,</w:t>
            </w:r>
            <w:r w:rsidRPr="003B1001">
              <w:rPr>
                <w:rFonts w:eastAsia="Calibri" w:cs="Arial"/>
              </w:rPr>
              <w:t xml:space="preserve"> and animal welfare requirements, in own role and work area</w:t>
            </w:r>
          </w:p>
        </w:tc>
      </w:tr>
      <w:tr w:rsidR="00334329" w:rsidRPr="00336FCA" w:rsidDel="00423CB2" w14:paraId="2C19BDFC" w14:textId="77777777" w:rsidTr="00CA2922">
        <w:tc>
          <w:tcPr>
            <w:tcW w:w="1396" w:type="pct"/>
          </w:tcPr>
          <w:p w14:paraId="645191E5" w14:textId="4B2591D0" w:rsidR="00334329" w:rsidRDefault="00334329" w:rsidP="000754EC">
            <w:pPr>
              <w:pStyle w:val="SIText"/>
            </w:pPr>
            <w:r w:rsidRPr="003B1001">
              <w:rPr>
                <w:rFonts w:cs="Arial"/>
                <w:szCs w:val="20"/>
              </w:rPr>
              <w:t>Interact with others</w:t>
            </w:r>
          </w:p>
        </w:tc>
        <w:tc>
          <w:tcPr>
            <w:tcW w:w="3604" w:type="pct"/>
          </w:tcPr>
          <w:p w14:paraId="2856FC4C" w14:textId="0620BBF8" w:rsidR="00334329" w:rsidRPr="000754EC" w:rsidRDefault="00334329" w:rsidP="000754EC">
            <w:pPr>
              <w:pStyle w:val="SIBulletList1"/>
              <w:rPr>
                <w:rFonts w:eastAsia="Calibri"/>
              </w:rPr>
            </w:pPr>
            <w:r w:rsidRPr="003B1001">
              <w:rPr>
                <w:rFonts w:cs="Arial"/>
              </w:rPr>
              <w:t>Work cooperatively with a range of personnel in different roles using clear communication techniques to carry out AI activities</w:t>
            </w:r>
          </w:p>
        </w:tc>
      </w:tr>
      <w:tr w:rsidR="00334329" w:rsidRPr="00336FCA" w:rsidDel="00423CB2" w14:paraId="7B37EBC8" w14:textId="77777777" w:rsidTr="00CA2922">
        <w:tc>
          <w:tcPr>
            <w:tcW w:w="1396" w:type="pct"/>
          </w:tcPr>
          <w:p w14:paraId="4D3D13D3" w14:textId="624F8111" w:rsidR="00334329" w:rsidRDefault="00334329" w:rsidP="000754EC">
            <w:pPr>
              <w:pStyle w:val="SIText"/>
            </w:pPr>
            <w:r w:rsidRPr="003B1001">
              <w:rPr>
                <w:rFonts w:cs="Arial"/>
                <w:szCs w:val="20"/>
              </w:rPr>
              <w:t>Get the work done</w:t>
            </w:r>
          </w:p>
        </w:tc>
        <w:tc>
          <w:tcPr>
            <w:tcW w:w="3604" w:type="pct"/>
          </w:tcPr>
          <w:p w14:paraId="763793E2" w14:textId="77777777" w:rsidR="00334329" w:rsidRPr="003B1001" w:rsidRDefault="00334329" w:rsidP="00334329">
            <w:pPr>
              <w:pStyle w:val="SIBulletList1"/>
              <w:rPr>
                <w:rFonts w:eastAsia="Calibri" w:cs="Arial"/>
              </w:rPr>
            </w:pPr>
            <w:r w:rsidRPr="003B1001">
              <w:rPr>
                <w:rFonts w:eastAsia="Calibri" w:cs="Arial"/>
              </w:rPr>
              <w:t>Plan and sequence multiple tasks; monitor activity and prioritise</w:t>
            </w:r>
            <w:r>
              <w:rPr>
                <w:rFonts w:eastAsia="Calibri" w:cs="Arial"/>
              </w:rPr>
              <w:t xml:space="preserve"> tasks to achieve outcomes</w:t>
            </w:r>
          </w:p>
          <w:p w14:paraId="454E2681" w14:textId="77777777" w:rsidR="00334329" w:rsidRPr="006158DF" w:rsidRDefault="00334329" w:rsidP="00334329">
            <w:pPr>
              <w:pStyle w:val="SIBulletList1"/>
              <w:rPr>
                <w:rFonts w:eastAsia="Calibri"/>
              </w:rPr>
            </w:pPr>
            <w:r w:rsidRPr="003B1001">
              <w:rPr>
                <w:rFonts w:cs="Arial"/>
              </w:rPr>
              <w:t>Make decisions about routine AI activities, taking responsibility for actions taken</w:t>
            </w:r>
          </w:p>
          <w:p w14:paraId="3B2E5321" w14:textId="2041D2A3" w:rsidR="006158DF" w:rsidRPr="000754EC" w:rsidRDefault="006158DF" w:rsidP="00334329">
            <w:pPr>
              <w:pStyle w:val="SIBulletList1"/>
              <w:rPr>
                <w:rFonts w:eastAsia="Calibri"/>
              </w:rPr>
            </w:pPr>
            <w:r w:rsidRPr="006158DF">
              <w:t>Use workplace technology, tools and systems to complete records and reports</w:t>
            </w:r>
          </w:p>
        </w:tc>
      </w:tr>
    </w:tbl>
    <w:p w14:paraId="1940D0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2345DF9" w14:textId="77777777" w:rsidTr="00F33FF2">
        <w:tc>
          <w:tcPr>
            <w:tcW w:w="5000" w:type="pct"/>
            <w:gridSpan w:val="4"/>
          </w:tcPr>
          <w:p w14:paraId="6689093D" w14:textId="77777777" w:rsidR="00F1480E" w:rsidRPr="000754EC" w:rsidRDefault="00FD557D" w:rsidP="000754EC">
            <w:pPr>
              <w:pStyle w:val="SIHeading2"/>
            </w:pPr>
            <w:r w:rsidRPr="00923720">
              <w:t>U</w:t>
            </w:r>
            <w:r w:rsidRPr="000754EC">
              <w:t>nit Mapping Information</w:t>
            </w:r>
          </w:p>
        </w:tc>
      </w:tr>
      <w:tr w:rsidR="00F1480E" w14:paraId="12C01254" w14:textId="77777777" w:rsidTr="00F33FF2">
        <w:tc>
          <w:tcPr>
            <w:tcW w:w="1028" w:type="pct"/>
          </w:tcPr>
          <w:p w14:paraId="1E05FA1E" w14:textId="77777777" w:rsidR="00F1480E" w:rsidRPr="000754EC" w:rsidRDefault="00F1480E" w:rsidP="000754EC">
            <w:pPr>
              <w:pStyle w:val="SIText-Bold"/>
            </w:pPr>
            <w:r w:rsidRPr="00923720">
              <w:t>Code and title current version</w:t>
            </w:r>
          </w:p>
        </w:tc>
        <w:tc>
          <w:tcPr>
            <w:tcW w:w="1105" w:type="pct"/>
          </w:tcPr>
          <w:p w14:paraId="66591083" w14:textId="77777777" w:rsidR="00F1480E" w:rsidRPr="000754EC" w:rsidRDefault="00F1480E" w:rsidP="000754EC">
            <w:pPr>
              <w:pStyle w:val="SIText-Bold"/>
            </w:pPr>
            <w:r w:rsidRPr="00923720">
              <w:t>Code and title previous version</w:t>
            </w:r>
          </w:p>
        </w:tc>
        <w:tc>
          <w:tcPr>
            <w:tcW w:w="1251" w:type="pct"/>
          </w:tcPr>
          <w:p w14:paraId="01DB539A" w14:textId="77777777" w:rsidR="00F1480E" w:rsidRPr="000754EC" w:rsidRDefault="00F1480E" w:rsidP="000754EC">
            <w:pPr>
              <w:pStyle w:val="SIText-Bold"/>
            </w:pPr>
            <w:r w:rsidRPr="00923720">
              <w:t>Comments</w:t>
            </w:r>
          </w:p>
        </w:tc>
        <w:tc>
          <w:tcPr>
            <w:tcW w:w="1616" w:type="pct"/>
          </w:tcPr>
          <w:p w14:paraId="5622DE89" w14:textId="77777777" w:rsidR="00F1480E" w:rsidRPr="000754EC" w:rsidRDefault="00F1480E" w:rsidP="000754EC">
            <w:pPr>
              <w:pStyle w:val="SIText-Bold"/>
            </w:pPr>
            <w:r w:rsidRPr="00923720">
              <w:t>Equivalence status</w:t>
            </w:r>
          </w:p>
        </w:tc>
      </w:tr>
      <w:tr w:rsidR="00241651" w14:paraId="26482762" w14:textId="77777777" w:rsidTr="00F33FF2">
        <w:tc>
          <w:tcPr>
            <w:tcW w:w="1028" w:type="pct"/>
          </w:tcPr>
          <w:p w14:paraId="28F4C52C" w14:textId="1BDCD8ED" w:rsidR="00241651" w:rsidRDefault="00241651" w:rsidP="00392DD5">
            <w:pPr>
              <w:pStyle w:val="SIText"/>
            </w:pPr>
            <w:r>
              <w:t>RGR</w:t>
            </w:r>
            <w:r w:rsidRPr="003B1001">
              <w:t>HBR30</w:t>
            </w:r>
            <w:r w:rsidR="00392DD5">
              <w:t>3</w:t>
            </w:r>
            <w:r w:rsidRPr="003B1001">
              <w:t xml:space="preserve"> Assist with artificial insemination of mares</w:t>
            </w:r>
          </w:p>
        </w:tc>
        <w:tc>
          <w:tcPr>
            <w:tcW w:w="1105" w:type="pct"/>
          </w:tcPr>
          <w:p w14:paraId="513CFF00" w14:textId="3382ADAA" w:rsidR="00241651" w:rsidRPr="003B1001" w:rsidRDefault="00241651" w:rsidP="00334329">
            <w:pPr>
              <w:pStyle w:val="SIText"/>
            </w:pPr>
            <w:r>
              <w:t>A</w:t>
            </w:r>
            <w:r w:rsidRPr="003B1001">
              <w:t>C</w:t>
            </w:r>
            <w:r>
              <w:t>M</w:t>
            </w:r>
            <w:r w:rsidRPr="003B1001">
              <w:t>HBR304 Assist with artificial insemination of mares</w:t>
            </w:r>
          </w:p>
        </w:tc>
        <w:tc>
          <w:tcPr>
            <w:tcW w:w="1251" w:type="pct"/>
          </w:tcPr>
          <w:p w14:paraId="0629A884" w14:textId="724A4CB5" w:rsidR="00241651" w:rsidRPr="00241651" w:rsidRDefault="00241651" w:rsidP="00241651">
            <w:pPr>
              <w:pStyle w:val="SIText"/>
            </w:pPr>
            <w:r w:rsidRPr="00241651">
              <w:t>Code changed to reflect appropriate industry sector usage</w:t>
            </w:r>
            <w:r w:rsidR="001B0F3B">
              <w:t>.</w:t>
            </w:r>
          </w:p>
          <w:p w14:paraId="07328DB3" w14:textId="77777777" w:rsidR="00241651" w:rsidRPr="00241651" w:rsidRDefault="00241651" w:rsidP="00241651">
            <w:pPr>
              <w:pStyle w:val="SIText"/>
            </w:pPr>
            <w:r w:rsidRPr="00241651">
              <w:t>Minor changes for clarity.</w:t>
            </w:r>
          </w:p>
          <w:p w14:paraId="2C0F90EC" w14:textId="309BE8FC" w:rsidR="00241651" w:rsidRPr="003B1001" w:rsidRDefault="00241651" w:rsidP="00241651">
            <w:pPr>
              <w:pStyle w:val="SIText"/>
            </w:pPr>
            <w:r w:rsidRPr="00241651">
              <w:t xml:space="preserve">Removal of points duplicating performance criteria in </w:t>
            </w:r>
            <w:r w:rsidR="001B0F3B">
              <w:t>p</w:t>
            </w:r>
            <w:r w:rsidRPr="00241651">
              <w:t xml:space="preserve">erformance </w:t>
            </w:r>
            <w:r w:rsidR="001B0F3B">
              <w:t>e</w:t>
            </w:r>
            <w:r w:rsidRPr="00241651">
              <w:t>vidence</w:t>
            </w:r>
            <w:r w:rsidR="001B0F3B">
              <w:t>.</w:t>
            </w:r>
          </w:p>
        </w:tc>
        <w:tc>
          <w:tcPr>
            <w:tcW w:w="1616" w:type="pct"/>
          </w:tcPr>
          <w:p w14:paraId="6C37731E" w14:textId="74E03534" w:rsidR="00241651" w:rsidRPr="003B1001" w:rsidRDefault="00241651" w:rsidP="00334329">
            <w:pPr>
              <w:pStyle w:val="SIText"/>
            </w:pPr>
            <w:r>
              <w:t>Equivalent unit</w:t>
            </w:r>
          </w:p>
        </w:tc>
      </w:tr>
    </w:tbl>
    <w:p w14:paraId="0E99D8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053567C" w14:textId="77777777" w:rsidTr="00CA2922">
        <w:tc>
          <w:tcPr>
            <w:tcW w:w="1396" w:type="pct"/>
            <w:shd w:val="clear" w:color="auto" w:fill="auto"/>
          </w:tcPr>
          <w:p w14:paraId="3F0C63BB" w14:textId="77777777" w:rsidR="00F1480E" w:rsidRPr="000754EC" w:rsidRDefault="00FD557D" w:rsidP="000754EC">
            <w:pPr>
              <w:pStyle w:val="SIHeading2"/>
            </w:pPr>
            <w:r w:rsidRPr="00CC451E">
              <w:t>L</w:t>
            </w:r>
            <w:r w:rsidRPr="000754EC">
              <w:t>inks</w:t>
            </w:r>
          </w:p>
        </w:tc>
        <w:tc>
          <w:tcPr>
            <w:tcW w:w="3604" w:type="pct"/>
            <w:shd w:val="clear" w:color="auto" w:fill="auto"/>
          </w:tcPr>
          <w:p w14:paraId="5E88DBDE" w14:textId="77777777" w:rsidR="001B0F3B" w:rsidRPr="001B0F3B" w:rsidRDefault="001B0F3B" w:rsidP="001B0F3B">
            <w:pPr>
              <w:pStyle w:val="SIText"/>
            </w:pPr>
            <w:r>
              <w:t xml:space="preserve">Companion Volumes, including Implementation </w:t>
            </w:r>
            <w:r w:rsidRPr="001B0F3B">
              <w:t xml:space="preserve">Guides, are available at VETNet: </w:t>
            </w:r>
          </w:p>
          <w:p w14:paraId="0E8F08DA" w14:textId="4367B847" w:rsidR="00F1480E" w:rsidRPr="000754EC" w:rsidRDefault="00715DC8" w:rsidP="001B0F3B">
            <w:pPr>
              <w:pStyle w:val="SIText"/>
            </w:pPr>
            <w:hyperlink r:id="rId11" w:history="1">
              <w:r w:rsidR="001B0F3B" w:rsidRPr="001B0F3B">
                <w:t>https://vetnet.education.gov.au/Pages/TrainingDocs.aspx?q=5c4b8489-f7e1-463b-81c8-6ecce6c192a0</w:t>
              </w:r>
            </w:hyperlink>
            <w:r w:rsidR="00241651">
              <w:t xml:space="preserve"> </w:t>
            </w:r>
          </w:p>
        </w:tc>
      </w:tr>
    </w:tbl>
    <w:p w14:paraId="38298ADF" w14:textId="77777777" w:rsidR="00F1480E" w:rsidRDefault="00F1480E" w:rsidP="005F771F">
      <w:pPr>
        <w:pStyle w:val="SIText"/>
      </w:pPr>
    </w:p>
    <w:p w14:paraId="2CC14C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8BD77F" w14:textId="77777777" w:rsidTr="00113678">
        <w:trPr>
          <w:tblHeader/>
        </w:trPr>
        <w:tc>
          <w:tcPr>
            <w:tcW w:w="1478" w:type="pct"/>
            <w:shd w:val="clear" w:color="auto" w:fill="auto"/>
          </w:tcPr>
          <w:p w14:paraId="0EAE17BF" w14:textId="77777777" w:rsidR="00556C4C" w:rsidRPr="000754EC" w:rsidRDefault="00556C4C" w:rsidP="000754EC">
            <w:pPr>
              <w:pStyle w:val="SIUnittitle"/>
            </w:pPr>
            <w:r w:rsidRPr="002C55E9">
              <w:t>T</w:t>
            </w:r>
            <w:r w:rsidRPr="000754EC">
              <w:t>ITLE</w:t>
            </w:r>
          </w:p>
        </w:tc>
        <w:tc>
          <w:tcPr>
            <w:tcW w:w="3522" w:type="pct"/>
            <w:shd w:val="clear" w:color="auto" w:fill="auto"/>
          </w:tcPr>
          <w:p w14:paraId="47D1B7FA" w14:textId="32120AB5" w:rsidR="00556C4C" w:rsidRPr="000754EC" w:rsidRDefault="00556C4C" w:rsidP="00392DD5">
            <w:pPr>
              <w:pStyle w:val="SIUnittitle"/>
            </w:pPr>
            <w:r w:rsidRPr="00F56827">
              <w:t xml:space="preserve">Assessment requirements for </w:t>
            </w:r>
            <w:r w:rsidR="00241651">
              <w:t>RGR</w:t>
            </w:r>
            <w:r w:rsidR="004534C9" w:rsidRPr="004534C9">
              <w:t>HBR30</w:t>
            </w:r>
            <w:r w:rsidR="00392DD5">
              <w:t>3</w:t>
            </w:r>
            <w:r w:rsidR="004534C9" w:rsidRPr="004534C9">
              <w:t xml:space="preserve"> Assist with artificial insemination of mares</w:t>
            </w:r>
          </w:p>
        </w:tc>
      </w:tr>
      <w:tr w:rsidR="00556C4C" w:rsidRPr="00A55106" w14:paraId="737F944A" w14:textId="77777777" w:rsidTr="00113678">
        <w:trPr>
          <w:tblHeader/>
        </w:trPr>
        <w:tc>
          <w:tcPr>
            <w:tcW w:w="5000" w:type="pct"/>
            <w:gridSpan w:val="2"/>
            <w:shd w:val="clear" w:color="auto" w:fill="auto"/>
          </w:tcPr>
          <w:p w14:paraId="36D70FA2" w14:textId="77777777" w:rsidR="00556C4C" w:rsidRPr="000754EC" w:rsidRDefault="00D71E43" w:rsidP="000754EC">
            <w:pPr>
              <w:pStyle w:val="SIHeading2"/>
            </w:pPr>
            <w:r>
              <w:t>Performance E</w:t>
            </w:r>
            <w:r w:rsidRPr="000754EC">
              <w:t>vidence</w:t>
            </w:r>
          </w:p>
        </w:tc>
      </w:tr>
      <w:tr w:rsidR="00556C4C" w:rsidRPr="00067E1C" w14:paraId="6726A90B" w14:textId="77777777" w:rsidTr="00113678">
        <w:tc>
          <w:tcPr>
            <w:tcW w:w="5000" w:type="pct"/>
            <w:gridSpan w:val="2"/>
            <w:shd w:val="clear" w:color="auto" w:fill="auto"/>
          </w:tcPr>
          <w:p w14:paraId="554DF537" w14:textId="7A7260DE" w:rsidR="00334329" w:rsidRDefault="00334329" w:rsidP="00334329">
            <w:pPr>
              <w:pStyle w:val="SIText"/>
            </w:pPr>
            <w:r w:rsidRPr="003B1001">
              <w:t>An individual demonstrating competency must satisfy all of the elements and per</w:t>
            </w:r>
            <w:r>
              <w:t xml:space="preserve">formance criteria </w:t>
            </w:r>
            <w:r w:rsidR="001B0F3B">
              <w:t>in</w:t>
            </w:r>
            <w:r>
              <w:t xml:space="preserve"> this unit.</w:t>
            </w:r>
          </w:p>
          <w:p w14:paraId="3BB4511B" w14:textId="77777777" w:rsidR="001B0F3B" w:rsidRPr="003B1001" w:rsidRDefault="001B0F3B" w:rsidP="00334329">
            <w:pPr>
              <w:pStyle w:val="SIText"/>
            </w:pPr>
          </w:p>
          <w:p w14:paraId="772E7609" w14:textId="77777777" w:rsidR="0090283E" w:rsidRDefault="00334329" w:rsidP="00334329">
            <w:pPr>
              <w:pStyle w:val="SIText"/>
            </w:pPr>
            <w:r w:rsidRPr="003B1001">
              <w:t>There must be evidence that the individual has</w:t>
            </w:r>
            <w:r w:rsidR="0090283E">
              <w:t>:</w:t>
            </w:r>
          </w:p>
          <w:p w14:paraId="79319E4A" w14:textId="2587BE98" w:rsidR="00EB0821" w:rsidRDefault="00334329" w:rsidP="0090283E">
            <w:pPr>
              <w:pStyle w:val="SIBulletList1"/>
            </w:pPr>
            <w:r w:rsidRPr="003B1001">
              <w:t xml:space="preserve">carried out artificial insemination (AI) procedures with at least three mares, </w:t>
            </w:r>
            <w:r>
              <w:t xml:space="preserve">including </w:t>
            </w:r>
            <w:r w:rsidRPr="003B1001">
              <w:t>at least one with foal at foot</w:t>
            </w:r>
          </w:p>
          <w:p w14:paraId="3013D190" w14:textId="1AC9E295" w:rsidR="00EB0821" w:rsidRDefault="00EB0821" w:rsidP="0090283E">
            <w:pPr>
              <w:pStyle w:val="SIBulletList1"/>
            </w:pPr>
            <w:r w:rsidRPr="003B1001">
              <w:t>maintain</w:t>
            </w:r>
            <w:r>
              <w:t>ed</w:t>
            </w:r>
            <w:r w:rsidRPr="003B1001">
              <w:t xml:space="preserve"> accurate records of AI and breeding activities for </w:t>
            </w:r>
            <w:r>
              <w:t xml:space="preserve">each </w:t>
            </w:r>
            <w:r w:rsidRPr="003B1001">
              <w:t>individual horse</w:t>
            </w:r>
            <w:r>
              <w:t>.</w:t>
            </w:r>
          </w:p>
          <w:p w14:paraId="67B6B410" w14:textId="14210B0D" w:rsidR="00556C4C" w:rsidRPr="000754EC" w:rsidRDefault="00556C4C" w:rsidP="00EE0B3A">
            <w:pPr>
              <w:pStyle w:val="SIText"/>
            </w:pPr>
          </w:p>
        </w:tc>
      </w:tr>
    </w:tbl>
    <w:p w14:paraId="513006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E47476" w14:textId="77777777" w:rsidTr="00CA2922">
        <w:trPr>
          <w:tblHeader/>
        </w:trPr>
        <w:tc>
          <w:tcPr>
            <w:tcW w:w="5000" w:type="pct"/>
            <w:shd w:val="clear" w:color="auto" w:fill="auto"/>
          </w:tcPr>
          <w:p w14:paraId="3A641E20" w14:textId="77777777" w:rsidR="00F1480E" w:rsidRPr="000754EC" w:rsidRDefault="00D71E43" w:rsidP="000754EC">
            <w:pPr>
              <w:pStyle w:val="SIHeading2"/>
            </w:pPr>
            <w:r w:rsidRPr="002C55E9">
              <w:t>K</w:t>
            </w:r>
            <w:r w:rsidRPr="000754EC">
              <w:t>nowledge Evidence</w:t>
            </w:r>
          </w:p>
        </w:tc>
      </w:tr>
      <w:tr w:rsidR="00F1480E" w:rsidRPr="00067E1C" w14:paraId="0765E787" w14:textId="77777777" w:rsidTr="00CA2922">
        <w:tc>
          <w:tcPr>
            <w:tcW w:w="5000" w:type="pct"/>
            <w:shd w:val="clear" w:color="auto" w:fill="auto"/>
          </w:tcPr>
          <w:p w14:paraId="12F06C02" w14:textId="4171398E" w:rsidR="00334329" w:rsidRPr="003B1001" w:rsidRDefault="00334329" w:rsidP="00334329">
            <w:pPr>
              <w:pStyle w:val="SIText"/>
            </w:pPr>
            <w:r w:rsidRPr="003B1001">
              <w:t>An individual must be able to demonstrate the knowledge required to perform the tasks outlined in the elements and performance criteria of this unit. This includes knowledge of:</w:t>
            </w:r>
          </w:p>
          <w:p w14:paraId="2C6C4678" w14:textId="77777777" w:rsidR="00334329" w:rsidRPr="003B1001" w:rsidRDefault="00334329" w:rsidP="00334329">
            <w:pPr>
              <w:pStyle w:val="SIBulletList1"/>
            </w:pPr>
            <w:r w:rsidRPr="003B1001">
              <w:t>relevant horse breeding terminology</w:t>
            </w:r>
          </w:p>
          <w:p w14:paraId="04335C86" w14:textId="77777777" w:rsidR="00457BB5" w:rsidRDefault="00334329" w:rsidP="00334329">
            <w:pPr>
              <w:pStyle w:val="SIBulletList1"/>
            </w:pPr>
            <w:r w:rsidRPr="003B1001">
              <w:t>relevant anatomy and physiology of male and female reproductive systems in horses, including</w:t>
            </w:r>
            <w:r w:rsidR="00457BB5">
              <w:t>:</w:t>
            </w:r>
          </w:p>
          <w:p w14:paraId="50D836D8" w14:textId="52B1A293" w:rsidR="00334329" w:rsidRDefault="00334329" w:rsidP="00DC40F9">
            <w:pPr>
              <w:pStyle w:val="SIBulletList2"/>
            </w:pPr>
            <w:r w:rsidRPr="003B1001">
              <w:t>conception and gestation</w:t>
            </w:r>
          </w:p>
          <w:p w14:paraId="3C5A4703" w14:textId="77777777" w:rsidR="00457BB5" w:rsidRPr="00457BB5" w:rsidRDefault="00457BB5" w:rsidP="00457BB5">
            <w:pPr>
              <w:pStyle w:val="SIBulletList2"/>
            </w:pPr>
            <w:r w:rsidRPr="003B1001">
              <w:t>common infertility in mares and what may be treated by veterinarians</w:t>
            </w:r>
          </w:p>
          <w:p w14:paraId="6B744D4D" w14:textId="27C3FA73" w:rsidR="00457BB5" w:rsidRDefault="00457BB5" w:rsidP="00DC40F9">
            <w:pPr>
              <w:pStyle w:val="SIBulletList2"/>
            </w:pPr>
            <w:r w:rsidRPr="003B1001">
              <w:t>oestrus cycle in mares and dioestrus behaviour and its detection</w:t>
            </w:r>
          </w:p>
          <w:p w14:paraId="11BCE0BA" w14:textId="67C67C94" w:rsidR="00334329" w:rsidRPr="003B1001" w:rsidRDefault="00334329" w:rsidP="00457BB5">
            <w:pPr>
              <w:pStyle w:val="SIBulletList1"/>
            </w:pPr>
            <w:r w:rsidRPr="003B1001">
              <w:t>procedures for preparation for AI</w:t>
            </w:r>
          </w:p>
          <w:p w14:paraId="1605F466" w14:textId="77777777" w:rsidR="00334329" w:rsidRPr="003B1001" w:rsidRDefault="00334329" w:rsidP="00334329">
            <w:pPr>
              <w:pStyle w:val="SIBulletList1"/>
            </w:pPr>
            <w:r w:rsidRPr="003B1001">
              <w:t>requirements of veterinarians in carrying out follicle and pregnancy testing</w:t>
            </w:r>
          </w:p>
          <w:p w14:paraId="4C515BB4" w14:textId="441F7566" w:rsidR="00457BB5" w:rsidRPr="00457BB5" w:rsidRDefault="00334329" w:rsidP="00457BB5">
            <w:pPr>
              <w:pStyle w:val="SIBulletList1"/>
            </w:pPr>
            <w:r w:rsidRPr="003B1001">
              <w:t>mare handling procedures</w:t>
            </w:r>
            <w:r w:rsidR="00457BB5">
              <w:t>, including</w:t>
            </w:r>
            <w:r w:rsidR="00457BB5" w:rsidRPr="003B1001">
              <w:t xml:space="preserve"> types and purpose of different handling restraints for mares</w:t>
            </w:r>
          </w:p>
          <w:p w14:paraId="57D7AF54" w14:textId="77777777" w:rsidR="00334329" w:rsidRPr="003B1001" w:rsidRDefault="00334329" w:rsidP="00334329">
            <w:pPr>
              <w:pStyle w:val="SIBulletList1"/>
            </w:pPr>
            <w:r w:rsidRPr="003B1001">
              <w:t>mare identification methods, including mare status and stallion booking</w:t>
            </w:r>
          </w:p>
          <w:p w14:paraId="7EDA0840" w14:textId="0D7B7318" w:rsidR="00392DD5" w:rsidRPr="003B1001" w:rsidRDefault="00392DD5" w:rsidP="00334329">
            <w:pPr>
              <w:pStyle w:val="SIBulletList1"/>
            </w:pPr>
            <w:r>
              <w:t>infection control and testing of mares</w:t>
            </w:r>
          </w:p>
          <w:p w14:paraId="27DF577A" w14:textId="77777777" w:rsidR="00334329" w:rsidRPr="003B1001" w:rsidRDefault="00334329" w:rsidP="00334329">
            <w:pPr>
              <w:pStyle w:val="SIBulletList1"/>
            </w:pPr>
            <w:r w:rsidRPr="003B1001">
              <w:t>key regulatory requirem</w:t>
            </w:r>
            <w:r>
              <w:t>ents relating to animal welfare</w:t>
            </w:r>
          </w:p>
          <w:p w14:paraId="3E2BB13F" w14:textId="77777777" w:rsidR="00334329" w:rsidRPr="003B1001" w:rsidRDefault="00334329" w:rsidP="00334329">
            <w:pPr>
              <w:pStyle w:val="SIBulletList1"/>
            </w:pPr>
            <w:r w:rsidRPr="003B1001">
              <w:t>safe work practices:</w:t>
            </w:r>
          </w:p>
          <w:p w14:paraId="2D3B9421" w14:textId="77777777" w:rsidR="00334329" w:rsidRPr="003B1001" w:rsidRDefault="00334329" w:rsidP="00334329">
            <w:pPr>
              <w:pStyle w:val="SIBulletList2"/>
            </w:pPr>
            <w:r w:rsidRPr="003B1001">
              <w:t>safe horse handling techniques</w:t>
            </w:r>
          </w:p>
          <w:p w14:paraId="61AE9273" w14:textId="77777777" w:rsidR="00334329" w:rsidRPr="003B1001" w:rsidRDefault="00334329" w:rsidP="00334329">
            <w:pPr>
              <w:pStyle w:val="SIBulletList2"/>
            </w:pPr>
            <w:r w:rsidRPr="003B1001">
              <w:t>hazard and risk identification and minimisation</w:t>
            </w:r>
          </w:p>
          <w:p w14:paraId="0135252A" w14:textId="77777777" w:rsidR="00334329" w:rsidRPr="003B1001" w:rsidRDefault="00334329" w:rsidP="00334329">
            <w:pPr>
              <w:pStyle w:val="SIBulletList2"/>
            </w:pPr>
            <w:r w:rsidRPr="003B1001">
              <w:t>personal protective equipment (PPE)</w:t>
            </w:r>
          </w:p>
          <w:p w14:paraId="6EDF787F" w14:textId="390E54D2" w:rsidR="00334329" w:rsidRPr="003B1001" w:rsidRDefault="00334329" w:rsidP="00334329">
            <w:pPr>
              <w:pStyle w:val="SIBulletList2"/>
              <w:rPr>
                <w:rFonts w:cs="Arial"/>
              </w:rPr>
            </w:pPr>
            <w:r w:rsidRPr="003B1001">
              <w:rPr>
                <w:rFonts w:cs="Arial"/>
              </w:rPr>
              <w:t xml:space="preserve">biosecurity and hygiene practices relevant to </w:t>
            </w:r>
            <w:r w:rsidR="00392DD5">
              <w:t>AI</w:t>
            </w:r>
            <w:r w:rsidR="00392DD5" w:rsidRPr="003B1001">
              <w:rPr>
                <w:rFonts w:cs="Arial"/>
              </w:rPr>
              <w:t xml:space="preserve"> </w:t>
            </w:r>
            <w:r w:rsidRPr="003B1001">
              <w:rPr>
                <w:rFonts w:cs="Arial"/>
              </w:rPr>
              <w:t>procedures</w:t>
            </w:r>
          </w:p>
          <w:p w14:paraId="5F9C39E5" w14:textId="0E1EA1D8" w:rsidR="00F1480E" w:rsidRPr="000754EC" w:rsidRDefault="00334329" w:rsidP="00334329">
            <w:pPr>
              <w:pStyle w:val="SIBulletList1"/>
            </w:pPr>
            <w:r w:rsidRPr="003B1001">
              <w:t>workplace recording and reporting procedures, including stud recordkeeping requirements.</w:t>
            </w:r>
          </w:p>
        </w:tc>
      </w:tr>
    </w:tbl>
    <w:p w14:paraId="6B6FD7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98301B" w14:textId="77777777" w:rsidTr="00CA2922">
        <w:trPr>
          <w:tblHeader/>
        </w:trPr>
        <w:tc>
          <w:tcPr>
            <w:tcW w:w="5000" w:type="pct"/>
            <w:shd w:val="clear" w:color="auto" w:fill="auto"/>
          </w:tcPr>
          <w:p w14:paraId="3CB0B839" w14:textId="77777777" w:rsidR="00F1480E" w:rsidRPr="000754EC" w:rsidRDefault="00D71E43" w:rsidP="000754EC">
            <w:pPr>
              <w:pStyle w:val="SIHeading2"/>
            </w:pPr>
            <w:r w:rsidRPr="002C55E9">
              <w:t>A</w:t>
            </w:r>
            <w:r w:rsidRPr="000754EC">
              <w:t>ssessment Conditions</w:t>
            </w:r>
          </w:p>
        </w:tc>
      </w:tr>
      <w:tr w:rsidR="00F1480E" w:rsidRPr="00A55106" w14:paraId="2F2EF748" w14:textId="77777777" w:rsidTr="00CA2922">
        <w:tc>
          <w:tcPr>
            <w:tcW w:w="5000" w:type="pct"/>
            <w:shd w:val="clear" w:color="auto" w:fill="auto"/>
          </w:tcPr>
          <w:p w14:paraId="4A4E4898" w14:textId="77777777" w:rsidR="00334329" w:rsidRPr="003B1001" w:rsidRDefault="00334329" w:rsidP="00334329">
            <w:pPr>
              <w:pStyle w:val="SIText"/>
            </w:pPr>
            <w:r w:rsidRPr="003B1001">
              <w:t xml:space="preserve">Assessment of </w:t>
            </w:r>
            <w:r>
              <w:t>skills</w:t>
            </w:r>
            <w:r w:rsidRPr="003B1001">
              <w:t xml:space="preserve"> must take place </w:t>
            </w:r>
            <w:r>
              <w:t>under the following conditions:</w:t>
            </w:r>
          </w:p>
          <w:p w14:paraId="3843D532" w14:textId="77777777" w:rsidR="00334329" w:rsidRPr="003B1001" w:rsidRDefault="00334329" w:rsidP="00334329">
            <w:pPr>
              <w:pStyle w:val="SIBulletList1"/>
              <w:rPr>
                <w:rFonts w:cs="Arial"/>
              </w:rPr>
            </w:pPr>
            <w:r w:rsidRPr="003B1001">
              <w:rPr>
                <w:rFonts w:cs="Arial"/>
              </w:rPr>
              <w:t>physical conditions:</w:t>
            </w:r>
          </w:p>
          <w:p w14:paraId="1D56C12C" w14:textId="77777777" w:rsidR="00334329" w:rsidRPr="003B1001" w:rsidRDefault="00334329" w:rsidP="00334329">
            <w:pPr>
              <w:pStyle w:val="SIBulletList2"/>
              <w:rPr>
                <w:rFonts w:cs="Arial"/>
              </w:rPr>
            </w:pPr>
            <w:r w:rsidRPr="003B1001">
              <w:rPr>
                <w:rFonts w:cs="Arial"/>
              </w:rPr>
              <w:t xml:space="preserve">a workplace or </w:t>
            </w:r>
            <w:r>
              <w:rPr>
                <w:rFonts w:cs="Arial"/>
              </w:rPr>
              <w:t>an</w:t>
            </w:r>
            <w:r w:rsidRPr="003B1001">
              <w:rPr>
                <w:rFonts w:cs="Arial"/>
              </w:rPr>
              <w:t xml:space="preserve"> environment that accurately </w:t>
            </w:r>
            <w:r>
              <w:rPr>
                <w:rFonts w:cs="Arial"/>
              </w:rPr>
              <w:t>represents workplace conditions</w:t>
            </w:r>
          </w:p>
          <w:p w14:paraId="243D7EF1" w14:textId="77777777" w:rsidR="00334329" w:rsidRPr="003B1001" w:rsidRDefault="00334329" w:rsidP="00334329">
            <w:pPr>
              <w:pStyle w:val="SIBulletList1"/>
              <w:rPr>
                <w:rFonts w:cs="Arial"/>
              </w:rPr>
            </w:pPr>
            <w:r w:rsidRPr="003B1001">
              <w:rPr>
                <w:rFonts w:cs="Arial"/>
              </w:rPr>
              <w:t>resources, equipment and materials:</w:t>
            </w:r>
          </w:p>
          <w:p w14:paraId="663BA1BD" w14:textId="696DE594" w:rsidR="00334329" w:rsidRPr="003B1001" w:rsidRDefault="00334329" w:rsidP="00334329">
            <w:pPr>
              <w:pStyle w:val="SIBulletList2"/>
              <w:rPr>
                <w:rFonts w:cs="Arial"/>
              </w:rPr>
            </w:pPr>
            <w:r w:rsidRPr="003B1001">
              <w:rPr>
                <w:rFonts w:cs="Arial"/>
              </w:rPr>
              <w:t xml:space="preserve">various mares requiring </w:t>
            </w:r>
            <w:r w:rsidR="00456993">
              <w:t>AI</w:t>
            </w:r>
            <w:r w:rsidRPr="003B1001">
              <w:rPr>
                <w:rFonts w:cs="Arial"/>
              </w:rPr>
              <w:t xml:space="preserve"> assessed as suitable for the experience and skill of the </w:t>
            </w:r>
            <w:r>
              <w:rPr>
                <w:rFonts w:cs="Arial"/>
              </w:rPr>
              <w:t>individual</w:t>
            </w:r>
          </w:p>
          <w:p w14:paraId="18B8C6B9" w14:textId="77777777" w:rsidR="00334329" w:rsidRPr="003B1001" w:rsidRDefault="00334329" w:rsidP="00334329">
            <w:pPr>
              <w:pStyle w:val="SIBulletList2"/>
              <w:rPr>
                <w:rFonts w:cs="Arial"/>
              </w:rPr>
            </w:pPr>
            <w:r w:rsidRPr="003B1001">
              <w:rPr>
                <w:rFonts w:cs="Arial"/>
              </w:rPr>
              <w:t>tack, equipment and restraints required for AI</w:t>
            </w:r>
          </w:p>
          <w:p w14:paraId="03AC72BD" w14:textId="380D4C89" w:rsidR="00334329" w:rsidRPr="003B1001" w:rsidRDefault="00456993" w:rsidP="00334329">
            <w:pPr>
              <w:pStyle w:val="SIBulletList2"/>
              <w:rPr>
                <w:rFonts w:cs="Arial"/>
              </w:rPr>
            </w:pPr>
            <w:r>
              <w:t>PPE</w:t>
            </w:r>
            <w:r w:rsidR="00334329" w:rsidRPr="003B1001">
              <w:rPr>
                <w:rFonts w:cs="Arial"/>
              </w:rPr>
              <w:t xml:space="preserve"> fitted and applicable for task for </w:t>
            </w:r>
            <w:r w:rsidR="00334329">
              <w:rPr>
                <w:rFonts w:cs="Arial"/>
              </w:rPr>
              <w:t>individual</w:t>
            </w:r>
          </w:p>
          <w:p w14:paraId="09BA73BC" w14:textId="77777777" w:rsidR="00334329" w:rsidRPr="003B1001" w:rsidRDefault="00334329" w:rsidP="00334329">
            <w:pPr>
              <w:pStyle w:val="SIBulletList2"/>
              <w:rPr>
                <w:rFonts w:cs="Arial"/>
              </w:rPr>
            </w:pPr>
            <w:r w:rsidRPr="003B1001">
              <w:rPr>
                <w:rFonts w:cs="Arial"/>
              </w:rPr>
              <w:t>workplace recording and reporting forms or systems</w:t>
            </w:r>
          </w:p>
          <w:p w14:paraId="50F6BA2E" w14:textId="77777777" w:rsidR="00334329" w:rsidRPr="003B1001" w:rsidRDefault="00334329" w:rsidP="00334329">
            <w:pPr>
              <w:pStyle w:val="SIBulletList1"/>
              <w:rPr>
                <w:rFonts w:cs="Arial"/>
              </w:rPr>
            </w:pPr>
            <w:r w:rsidRPr="003B1001">
              <w:rPr>
                <w:rFonts w:cs="Arial"/>
              </w:rPr>
              <w:t>specifications:</w:t>
            </w:r>
          </w:p>
          <w:p w14:paraId="24514A1C" w14:textId="77777777" w:rsidR="00334329" w:rsidRPr="003B1001" w:rsidRDefault="00334329" w:rsidP="00334329">
            <w:pPr>
              <w:pStyle w:val="SIBulletList2"/>
              <w:rPr>
                <w:rFonts w:cs="Arial"/>
              </w:rPr>
            </w:pPr>
            <w:r w:rsidRPr="003B1001">
              <w:rPr>
                <w:rFonts w:cs="Arial"/>
              </w:rPr>
              <w:t>work instructions or program for carrying out AI procedures.</w:t>
            </w:r>
          </w:p>
          <w:p w14:paraId="5D94CE04" w14:textId="77777777" w:rsidR="00334329" w:rsidRPr="003B1001" w:rsidRDefault="00334329" w:rsidP="00334329">
            <w:pPr>
              <w:pStyle w:val="SIText"/>
            </w:pPr>
          </w:p>
          <w:p w14:paraId="30B051FC" w14:textId="3CBCDDE8" w:rsidR="00334329" w:rsidRDefault="00334329" w:rsidP="00334329">
            <w:pPr>
              <w:pStyle w:val="SIText"/>
            </w:pPr>
            <w:r w:rsidRPr="003B1001">
              <w:t xml:space="preserve">Training and assessment strategies must show evidence of the use of guidance provided in the </w:t>
            </w:r>
            <w:r w:rsidRPr="003B1001">
              <w:rPr>
                <w:i/>
              </w:rPr>
              <w:t>Companion Volume: User Guide: Safety in Equine Training</w:t>
            </w:r>
            <w:r w:rsidRPr="003B1001">
              <w:t>.</w:t>
            </w:r>
          </w:p>
          <w:p w14:paraId="3499E732" w14:textId="77777777" w:rsidR="001B0F3B" w:rsidRPr="003B1001" w:rsidRDefault="001B0F3B" w:rsidP="00334329">
            <w:pPr>
              <w:pStyle w:val="SIText"/>
            </w:pPr>
          </w:p>
          <w:p w14:paraId="0043415B" w14:textId="774604EA" w:rsidR="00F1480E" w:rsidRPr="000754EC" w:rsidRDefault="00334329" w:rsidP="00334329">
            <w:pPr>
              <w:pStyle w:val="SIText"/>
              <w:rPr>
                <w:rFonts w:eastAsia="Calibri"/>
              </w:rPr>
            </w:pPr>
            <w:r w:rsidRPr="003B1001">
              <w:t>Assessors of this unit must satisfy the requirements for assessors in applicable vocational education and training legislation, frameworks and/or standards.</w:t>
            </w:r>
          </w:p>
        </w:tc>
      </w:tr>
    </w:tbl>
    <w:p w14:paraId="37D159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04FED4" w14:textId="77777777" w:rsidTr="004679E3">
        <w:tc>
          <w:tcPr>
            <w:tcW w:w="990" w:type="pct"/>
            <w:shd w:val="clear" w:color="auto" w:fill="auto"/>
          </w:tcPr>
          <w:p w14:paraId="7575A55B" w14:textId="77777777" w:rsidR="00F1480E" w:rsidRPr="000754EC" w:rsidRDefault="00D71E43" w:rsidP="000754EC">
            <w:pPr>
              <w:pStyle w:val="SIHeading2"/>
            </w:pPr>
            <w:r w:rsidRPr="002C55E9">
              <w:t>L</w:t>
            </w:r>
            <w:r w:rsidRPr="000754EC">
              <w:t>inks</w:t>
            </w:r>
          </w:p>
        </w:tc>
        <w:tc>
          <w:tcPr>
            <w:tcW w:w="4010" w:type="pct"/>
            <w:shd w:val="clear" w:color="auto" w:fill="auto"/>
          </w:tcPr>
          <w:p w14:paraId="3F6241C1" w14:textId="77777777" w:rsidR="001B0F3B" w:rsidRPr="001B0F3B" w:rsidRDefault="001B0F3B" w:rsidP="001B0F3B">
            <w:pPr>
              <w:pStyle w:val="SIText"/>
            </w:pPr>
            <w:r>
              <w:t xml:space="preserve">Companion Volumes, including Implementation </w:t>
            </w:r>
            <w:r w:rsidRPr="001B0F3B">
              <w:t xml:space="preserve">Guides, are available at VETNet: </w:t>
            </w:r>
          </w:p>
          <w:p w14:paraId="177EBC28" w14:textId="37816A25" w:rsidR="00F1480E" w:rsidRPr="000754EC" w:rsidRDefault="00715DC8" w:rsidP="001B0F3B">
            <w:pPr>
              <w:pStyle w:val="SIText"/>
            </w:pPr>
            <w:hyperlink r:id="rId12" w:history="1">
              <w:r w:rsidR="001B0F3B" w:rsidRPr="001B0F3B">
                <w:t>https://vetnet.education.gov.au/Pages/TrainingDocs.aspx?q=5c4b8489-f7e1-463b-81c8-6ecce6c192a0</w:t>
              </w:r>
            </w:hyperlink>
            <w:r w:rsidR="00241651" w:rsidRPr="00241651">
              <w:t xml:space="preserve"> </w:t>
            </w:r>
          </w:p>
        </w:tc>
      </w:tr>
    </w:tbl>
    <w:p w14:paraId="7EB102F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4191D" w14:textId="77777777" w:rsidR="00715DC8" w:rsidRDefault="00715DC8" w:rsidP="00BF3F0A">
      <w:r>
        <w:separator/>
      </w:r>
    </w:p>
    <w:p w14:paraId="41842F9F" w14:textId="77777777" w:rsidR="00715DC8" w:rsidRDefault="00715DC8"/>
  </w:endnote>
  <w:endnote w:type="continuationSeparator" w:id="0">
    <w:p w14:paraId="02D157EA" w14:textId="77777777" w:rsidR="00715DC8" w:rsidRDefault="00715DC8" w:rsidP="00BF3F0A">
      <w:r>
        <w:continuationSeparator/>
      </w:r>
    </w:p>
    <w:p w14:paraId="34265033" w14:textId="77777777" w:rsidR="00715DC8" w:rsidRDefault="00715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92157FF" w14:textId="6B17D4B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158DF">
          <w:rPr>
            <w:noProof/>
          </w:rPr>
          <w:t>3</w:t>
        </w:r>
        <w:r w:rsidRPr="000754EC">
          <w:fldChar w:fldCharType="end"/>
        </w:r>
      </w:p>
      <w:p w14:paraId="5F397B72"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3B41ABE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3EA57" w14:textId="77777777" w:rsidR="00715DC8" w:rsidRDefault="00715DC8" w:rsidP="00BF3F0A">
      <w:r>
        <w:separator/>
      </w:r>
    </w:p>
    <w:p w14:paraId="432210D4" w14:textId="77777777" w:rsidR="00715DC8" w:rsidRDefault="00715DC8"/>
  </w:footnote>
  <w:footnote w:type="continuationSeparator" w:id="0">
    <w:p w14:paraId="652C1BD1" w14:textId="77777777" w:rsidR="00715DC8" w:rsidRDefault="00715DC8" w:rsidP="00BF3F0A">
      <w:r>
        <w:continuationSeparator/>
      </w:r>
    </w:p>
    <w:p w14:paraId="68340002" w14:textId="77777777" w:rsidR="00715DC8" w:rsidRDefault="00715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072F" w14:textId="3AF400EB" w:rsidR="009C2650" w:rsidRPr="004534C9" w:rsidRDefault="00241651" w:rsidP="004534C9">
    <w:r>
      <w:t>RGR</w:t>
    </w:r>
    <w:r w:rsidRPr="004534C9">
      <w:rPr>
        <w:lang w:eastAsia="en-US"/>
      </w:rPr>
      <w:t>HBR30</w:t>
    </w:r>
    <w:r w:rsidR="00392DD5">
      <w:t>3</w:t>
    </w:r>
    <w:r w:rsidRPr="004534C9">
      <w:rPr>
        <w:lang w:eastAsia="en-US"/>
      </w:rPr>
      <w:t xml:space="preserve"> </w:t>
    </w:r>
    <w:r w:rsidR="004534C9" w:rsidRPr="004534C9">
      <w:rPr>
        <w:lang w:eastAsia="en-US"/>
      </w:rPr>
      <w:t>Assist with artificial insemination of mares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5E0EAF"/>
    <w:multiLevelType w:val="hybridMultilevel"/>
    <w:tmpl w:val="243A18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EB92546"/>
    <w:multiLevelType w:val="hybridMultilevel"/>
    <w:tmpl w:val="365CEC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SortMethod w:val="0000"/>
  <w:trackRevisions/>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040"/>
    <w:rsid w:val="000014B9"/>
    <w:rsid w:val="00005A15"/>
    <w:rsid w:val="0001108F"/>
    <w:rsid w:val="000115E2"/>
    <w:rsid w:val="000126D0"/>
    <w:rsid w:val="0001296A"/>
    <w:rsid w:val="00016803"/>
    <w:rsid w:val="00023992"/>
    <w:rsid w:val="0003297D"/>
    <w:rsid w:val="00041E59"/>
    <w:rsid w:val="00051D7A"/>
    <w:rsid w:val="00064BFE"/>
    <w:rsid w:val="00070B3E"/>
    <w:rsid w:val="00071F95"/>
    <w:rsid w:val="000737BB"/>
    <w:rsid w:val="00074E47"/>
    <w:rsid w:val="000754EC"/>
    <w:rsid w:val="0009093B"/>
    <w:rsid w:val="000A5441"/>
    <w:rsid w:val="000C149A"/>
    <w:rsid w:val="000C224E"/>
    <w:rsid w:val="000C3DA1"/>
    <w:rsid w:val="000C4C36"/>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29A0"/>
    <w:rsid w:val="001A5EAB"/>
    <w:rsid w:val="001A6A3E"/>
    <w:rsid w:val="001A7B6D"/>
    <w:rsid w:val="001B0F3B"/>
    <w:rsid w:val="001B34D5"/>
    <w:rsid w:val="001B513A"/>
    <w:rsid w:val="001B79BA"/>
    <w:rsid w:val="001C0A75"/>
    <w:rsid w:val="001C1306"/>
    <w:rsid w:val="001D5C1B"/>
    <w:rsid w:val="001D7F5B"/>
    <w:rsid w:val="001E16BC"/>
    <w:rsid w:val="001E16DF"/>
    <w:rsid w:val="001F2BA5"/>
    <w:rsid w:val="001F308D"/>
    <w:rsid w:val="001F77A9"/>
    <w:rsid w:val="00201A7C"/>
    <w:rsid w:val="0021210E"/>
    <w:rsid w:val="0021414D"/>
    <w:rsid w:val="00223124"/>
    <w:rsid w:val="00233143"/>
    <w:rsid w:val="00234444"/>
    <w:rsid w:val="00241651"/>
    <w:rsid w:val="00242293"/>
    <w:rsid w:val="00244EA7"/>
    <w:rsid w:val="00262FC3"/>
    <w:rsid w:val="0026394F"/>
    <w:rsid w:val="00276DB8"/>
    <w:rsid w:val="00282664"/>
    <w:rsid w:val="00285FB8"/>
    <w:rsid w:val="002970C3"/>
    <w:rsid w:val="002A4CD3"/>
    <w:rsid w:val="002A6CC4"/>
    <w:rsid w:val="002C55E9"/>
    <w:rsid w:val="002D0C8B"/>
    <w:rsid w:val="002D330A"/>
    <w:rsid w:val="002D7A93"/>
    <w:rsid w:val="002E193E"/>
    <w:rsid w:val="00310A6A"/>
    <w:rsid w:val="003144E6"/>
    <w:rsid w:val="00323C96"/>
    <w:rsid w:val="00334329"/>
    <w:rsid w:val="00337E82"/>
    <w:rsid w:val="00346FDC"/>
    <w:rsid w:val="00350BB1"/>
    <w:rsid w:val="00352C83"/>
    <w:rsid w:val="00366805"/>
    <w:rsid w:val="0037067D"/>
    <w:rsid w:val="0038735B"/>
    <w:rsid w:val="003916D1"/>
    <w:rsid w:val="00392DD5"/>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34C9"/>
    <w:rsid w:val="00456993"/>
    <w:rsid w:val="00457BB5"/>
    <w:rsid w:val="004640AE"/>
    <w:rsid w:val="004679E3"/>
    <w:rsid w:val="00475172"/>
    <w:rsid w:val="004758B0"/>
    <w:rsid w:val="004832D2"/>
    <w:rsid w:val="00485559"/>
    <w:rsid w:val="004A142B"/>
    <w:rsid w:val="004A3860"/>
    <w:rsid w:val="004A44E8"/>
    <w:rsid w:val="004A7706"/>
    <w:rsid w:val="004B29B7"/>
    <w:rsid w:val="004B5602"/>
    <w:rsid w:val="004B7A28"/>
    <w:rsid w:val="004C2244"/>
    <w:rsid w:val="004C79A1"/>
    <w:rsid w:val="004D0D5F"/>
    <w:rsid w:val="004D0EAF"/>
    <w:rsid w:val="004D1569"/>
    <w:rsid w:val="004D1822"/>
    <w:rsid w:val="004D44B1"/>
    <w:rsid w:val="004E0460"/>
    <w:rsid w:val="004E1579"/>
    <w:rsid w:val="004E5FAE"/>
    <w:rsid w:val="004E6245"/>
    <w:rsid w:val="004E6741"/>
    <w:rsid w:val="004E7094"/>
    <w:rsid w:val="004F02B0"/>
    <w:rsid w:val="004F2154"/>
    <w:rsid w:val="004F5DC7"/>
    <w:rsid w:val="004F78DA"/>
    <w:rsid w:val="00502D78"/>
    <w:rsid w:val="00520E9A"/>
    <w:rsid w:val="005248C1"/>
    <w:rsid w:val="00526134"/>
    <w:rsid w:val="005405B2"/>
    <w:rsid w:val="005427C8"/>
    <w:rsid w:val="005446D1"/>
    <w:rsid w:val="00547739"/>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58DF"/>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5DC8"/>
    <w:rsid w:val="00717385"/>
    <w:rsid w:val="00722769"/>
    <w:rsid w:val="00727901"/>
    <w:rsid w:val="0073075B"/>
    <w:rsid w:val="007341FF"/>
    <w:rsid w:val="00735BC6"/>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1A61"/>
    <w:rsid w:val="008E260C"/>
    <w:rsid w:val="008E39BE"/>
    <w:rsid w:val="008E62EC"/>
    <w:rsid w:val="008F32F6"/>
    <w:rsid w:val="0090283E"/>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1EF3"/>
    <w:rsid w:val="00BF3F0A"/>
    <w:rsid w:val="00C143C3"/>
    <w:rsid w:val="00C1739B"/>
    <w:rsid w:val="00C21ADE"/>
    <w:rsid w:val="00C26067"/>
    <w:rsid w:val="00C30A29"/>
    <w:rsid w:val="00C317DC"/>
    <w:rsid w:val="00C578E9"/>
    <w:rsid w:val="00C70626"/>
    <w:rsid w:val="00C72860"/>
    <w:rsid w:val="00C73B90"/>
    <w:rsid w:val="00C742EC"/>
    <w:rsid w:val="00C757CD"/>
    <w:rsid w:val="00C96AF3"/>
    <w:rsid w:val="00C97CCC"/>
    <w:rsid w:val="00CA0274"/>
    <w:rsid w:val="00CB746F"/>
    <w:rsid w:val="00CC451E"/>
    <w:rsid w:val="00CC457C"/>
    <w:rsid w:val="00CD4E9D"/>
    <w:rsid w:val="00CD4F4D"/>
    <w:rsid w:val="00CE7D19"/>
    <w:rsid w:val="00CF0CF5"/>
    <w:rsid w:val="00CF2B3E"/>
    <w:rsid w:val="00D0201F"/>
    <w:rsid w:val="00D03685"/>
    <w:rsid w:val="00D07D4E"/>
    <w:rsid w:val="00D115AA"/>
    <w:rsid w:val="00D145BE"/>
    <w:rsid w:val="00D20C57"/>
    <w:rsid w:val="00D23BD1"/>
    <w:rsid w:val="00D25D16"/>
    <w:rsid w:val="00D32124"/>
    <w:rsid w:val="00D458E9"/>
    <w:rsid w:val="00D54C76"/>
    <w:rsid w:val="00D71E43"/>
    <w:rsid w:val="00D727F3"/>
    <w:rsid w:val="00D73695"/>
    <w:rsid w:val="00D810DE"/>
    <w:rsid w:val="00D87D32"/>
    <w:rsid w:val="00D91188"/>
    <w:rsid w:val="00D92C83"/>
    <w:rsid w:val="00DA0A81"/>
    <w:rsid w:val="00DA3C10"/>
    <w:rsid w:val="00DA40BF"/>
    <w:rsid w:val="00DA53B5"/>
    <w:rsid w:val="00DC1D69"/>
    <w:rsid w:val="00DC40F9"/>
    <w:rsid w:val="00DC5A3A"/>
    <w:rsid w:val="00DC7337"/>
    <w:rsid w:val="00E061FF"/>
    <w:rsid w:val="00E238E6"/>
    <w:rsid w:val="00E35064"/>
    <w:rsid w:val="00E3681D"/>
    <w:rsid w:val="00E40225"/>
    <w:rsid w:val="00E501F0"/>
    <w:rsid w:val="00E6166D"/>
    <w:rsid w:val="00E91BFF"/>
    <w:rsid w:val="00E92933"/>
    <w:rsid w:val="00E94FAD"/>
    <w:rsid w:val="00EB0821"/>
    <w:rsid w:val="00EB0AA4"/>
    <w:rsid w:val="00EB5C88"/>
    <w:rsid w:val="00EC0469"/>
    <w:rsid w:val="00EE0B3A"/>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8BC5EC"/>
  <w15:docId w15:val="{C9195606-7F37-4AE7-8EA3-5992AA6E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621240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Project xmlns="4ddb879f-cec9-4936-9d4d-0be4dbe9c025">Racehorse breeding skills</Project>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F7B45A5-AC51-497B-8BF8-6C0776637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4ddb879f-cec9-4936-9d4d-0be4dbe9c025"/>
  </ds:schemaRefs>
</ds:datastoreItem>
</file>

<file path=customXml/itemProps4.xml><?xml version="1.0" encoding="utf-8"?>
<ds:datastoreItem xmlns:ds="http://schemas.openxmlformats.org/officeDocument/2006/customXml" ds:itemID="{1A7EB1D4-9BEC-489A-BBD2-A6BCD39C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4</TotalTime>
  <Pages>1</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Ruth Geldard</cp:lastModifiedBy>
  <cp:revision>9</cp:revision>
  <cp:lastPrinted>2019-01-03T01:33:00Z</cp:lastPrinted>
  <dcterms:created xsi:type="dcterms:W3CDTF">2019-05-09T06:13:00Z</dcterms:created>
  <dcterms:modified xsi:type="dcterms:W3CDTF">2019-06-27T02:54:00Z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