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EE9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45EE92F" w14:textId="77777777" w:rsidTr="00CF57B6">
        <w:tc>
          <w:tcPr>
            <w:tcW w:w="2636" w:type="dxa"/>
          </w:tcPr>
          <w:p w14:paraId="645EE9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645EE9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45EE932" w14:textId="77777777" w:rsidTr="00CF57B6">
        <w:tc>
          <w:tcPr>
            <w:tcW w:w="2636" w:type="dxa"/>
          </w:tcPr>
          <w:p w14:paraId="645EE930" w14:textId="48E37B0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55A3C">
              <w:t>2</w:t>
            </w:r>
          </w:p>
        </w:tc>
        <w:tc>
          <w:tcPr>
            <w:tcW w:w="6992" w:type="dxa"/>
          </w:tcPr>
          <w:p w14:paraId="645EE931" w14:textId="6C762D53" w:rsidR="00F1480E" w:rsidRPr="000754EC" w:rsidRDefault="0035000E" w:rsidP="002C198F">
            <w:pPr>
              <w:pStyle w:val="SIText"/>
            </w:pPr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</w:t>
            </w:r>
            <w:r w:rsidR="00AF6F18">
              <w:t xml:space="preserve"> </w:t>
            </w:r>
            <w:r w:rsidRPr="0035000E">
              <w:t xml:space="preserve">Training Package </w:t>
            </w:r>
            <w:r w:rsidR="007B2B4E">
              <w:t>V</w:t>
            </w:r>
            <w:r w:rsidRPr="0035000E">
              <w:t xml:space="preserve">ersion </w:t>
            </w:r>
            <w:r w:rsidR="0011776C">
              <w:t>3</w:t>
            </w:r>
            <w:r w:rsidRPr="0035000E">
              <w:t>.0.</w:t>
            </w:r>
          </w:p>
        </w:tc>
      </w:tr>
      <w:tr w:rsidR="004D36F4" w14:paraId="1179BE9A" w14:textId="77777777" w:rsidTr="00CF57B6">
        <w:tc>
          <w:tcPr>
            <w:tcW w:w="2636" w:type="dxa"/>
          </w:tcPr>
          <w:p w14:paraId="4B186328" w14:textId="08887915" w:rsidR="004D36F4" w:rsidRPr="00CC451E" w:rsidRDefault="004D36F4" w:rsidP="000754EC">
            <w:pPr>
              <w:pStyle w:val="SIText"/>
            </w:pPr>
            <w:r>
              <w:t>Release 1</w:t>
            </w:r>
          </w:p>
        </w:tc>
        <w:tc>
          <w:tcPr>
            <w:tcW w:w="6992" w:type="dxa"/>
          </w:tcPr>
          <w:p w14:paraId="01A0D0DF" w14:textId="0CB5AA30" w:rsidR="004D36F4" w:rsidRPr="0035000E" w:rsidRDefault="004D36F4" w:rsidP="002C198F">
            <w:pPr>
              <w:pStyle w:val="SIText"/>
            </w:pPr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</w:t>
            </w:r>
            <w:r>
              <w:t xml:space="preserve"> </w:t>
            </w:r>
            <w:r w:rsidRPr="0035000E">
              <w:t xml:space="preserve">Training Package </w:t>
            </w:r>
            <w:r>
              <w:t>V</w:t>
            </w:r>
            <w:r w:rsidRPr="0035000E">
              <w:t xml:space="preserve">ersion </w:t>
            </w:r>
            <w:r>
              <w:t>2</w:t>
            </w:r>
            <w:r w:rsidRPr="0035000E">
              <w:t>.0.</w:t>
            </w:r>
          </w:p>
        </w:tc>
      </w:tr>
    </w:tbl>
    <w:p w14:paraId="645EE9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EE93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5EE934" w14:textId="59F4908A" w:rsidR="00F1480E" w:rsidRPr="000754EC" w:rsidRDefault="00367CFF" w:rsidP="000754EC">
            <w:pPr>
              <w:pStyle w:val="SIUNITCODE"/>
            </w:pPr>
            <w:r w:rsidRPr="00367CFF">
              <w:t>FBPFST4009</w:t>
            </w:r>
          </w:p>
        </w:tc>
        <w:tc>
          <w:tcPr>
            <w:tcW w:w="3604" w:type="pct"/>
            <w:shd w:val="clear" w:color="auto" w:fill="auto"/>
          </w:tcPr>
          <w:p w14:paraId="645EE935" w14:textId="1376B253" w:rsidR="00F1480E" w:rsidRPr="000754EC" w:rsidRDefault="00367CFF" w:rsidP="000754EC">
            <w:pPr>
              <w:pStyle w:val="SIUnittitle"/>
            </w:pPr>
            <w:r w:rsidRPr="00367CFF">
              <w:t xml:space="preserve">Label </w:t>
            </w:r>
            <w:r w:rsidR="0011776C" w:rsidRPr="00367CFF">
              <w:t>food</w:t>
            </w:r>
            <w:r w:rsidR="00D64462">
              <w:t xml:space="preserve">s </w:t>
            </w:r>
            <w:r w:rsidRPr="00367CFF">
              <w:t>according to legislative requirements</w:t>
            </w:r>
          </w:p>
        </w:tc>
      </w:tr>
      <w:tr w:rsidR="00F1480E" w:rsidRPr="00963A46" w14:paraId="645EE93F" w14:textId="77777777" w:rsidTr="00CA2922">
        <w:tc>
          <w:tcPr>
            <w:tcW w:w="1396" w:type="pct"/>
            <w:shd w:val="clear" w:color="auto" w:fill="auto"/>
          </w:tcPr>
          <w:p w14:paraId="645EE9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5EE93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5EE939" w14:textId="6B7C38EC" w:rsidR="00367CFF" w:rsidRDefault="00367CFF">
            <w:pPr>
              <w:pStyle w:val="SIText"/>
            </w:pPr>
            <w:r w:rsidRPr="00367CFF">
              <w:t>This unit of competency describes the skills and knowledge required to label foods</w:t>
            </w:r>
            <w:r w:rsidR="009920AF">
              <w:t xml:space="preserve"> and/or beverages</w:t>
            </w:r>
            <w:r w:rsidRPr="00367CFF">
              <w:t xml:space="preserve"> according to legislative requirements.</w:t>
            </w:r>
          </w:p>
          <w:p w14:paraId="645EE93A" w14:textId="77777777" w:rsidR="00AF6F18" w:rsidRPr="00367CFF" w:rsidRDefault="00AF6F18">
            <w:pPr>
              <w:pStyle w:val="SIText"/>
            </w:pPr>
          </w:p>
          <w:p w14:paraId="645EE93B" w14:textId="7269CF9D" w:rsidR="00367CFF" w:rsidRDefault="00367CFF">
            <w:pPr>
              <w:pStyle w:val="SIText"/>
            </w:pPr>
            <w:r w:rsidRPr="00367CFF">
              <w:t>The unit applies to individuals who have responsibility for maintaining the product safety, quality and legislative requirements for labelling</w:t>
            </w:r>
            <w:r w:rsidR="00C50785">
              <w:t xml:space="preserve"> food and/or beverage items</w:t>
            </w:r>
            <w:r w:rsidR="00C50785" w:rsidRPr="00C50785">
              <w:t>.</w:t>
            </w:r>
          </w:p>
          <w:p w14:paraId="645EE93C" w14:textId="77777777" w:rsidR="00AF6F18" w:rsidRPr="00367CFF" w:rsidRDefault="00AF6F18">
            <w:pPr>
              <w:pStyle w:val="SIText"/>
            </w:pPr>
          </w:p>
          <w:p w14:paraId="645EE93D" w14:textId="46934EA9" w:rsidR="00AF6F18" w:rsidRPr="00AF6F18" w:rsidRDefault="00AF6F18" w:rsidP="002C198F">
            <w:pPr>
              <w:pStyle w:val="SIText"/>
            </w:pPr>
            <w:bookmarkStart w:id="0" w:name="_Hlk488137121"/>
            <w:r w:rsidRPr="00AF6F18">
              <w:t>No licensing or certification requirements apply to this unit at the time of publication. However, legislative and regulatory requirements for food processing exist</w:t>
            </w:r>
            <w:r w:rsidR="005D4F4A">
              <w:t>,</w:t>
            </w:r>
            <w:r w:rsidRPr="00AF6F18">
              <w:t xml:space="preserve"> so local requirements must be checked. All work must comply with Australian food saf</w:t>
            </w:r>
            <w:bookmarkStart w:id="1" w:name="_GoBack"/>
            <w:bookmarkEnd w:id="1"/>
            <w:r w:rsidRPr="00AF6F18">
              <w:t>ety standards and relevant codes of practice.</w:t>
            </w:r>
          </w:p>
          <w:bookmarkEnd w:id="0"/>
          <w:p w14:paraId="645EE93E" w14:textId="77777777" w:rsidR="00F1480E" w:rsidRPr="000754EC" w:rsidRDefault="00F1480E" w:rsidP="002C198F">
            <w:pPr>
              <w:pStyle w:val="SIText"/>
            </w:pPr>
          </w:p>
        </w:tc>
      </w:tr>
      <w:tr w:rsidR="00367CFF" w:rsidRPr="00963A46" w14:paraId="645EE942" w14:textId="77777777" w:rsidTr="00CA2922">
        <w:tc>
          <w:tcPr>
            <w:tcW w:w="1396" w:type="pct"/>
            <w:shd w:val="clear" w:color="auto" w:fill="auto"/>
          </w:tcPr>
          <w:p w14:paraId="645EE940" w14:textId="77777777" w:rsidR="00367CFF" w:rsidRPr="00367CFF" w:rsidRDefault="00367CFF" w:rsidP="00367CFF">
            <w:pPr>
              <w:pStyle w:val="SIHeading2"/>
            </w:pPr>
            <w:r w:rsidRPr="00367CF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5EE941" w14:textId="77777777" w:rsidR="00367CFF" w:rsidRPr="00367CFF" w:rsidRDefault="00367CFF">
            <w:pPr>
              <w:pStyle w:val="SIText"/>
            </w:pPr>
            <w:r w:rsidRPr="00367CFF">
              <w:t>Nil</w:t>
            </w:r>
          </w:p>
        </w:tc>
      </w:tr>
      <w:tr w:rsidR="00367CFF" w:rsidRPr="00963A46" w14:paraId="645EE945" w14:textId="77777777" w:rsidTr="00CA2922">
        <w:tc>
          <w:tcPr>
            <w:tcW w:w="1396" w:type="pct"/>
            <w:shd w:val="clear" w:color="auto" w:fill="auto"/>
          </w:tcPr>
          <w:p w14:paraId="645EE943" w14:textId="77777777" w:rsidR="00367CFF" w:rsidRPr="00367CFF" w:rsidRDefault="00367CFF" w:rsidP="00367CFF">
            <w:pPr>
              <w:pStyle w:val="SIHeading2"/>
            </w:pPr>
            <w:r w:rsidRPr="00367CF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5EE944" w14:textId="438FA5B1" w:rsidR="00367CFF" w:rsidRPr="00367CFF" w:rsidRDefault="00367CFF">
            <w:pPr>
              <w:pStyle w:val="SIText"/>
            </w:pPr>
            <w:r w:rsidRPr="00367CFF">
              <w:t xml:space="preserve">Food </w:t>
            </w:r>
            <w:r w:rsidR="00550F18">
              <w:t>S</w:t>
            </w:r>
            <w:r w:rsidRPr="00367CFF">
              <w:t xml:space="preserve">cience and </w:t>
            </w:r>
            <w:r w:rsidR="00550F18">
              <w:t>T</w:t>
            </w:r>
            <w:r w:rsidRPr="00367CFF">
              <w:t>echnology (</w:t>
            </w:r>
            <w:proofErr w:type="spellStart"/>
            <w:r w:rsidRPr="00367CFF">
              <w:t>FST</w:t>
            </w:r>
            <w:proofErr w:type="spellEnd"/>
            <w:r w:rsidRPr="00367CFF">
              <w:t>)</w:t>
            </w:r>
          </w:p>
        </w:tc>
      </w:tr>
    </w:tbl>
    <w:p w14:paraId="645EE9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EE9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5EE9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5EE94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5EE9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5EE9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5EE9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7CFF" w:rsidRPr="00963A46" w14:paraId="645EE9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4D" w14:textId="3177912B" w:rsidR="00367CFF" w:rsidRPr="00367FA2" w:rsidRDefault="00367CFF" w:rsidP="002C198F">
            <w:pPr>
              <w:pStyle w:val="SIText"/>
            </w:pPr>
            <w:r w:rsidRPr="00367FA2">
              <w:t>1. Identify specific criteria required for a food</w:t>
            </w:r>
            <w:r w:rsidR="00F37E0F">
              <w:t xml:space="preserve"> and/or beverage</w:t>
            </w:r>
            <w:r w:rsidRPr="00367FA2">
              <w:t xml:space="preserve"> label</w:t>
            </w:r>
          </w:p>
        </w:tc>
        <w:tc>
          <w:tcPr>
            <w:tcW w:w="3604" w:type="pct"/>
            <w:shd w:val="clear" w:color="auto" w:fill="auto"/>
          </w:tcPr>
          <w:p w14:paraId="645EE94E" w14:textId="3F71DFF5" w:rsidR="00367CFF" w:rsidRPr="002C198F" w:rsidRDefault="00367CFF" w:rsidP="002C198F">
            <w:pPr>
              <w:pStyle w:val="SIText"/>
            </w:pPr>
            <w:r w:rsidRPr="002C198F">
              <w:t xml:space="preserve">1.1 Identify </w:t>
            </w:r>
            <w:r w:rsidR="00E21FE5">
              <w:t xml:space="preserve">legal </w:t>
            </w:r>
            <w:r w:rsidR="00F37B75">
              <w:t>requirements</w:t>
            </w:r>
            <w:r w:rsidRPr="002C198F">
              <w:t xml:space="preserve"> of food </w:t>
            </w:r>
            <w:r w:rsidR="00F37E0F">
              <w:t xml:space="preserve">and/or beverage </w:t>
            </w:r>
            <w:r w:rsidRPr="002C198F">
              <w:t>labels</w:t>
            </w:r>
          </w:p>
          <w:p w14:paraId="645EE94F" w14:textId="72B7FD78" w:rsidR="00367CFF" w:rsidRPr="002C198F" w:rsidRDefault="00367CFF" w:rsidP="002C198F">
            <w:pPr>
              <w:pStyle w:val="SIText"/>
            </w:pPr>
            <w:r w:rsidRPr="002C198F">
              <w:t>1.2 Identify the relationship between label and consumer information</w:t>
            </w:r>
          </w:p>
          <w:p w14:paraId="645EE950" w14:textId="4C67F62F" w:rsidR="00367CFF" w:rsidRPr="002C198F" w:rsidRDefault="00367CFF">
            <w:pPr>
              <w:pStyle w:val="SIText"/>
            </w:pPr>
            <w:r w:rsidRPr="002C198F">
              <w:t xml:space="preserve">1.3 Confirm that the </w:t>
            </w:r>
            <w:r w:rsidRPr="0011776C">
              <w:t xml:space="preserve">ingredients in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>or beverage</w:t>
            </w:r>
            <w:r w:rsidR="0011776C">
              <w:t xml:space="preserve"> </w:t>
            </w:r>
            <w:r w:rsidRPr="002C198F">
              <w:t>product are accurately described</w:t>
            </w:r>
          </w:p>
          <w:p w14:paraId="645EE951" w14:textId="77777777" w:rsidR="00367CFF" w:rsidRPr="002C198F" w:rsidRDefault="00367CFF" w:rsidP="002C198F">
            <w:pPr>
              <w:pStyle w:val="SIText"/>
            </w:pPr>
            <w:r w:rsidRPr="002C198F">
              <w:t>1.4 Confirm that date marking is completed and linked to information on batch number and date of processing</w:t>
            </w:r>
          </w:p>
          <w:p w14:paraId="645EE952" w14:textId="53B8F3BE" w:rsidR="00367CFF" w:rsidRPr="002C198F" w:rsidRDefault="00367CFF" w:rsidP="002C198F">
            <w:pPr>
              <w:pStyle w:val="SIText"/>
            </w:pPr>
            <w:r w:rsidRPr="002C198F">
              <w:t xml:space="preserve">1.5 Confirm that directions for use and storage information </w:t>
            </w:r>
            <w:r w:rsidR="005D4F4A">
              <w:t>are</w:t>
            </w:r>
            <w:r w:rsidRPr="002C198F">
              <w:t xml:space="preserve"> provided</w:t>
            </w:r>
          </w:p>
          <w:p w14:paraId="645EE953" w14:textId="77777777" w:rsidR="00367CFF" w:rsidRPr="002C198F" w:rsidRDefault="00367CFF" w:rsidP="002C198F">
            <w:pPr>
              <w:pStyle w:val="SIText"/>
            </w:pPr>
            <w:r w:rsidRPr="002C198F">
              <w:t>1.6 Confirm that country of origin information is completed to comply with requirements for food source and place of processing</w:t>
            </w:r>
          </w:p>
          <w:p w14:paraId="645EE954" w14:textId="77777777" w:rsidR="00367CFF" w:rsidRPr="002C198F" w:rsidRDefault="00367CFF" w:rsidP="002C198F">
            <w:pPr>
              <w:pStyle w:val="SIText"/>
            </w:pPr>
            <w:r w:rsidRPr="002C198F">
              <w:t>1.7 Identify additional general information requirements</w:t>
            </w:r>
          </w:p>
          <w:p w14:paraId="645EE955" w14:textId="796BA76C" w:rsidR="00367CFF" w:rsidRPr="002C198F" w:rsidRDefault="00367CFF" w:rsidP="002C198F">
            <w:pPr>
              <w:pStyle w:val="SIText"/>
            </w:pPr>
            <w:r w:rsidRPr="002C198F">
              <w:t>1.8 Source commodity</w:t>
            </w:r>
            <w:r w:rsidR="005D4F4A">
              <w:t>-</w:t>
            </w:r>
            <w:r w:rsidRPr="002C198F">
              <w:t xml:space="preserve">specific labelling requirements </w:t>
            </w:r>
          </w:p>
        </w:tc>
      </w:tr>
      <w:tr w:rsidR="00367CFF" w:rsidRPr="00963A46" w14:paraId="645EE9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57" w14:textId="1783D97C" w:rsidR="00367CFF" w:rsidRPr="002C198F" w:rsidRDefault="00367CFF" w:rsidP="002C198F">
            <w:pPr>
              <w:pStyle w:val="SIText"/>
            </w:pPr>
            <w:r w:rsidRPr="00367FA2">
              <w:t>2. Document information from the processing operation required on the product label</w:t>
            </w:r>
          </w:p>
        </w:tc>
        <w:tc>
          <w:tcPr>
            <w:tcW w:w="3604" w:type="pct"/>
            <w:shd w:val="clear" w:color="auto" w:fill="auto"/>
          </w:tcPr>
          <w:p w14:paraId="645EE958" w14:textId="77777777" w:rsidR="00367CFF" w:rsidRPr="0011776C" w:rsidRDefault="00367CFF">
            <w:pPr>
              <w:pStyle w:val="SIText"/>
            </w:pPr>
            <w:r w:rsidRPr="0011776C">
              <w:t>2.1 Identify exemptions for nutrition information panel</w:t>
            </w:r>
          </w:p>
          <w:p w14:paraId="645EE959" w14:textId="3BBECCEE" w:rsidR="00367CFF" w:rsidRPr="0011776C" w:rsidRDefault="00367CFF">
            <w:pPr>
              <w:pStyle w:val="SIText"/>
            </w:pPr>
            <w:r w:rsidRPr="0011776C">
              <w:t>2.2 Provide information on energy, protein, fat, saturated fat, carbohydrate, sugars and sodium content</w:t>
            </w:r>
            <w:r w:rsidR="005D4F4A" w:rsidRPr="0011776C">
              <w:t>, and</w:t>
            </w:r>
            <w:r w:rsidR="007507AF" w:rsidRPr="0011776C">
              <w:t xml:space="preserve"> </w:t>
            </w:r>
            <w:r w:rsidR="00FE6643" w:rsidRPr="0011776C">
              <w:t>any other nutritional information required by legislati</w:t>
            </w:r>
            <w:r w:rsidR="00367AC7" w:rsidRPr="0011776C">
              <w:t>on</w:t>
            </w:r>
          </w:p>
          <w:p w14:paraId="645EE95A" w14:textId="383B2B4F" w:rsidR="00367CFF" w:rsidRPr="0011776C" w:rsidRDefault="00367CFF">
            <w:pPr>
              <w:pStyle w:val="SIText"/>
            </w:pPr>
            <w:r w:rsidRPr="0011776C">
              <w:t>2.3 Provide the number of servings, the average quantity of food</w:t>
            </w:r>
            <w:r w:rsidR="00F37E0F" w:rsidRPr="0011776C">
              <w:t xml:space="preserve"> or beverage</w:t>
            </w:r>
            <w:r w:rsidRPr="0011776C">
              <w:t xml:space="preserve"> in a serving and the unit quantity of the </w:t>
            </w:r>
            <w:r w:rsidR="00F37E0F" w:rsidRPr="0011776C">
              <w:t>product</w:t>
            </w:r>
          </w:p>
          <w:p w14:paraId="645EE95B" w14:textId="77777777" w:rsidR="00367CFF" w:rsidRPr="0011776C" w:rsidRDefault="00367CFF">
            <w:pPr>
              <w:pStyle w:val="SIText"/>
            </w:pPr>
            <w:r w:rsidRPr="0011776C">
              <w:t>2.4 Document the declaration of weights and measures</w:t>
            </w:r>
          </w:p>
          <w:p w14:paraId="645EE95C" w14:textId="50F9578E" w:rsidR="00367CFF" w:rsidRPr="0011776C" w:rsidRDefault="00367CFF">
            <w:pPr>
              <w:pStyle w:val="SIText"/>
            </w:pPr>
            <w:r w:rsidRPr="0011776C">
              <w:t xml:space="preserve">2.5 Confirm that legislative requirements for specifying allergens and irradiated </w:t>
            </w:r>
            <w:r w:rsidR="0011776C" w:rsidRPr="00D64462">
              <w:rPr>
                <w:rStyle w:val="SITemporaryText"/>
                <w:color w:val="auto"/>
                <w:sz w:val="20"/>
              </w:rPr>
              <w:t>food or beverages</w:t>
            </w:r>
            <w:r w:rsidRPr="0011776C">
              <w:t xml:space="preserve">, percentage labelling and mandatory warning and advisory statements and declarations (including </w:t>
            </w:r>
            <w:r w:rsidR="0058756C" w:rsidRPr="0011776C">
              <w:t xml:space="preserve">genetically modified </w:t>
            </w:r>
            <w:r w:rsidRPr="0011776C">
              <w:t>ingredients) are included on the label</w:t>
            </w:r>
          </w:p>
        </w:tc>
      </w:tr>
      <w:tr w:rsidR="00367CFF" w:rsidRPr="00963A46" w14:paraId="645EE9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5E" w14:textId="16FB419A" w:rsidR="00367CFF" w:rsidRPr="00367FA2" w:rsidRDefault="00367CFF" w:rsidP="002C198F">
            <w:pPr>
              <w:pStyle w:val="SIText"/>
            </w:pPr>
            <w:r w:rsidRPr="00367FA2">
              <w:t xml:space="preserve">3. Produce a label for a specified food </w:t>
            </w:r>
            <w:r w:rsidR="0011776C">
              <w:t xml:space="preserve">or beverage </w:t>
            </w:r>
            <w:r w:rsidRPr="00367FA2">
              <w:t>product</w:t>
            </w:r>
          </w:p>
        </w:tc>
        <w:tc>
          <w:tcPr>
            <w:tcW w:w="3604" w:type="pct"/>
            <w:shd w:val="clear" w:color="auto" w:fill="auto"/>
          </w:tcPr>
          <w:p w14:paraId="645EE95F" w14:textId="77777777" w:rsidR="00367CFF" w:rsidRPr="0011776C" w:rsidRDefault="00367CFF">
            <w:pPr>
              <w:pStyle w:val="SIText"/>
            </w:pPr>
            <w:r w:rsidRPr="0011776C">
              <w:t xml:space="preserve">3.1 Collate label data and format </w:t>
            </w:r>
          </w:p>
          <w:p w14:paraId="645EE960" w14:textId="6A33317D" w:rsidR="00367CFF" w:rsidRPr="0011776C" w:rsidRDefault="00367CFF">
            <w:pPr>
              <w:pStyle w:val="SIText"/>
            </w:pPr>
            <w:r w:rsidRPr="0011776C">
              <w:t xml:space="preserve">3.2 Use software packages to produce a nutritional panel for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or beverage </w:t>
            </w:r>
            <w:r w:rsidRPr="0011776C">
              <w:t>label</w:t>
            </w:r>
          </w:p>
          <w:p w14:paraId="645EE961" w14:textId="6C7BDF19" w:rsidR="00367CFF" w:rsidRPr="0011776C" w:rsidRDefault="00367CFF">
            <w:pPr>
              <w:pStyle w:val="SIText"/>
            </w:pPr>
            <w:r w:rsidRPr="0011776C">
              <w:t xml:space="preserve">3.3 Assess food </w:t>
            </w:r>
            <w:r w:rsidR="00F37E0F" w:rsidRPr="0011776C">
              <w:t xml:space="preserve">and/or beverage </w:t>
            </w:r>
            <w:r w:rsidRPr="0011776C">
              <w:t>labels to determine compliance</w:t>
            </w:r>
            <w:r w:rsidR="005D4F4A" w:rsidRPr="0011776C">
              <w:t>,</w:t>
            </w:r>
            <w:r w:rsidRPr="0011776C">
              <w:t xml:space="preserve"> and modify if necessary</w:t>
            </w:r>
          </w:p>
          <w:p w14:paraId="645EE962" w14:textId="77777777" w:rsidR="00367CFF" w:rsidRPr="0011776C" w:rsidRDefault="00367CFF">
            <w:pPr>
              <w:pStyle w:val="SIText"/>
            </w:pPr>
            <w:r w:rsidRPr="0011776C">
              <w:t>3.4 Monitor the operation of labelling equipment</w:t>
            </w:r>
          </w:p>
        </w:tc>
      </w:tr>
    </w:tbl>
    <w:p w14:paraId="645EE964" w14:textId="77777777" w:rsidR="005F771F" w:rsidRDefault="005F771F" w:rsidP="005F771F">
      <w:pPr>
        <w:pStyle w:val="SIText"/>
      </w:pPr>
    </w:p>
    <w:p w14:paraId="645EE965" w14:textId="77777777" w:rsidR="005F771F" w:rsidRPr="000754EC" w:rsidRDefault="005F771F" w:rsidP="000754EC">
      <w:r>
        <w:br w:type="page"/>
      </w:r>
    </w:p>
    <w:p w14:paraId="645EE96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5EE969" w14:textId="77777777" w:rsidTr="00CA2922">
        <w:trPr>
          <w:tblHeader/>
        </w:trPr>
        <w:tc>
          <w:tcPr>
            <w:tcW w:w="5000" w:type="pct"/>
            <w:gridSpan w:val="2"/>
          </w:tcPr>
          <w:p w14:paraId="645EE9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45EE9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5EE96C" w14:textId="77777777" w:rsidTr="00CA2922">
        <w:trPr>
          <w:tblHeader/>
        </w:trPr>
        <w:tc>
          <w:tcPr>
            <w:tcW w:w="1396" w:type="pct"/>
          </w:tcPr>
          <w:p w14:paraId="645EE9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5EE9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7CFF" w:rsidRPr="00336FCA" w:rsidDel="00423CB2" w14:paraId="645EE971" w14:textId="77777777" w:rsidTr="00CA2922">
        <w:tc>
          <w:tcPr>
            <w:tcW w:w="1396" w:type="pct"/>
          </w:tcPr>
          <w:p w14:paraId="645EE96D" w14:textId="77777777" w:rsidR="00367CFF" w:rsidRPr="00367CFF" w:rsidRDefault="00367CFF" w:rsidP="00367CFF">
            <w:pPr>
              <w:pStyle w:val="SIText"/>
            </w:pPr>
            <w:r w:rsidRPr="00367CFF">
              <w:t>Reading</w:t>
            </w:r>
          </w:p>
        </w:tc>
        <w:tc>
          <w:tcPr>
            <w:tcW w:w="3604" w:type="pct"/>
          </w:tcPr>
          <w:p w14:paraId="645EE96E" w14:textId="09C41991" w:rsidR="00367CFF" w:rsidRPr="00367CFF" w:rsidRDefault="00367CFF" w:rsidP="00367CFF">
            <w:pPr>
              <w:pStyle w:val="SIBulletList1"/>
            </w:pPr>
            <w:r w:rsidRPr="00367CFF">
              <w:t>Interpret legislative requirements and standards for food</w:t>
            </w:r>
            <w:r w:rsidR="00F37E0F">
              <w:t xml:space="preserve"> and/or beverage</w:t>
            </w:r>
            <w:r w:rsidRPr="00367CFF">
              <w:t xml:space="preserve"> labelling</w:t>
            </w:r>
          </w:p>
          <w:p w14:paraId="645EE96F" w14:textId="70824260" w:rsidR="00F718E3" w:rsidRDefault="00367CFF">
            <w:pPr>
              <w:pStyle w:val="SIBulletList1"/>
            </w:pPr>
            <w:r w:rsidRPr="00367CFF">
              <w:t xml:space="preserve">Interpret food safety guidelines, codes of practice, standards and regulations </w:t>
            </w:r>
            <w:r w:rsidRPr="0011776C">
              <w:t xml:space="preserve">relevant to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and/or beverage </w:t>
            </w:r>
            <w:r w:rsidRPr="0011776C">
              <w:t>processing</w:t>
            </w:r>
            <w:r w:rsidRPr="00367CFF">
              <w:t xml:space="preserve"> enterprise</w:t>
            </w:r>
            <w:r w:rsidR="00F718E3" w:rsidRPr="00367CFF">
              <w:t xml:space="preserve"> </w:t>
            </w:r>
          </w:p>
          <w:p w14:paraId="645EE970" w14:textId="144F8528" w:rsidR="00367CFF" w:rsidRPr="00367CFF" w:rsidRDefault="00F718E3">
            <w:pPr>
              <w:pStyle w:val="SIBulletList1"/>
            </w:pPr>
            <w:r w:rsidRPr="00F718E3">
              <w:t>Identif</w:t>
            </w:r>
            <w:r w:rsidR="007B2B4E">
              <w:t>y</w:t>
            </w:r>
            <w:r w:rsidRPr="00F718E3">
              <w:t xml:space="preserve"> the legal responsibilities of a food processing company relating to product content, packaging, nutritional panels and use-by dates</w:t>
            </w:r>
          </w:p>
        </w:tc>
      </w:tr>
      <w:tr w:rsidR="00367CFF" w:rsidRPr="00336FCA" w:rsidDel="00423CB2" w14:paraId="645EE979" w14:textId="77777777" w:rsidTr="00CA2922">
        <w:tc>
          <w:tcPr>
            <w:tcW w:w="1396" w:type="pct"/>
          </w:tcPr>
          <w:p w14:paraId="645EE976" w14:textId="77777777" w:rsidR="00367CFF" w:rsidRPr="00367CFF" w:rsidRDefault="00367CFF" w:rsidP="00367CFF">
            <w:pPr>
              <w:pStyle w:val="SIText"/>
            </w:pPr>
            <w:r w:rsidRPr="00367CFF">
              <w:t>Numeracy</w:t>
            </w:r>
          </w:p>
        </w:tc>
        <w:tc>
          <w:tcPr>
            <w:tcW w:w="3604" w:type="pct"/>
          </w:tcPr>
          <w:p w14:paraId="645EE977" w14:textId="6C746A06" w:rsidR="00367CFF" w:rsidRPr="00367CFF" w:rsidRDefault="00367CFF" w:rsidP="00367CFF">
            <w:pPr>
              <w:pStyle w:val="SIBulletList1"/>
            </w:pPr>
            <w:r w:rsidRPr="00367CFF">
              <w:t>Source, collect and organise a range of data for use on product labels</w:t>
            </w:r>
          </w:p>
          <w:p w14:paraId="645EE978" w14:textId="49144BC2" w:rsidR="00367CFF" w:rsidRPr="00367CFF" w:rsidRDefault="00367CFF" w:rsidP="00D300A9">
            <w:pPr>
              <w:pStyle w:val="SIBulletList1"/>
            </w:pPr>
            <w:r w:rsidRPr="00367CFF">
              <w:t>Appl</w:t>
            </w:r>
            <w:r w:rsidR="007B2B4E">
              <w:t>y</w:t>
            </w:r>
            <w:r w:rsidRPr="00367CFF">
              <w:t xml:space="preserve"> units of measurement and percentage compositions of food make-up for nutrition information panel</w:t>
            </w:r>
          </w:p>
        </w:tc>
      </w:tr>
    </w:tbl>
    <w:p w14:paraId="645EE98B" w14:textId="77777777" w:rsidR="00916CD7" w:rsidRDefault="00916CD7" w:rsidP="005F771F">
      <w:pPr>
        <w:pStyle w:val="SIText"/>
      </w:pPr>
    </w:p>
    <w:p w14:paraId="645EE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5EE98E" w14:textId="77777777" w:rsidTr="00F33FF2">
        <w:tc>
          <w:tcPr>
            <w:tcW w:w="5000" w:type="pct"/>
            <w:gridSpan w:val="4"/>
          </w:tcPr>
          <w:p w14:paraId="645EE98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5EE993" w14:textId="77777777" w:rsidTr="00F33FF2">
        <w:tc>
          <w:tcPr>
            <w:tcW w:w="1028" w:type="pct"/>
          </w:tcPr>
          <w:p w14:paraId="645EE9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5EE99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45EE991" w14:textId="03C3CAA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5EE9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7CFF" w14:paraId="645EE998" w14:textId="77777777" w:rsidTr="00F33FF2">
        <w:tc>
          <w:tcPr>
            <w:tcW w:w="1028" w:type="pct"/>
          </w:tcPr>
          <w:p w14:paraId="15628B2E" w14:textId="6B29471E" w:rsidR="00367CFF" w:rsidRDefault="0011776C" w:rsidP="00367CFF">
            <w:pPr>
              <w:pStyle w:val="SIText"/>
            </w:pPr>
            <w:r w:rsidRPr="00CF57B6">
              <w:t>FBPFST4009</w:t>
            </w:r>
            <w:r w:rsidR="00E55A3C">
              <w:t xml:space="preserve"> </w:t>
            </w:r>
            <w:r w:rsidRPr="00367CFF">
              <w:t xml:space="preserve">Label </w:t>
            </w:r>
            <w:r w:rsidRPr="0011776C">
              <w:t>food</w:t>
            </w:r>
            <w:r w:rsidR="00E55A3C">
              <w:t>s</w:t>
            </w:r>
            <w:r w:rsidRPr="0011776C">
              <w:t xml:space="preserve"> according to legislative requirements</w:t>
            </w:r>
          </w:p>
          <w:p w14:paraId="645EE994" w14:textId="7D053E0A" w:rsidR="00D64462" w:rsidRPr="00367CFF" w:rsidRDefault="00D64462" w:rsidP="00367CF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090391E" w14:textId="77777777" w:rsidR="00367CFF" w:rsidRDefault="00CF57B6" w:rsidP="00367CFF">
            <w:pPr>
              <w:pStyle w:val="SIText"/>
            </w:pPr>
            <w:r w:rsidRPr="00CF57B6">
              <w:t>FBPFST4009 Label foods according to legislative requirements</w:t>
            </w:r>
          </w:p>
          <w:p w14:paraId="645EE995" w14:textId="5BB3E70A" w:rsidR="00D64462" w:rsidRPr="00367CFF" w:rsidRDefault="00D64462" w:rsidP="00367CF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3EF8C98" w14:textId="77F17D48" w:rsidR="00FE4A0B" w:rsidRPr="00FE4A0B" w:rsidRDefault="00FE4A0B" w:rsidP="00FE4A0B">
            <w:r>
              <w:t>Minor clarifications throughout to note content addresses both food and beverages.</w:t>
            </w:r>
          </w:p>
          <w:p w14:paraId="645EE996" w14:textId="066019BD" w:rsidR="00492A93" w:rsidRPr="00367CFF" w:rsidRDefault="00492A93" w:rsidP="0058756C">
            <w:pPr>
              <w:pStyle w:val="SIText"/>
            </w:pPr>
          </w:p>
        </w:tc>
        <w:tc>
          <w:tcPr>
            <w:tcW w:w="1616" w:type="pct"/>
          </w:tcPr>
          <w:p w14:paraId="645EE997" w14:textId="77777777" w:rsidR="00367CFF" w:rsidRPr="00367CFF" w:rsidRDefault="00367CFF" w:rsidP="00367CFF">
            <w:pPr>
              <w:pStyle w:val="SIText"/>
            </w:pPr>
            <w:r w:rsidRPr="00367CFF">
              <w:t>Equivalent unit</w:t>
            </w:r>
          </w:p>
        </w:tc>
      </w:tr>
    </w:tbl>
    <w:p w14:paraId="645EE9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45EE99C" w14:textId="77777777" w:rsidTr="0035000E">
        <w:tc>
          <w:tcPr>
            <w:tcW w:w="1049" w:type="pct"/>
            <w:shd w:val="clear" w:color="auto" w:fill="auto"/>
          </w:tcPr>
          <w:p w14:paraId="645EE9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45EE99B" w14:textId="1451AE68" w:rsidR="00F1480E" w:rsidRPr="000754EC" w:rsidRDefault="00F450E6" w:rsidP="00E40225">
            <w:pPr>
              <w:pStyle w:val="SIText"/>
            </w:pPr>
            <w:r w:rsidRPr="00F450E6">
              <w:t xml:space="preserve">Companion Volumes, including Implementation Guides, are available at </w:t>
            </w:r>
            <w:proofErr w:type="spellStart"/>
            <w:r w:rsidRPr="00F450E6">
              <w:t>VETNet</w:t>
            </w:r>
            <w:proofErr w:type="spellEnd"/>
            <w:r w:rsidRPr="00F450E6">
              <w:t xml:space="preserve">: </w:t>
            </w:r>
            <w:hyperlink r:id="rId11" w:history="1">
              <w:r w:rsidRPr="00F450E6">
                <w:t>https://vetnet.education.gov.au/Pages/TrainingDocs.aspx?q=78b15323-cd38-483e-aad7-1159b570a5c4</w:t>
              </w:r>
            </w:hyperlink>
          </w:p>
        </w:tc>
      </w:tr>
    </w:tbl>
    <w:p w14:paraId="645EE99D" w14:textId="77777777" w:rsidR="00F1480E" w:rsidRDefault="00F1480E" w:rsidP="005F771F">
      <w:pPr>
        <w:pStyle w:val="SIText"/>
      </w:pPr>
    </w:p>
    <w:p w14:paraId="645EE9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5EE9A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5EE9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5EE9A0" w14:textId="53BC314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7CFF" w:rsidRPr="00367CFF">
              <w:t>FBPFST4009 Label food</w:t>
            </w:r>
            <w:r w:rsidR="00D64462">
              <w:t>s</w:t>
            </w:r>
            <w:r w:rsidR="00367CFF" w:rsidRPr="00367CFF">
              <w:t xml:space="preserve"> according to legislative requirements</w:t>
            </w:r>
          </w:p>
        </w:tc>
      </w:tr>
      <w:tr w:rsidR="00556C4C" w:rsidRPr="00A55106" w14:paraId="645EE9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5EE9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5EE9B3" w14:textId="77777777" w:rsidTr="00113678">
        <w:tc>
          <w:tcPr>
            <w:tcW w:w="5000" w:type="pct"/>
            <w:gridSpan w:val="2"/>
            <w:shd w:val="clear" w:color="auto" w:fill="auto"/>
          </w:tcPr>
          <w:p w14:paraId="1E578841" w14:textId="2F26B483" w:rsidR="007B2B4E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F450E6">
              <w:t>in</w:t>
            </w:r>
            <w:r w:rsidRPr="000754EC">
              <w:t xml:space="preserve"> this unit.</w:t>
            </w:r>
          </w:p>
          <w:p w14:paraId="645EE9A4" w14:textId="4A04344F" w:rsidR="0026394F" w:rsidRPr="000754EC" w:rsidRDefault="006E42FE" w:rsidP="000754EC">
            <w:pPr>
              <w:pStyle w:val="SIText"/>
            </w:pPr>
            <w:r w:rsidRPr="000754EC">
              <w:t xml:space="preserve"> </w:t>
            </w:r>
          </w:p>
          <w:p w14:paraId="645EE9A5" w14:textId="0F1E9539" w:rsidR="007A300D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F718E3">
              <w:t xml:space="preserve"> produced </w:t>
            </w:r>
            <w:r w:rsidR="00F718E3" w:rsidRPr="00F718E3">
              <w:t>accurate</w:t>
            </w:r>
            <w:r w:rsidR="00F718E3">
              <w:t xml:space="preserve"> labels for two different items of food</w:t>
            </w:r>
            <w:r w:rsidR="00C50785">
              <w:t xml:space="preserve"> and/or beverages</w:t>
            </w:r>
            <w:r w:rsidR="00F718E3">
              <w:t xml:space="preserve"> that comply with </w:t>
            </w:r>
            <w:r w:rsidR="00F718E3" w:rsidRPr="00F718E3">
              <w:t xml:space="preserve">the </w:t>
            </w:r>
            <w:r w:rsidR="00F718E3">
              <w:t xml:space="preserve">current </w:t>
            </w:r>
            <w:r w:rsidR="00F718E3" w:rsidRPr="00F718E3">
              <w:t>Food Standards Code</w:t>
            </w:r>
            <w:r w:rsidR="00F718E3">
              <w:t>.</w:t>
            </w:r>
          </w:p>
          <w:p w14:paraId="645EE9B2" w14:textId="6A189777" w:rsidR="00556C4C" w:rsidRPr="000754EC" w:rsidRDefault="00556C4C" w:rsidP="002C198F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45EE9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EE9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5EE9B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5EE9BE" w14:textId="77777777" w:rsidTr="00CA2922">
        <w:tc>
          <w:tcPr>
            <w:tcW w:w="5000" w:type="pct"/>
            <w:shd w:val="clear" w:color="auto" w:fill="auto"/>
          </w:tcPr>
          <w:p w14:paraId="645EE9B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5EE9B8" w14:textId="4F717AC6" w:rsidR="00367CFF" w:rsidRPr="0011776C" w:rsidRDefault="00AF6F18">
            <w:pPr>
              <w:pStyle w:val="SIBulletList1"/>
            </w:pPr>
            <w:r>
              <w:t>legislation</w:t>
            </w:r>
            <w:r w:rsidR="00367CFF" w:rsidRPr="00367CFF">
              <w:t xml:space="preserve">, regulations and standards </w:t>
            </w:r>
            <w:r w:rsidR="00367CFF" w:rsidRPr="0011776C">
              <w:t xml:space="preserve">relating to </w:t>
            </w:r>
            <w:r w:rsidR="00367CFF" w:rsidRPr="00D64462">
              <w:rPr>
                <w:rStyle w:val="SITemporaryText"/>
                <w:color w:val="auto"/>
                <w:sz w:val="20"/>
              </w:rPr>
              <w:t>food</w:t>
            </w:r>
            <w:r w:rsidR="00367CFF" w:rsidRPr="0011776C">
              <w:t xml:space="preserve"> </w:t>
            </w:r>
            <w:r w:rsidR="0011776C" w:rsidRPr="0011776C">
              <w:t xml:space="preserve">and/or beverage </w:t>
            </w:r>
            <w:r w:rsidR="00367CFF" w:rsidRPr="0011776C">
              <w:t>labelling</w:t>
            </w:r>
          </w:p>
          <w:p w14:paraId="56AB3118" w14:textId="2B66EA5E" w:rsidR="007507AF" w:rsidRPr="0011776C" w:rsidRDefault="00367CFF">
            <w:pPr>
              <w:pStyle w:val="SIBulletList1"/>
            </w:pPr>
            <w:r w:rsidRPr="0011776C">
              <w:t>legal</w:t>
            </w:r>
            <w:r w:rsidR="00881C38">
              <w:t>, industry</w:t>
            </w:r>
            <w:r w:rsidRPr="0011776C">
              <w:t xml:space="preserve"> and enterprise requirements of a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="0011776C" w:rsidRPr="00D64462">
              <w:rPr>
                <w:rStyle w:val="SITemporaryText"/>
                <w:color w:val="auto"/>
                <w:sz w:val="20"/>
              </w:rPr>
              <w:t xml:space="preserve"> or beverage</w:t>
            </w:r>
            <w:r w:rsidRPr="0011776C">
              <w:t xml:space="preserve"> label</w:t>
            </w:r>
            <w:r w:rsidR="007507AF" w:rsidRPr="0011776C">
              <w:t xml:space="preserve">, including requirements for specifying allergens and irradiated </w:t>
            </w:r>
            <w:r w:rsidR="007507AF" w:rsidRPr="00D64462">
              <w:rPr>
                <w:rStyle w:val="SITemporaryText"/>
                <w:color w:val="auto"/>
                <w:sz w:val="20"/>
              </w:rPr>
              <w:t>foods</w:t>
            </w:r>
            <w:r w:rsidR="0011776C" w:rsidRPr="00D64462">
              <w:rPr>
                <w:rStyle w:val="SITemporaryText"/>
                <w:color w:val="auto"/>
                <w:sz w:val="20"/>
              </w:rPr>
              <w:t xml:space="preserve"> or beverages</w:t>
            </w:r>
            <w:r w:rsidR="007507AF" w:rsidRPr="0011776C">
              <w:t xml:space="preserve">, percentage labelling and mandatory warning and advisory statements and declarations (including </w:t>
            </w:r>
            <w:r w:rsidR="0058756C" w:rsidRPr="0011776C">
              <w:t xml:space="preserve">genetically modified </w:t>
            </w:r>
            <w:r w:rsidR="007507AF" w:rsidRPr="0011776C">
              <w:t xml:space="preserve">ingredients) </w:t>
            </w:r>
          </w:p>
          <w:p w14:paraId="645EE9BA" w14:textId="77777777" w:rsidR="00367CFF" w:rsidRPr="0011776C" w:rsidRDefault="00367CFF">
            <w:pPr>
              <w:pStyle w:val="SIBulletList1"/>
            </w:pPr>
            <w:r w:rsidRPr="0011776C">
              <w:t>data to be accessed to populate a product label</w:t>
            </w:r>
          </w:p>
          <w:p w14:paraId="645EE9BB" w14:textId="5B1E8D70" w:rsidR="00367CFF" w:rsidRPr="0011776C" w:rsidRDefault="00367CFF">
            <w:pPr>
              <w:pStyle w:val="SIBulletList1"/>
            </w:pPr>
            <w:r w:rsidRPr="0011776C">
              <w:t xml:space="preserve">legal implications of incorrect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or beverage </w:t>
            </w:r>
            <w:r w:rsidRPr="0011776C">
              <w:t>labelling</w:t>
            </w:r>
          </w:p>
          <w:p w14:paraId="645EE9BC" w14:textId="77777777" w:rsidR="00367CFF" w:rsidRPr="0011776C" w:rsidRDefault="00367CFF">
            <w:pPr>
              <w:pStyle w:val="SIBulletList1"/>
            </w:pPr>
            <w:r w:rsidRPr="0011776C">
              <w:t>exemptions for nutrition information</w:t>
            </w:r>
          </w:p>
          <w:p w14:paraId="645EE9BD" w14:textId="77777777" w:rsidR="00F1480E" w:rsidRPr="000754EC" w:rsidRDefault="00367CFF">
            <w:pPr>
              <w:pStyle w:val="SIBulletList1"/>
            </w:pPr>
            <w:r w:rsidRPr="0011776C">
              <w:t>the relationship between the consumer and information required on a label.</w:t>
            </w:r>
          </w:p>
        </w:tc>
      </w:tr>
    </w:tbl>
    <w:p w14:paraId="645EE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EE9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5EE9C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5EE9D5" w14:textId="77777777" w:rsidTr="00CA2922">
        <w:tc>
          <w:tcPr>
            <w:tcW w:w="5000" w:type="pct"/>
            <w:shd w:val="clear" w:color="auto" w:fill="auto"/>
          </w:tcPr>
          <w:p w14:paraId="645EE9C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45EE9C3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5EE9C4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45EE9C5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45EE9C6" w14:textId="0267F027" w:rsidR="00367CFF" w:rsidRPr="00DD320C" w:rsidRDefault="00367CFF">
            <w:pPr>
              <w:pStyle w:val="SIBulletList2"/>
              <w:rPr>
                <w:rFonts w:eastAsia="Calibri"/>
              </w:rPr>
            </w:pPr>
            <w:r w:rsidRPr="00367CFF">
              <w:t xml:space="preserve">personal protective equipment required for </w:t>
            </w:r>
            <w:r w:rsidRPr="0011776C">
              <w:t xml:space="preserve">labelling </w:t>
            </w: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="0011776C" w:rsidRPr="00D64462">
              <w:rPr>
                <w:rStyle w:val="SITemporaryText"/>
                <w:color w:val="auto"/>
                <w:sz w:val="20"/>
              </w:rPr>
              <w:t xml:space="preserve"> and/or beverages</w:t>
            </w:r>
            <w:r w:rsidRPr="0011776C">
              <w:t xml:space="preserve"> according</w:t>
            </w:r>
            <w:r w:rsidRPr="00367CFF">
              <w:t xml:space="preserve"> to legislative requirements</w:t>
            </w:r>
          </w:p>
          <w:p w14:paraId="56768420" w14:textId="3C630259" w:rsidR="00DD320C" w:rsidRPr="00367CFF" w:rsidRDefault="00DD320C" w:rsidP="00367CFF">
            <w:pPr>
              <w:pStyle w:val="SIBulletList2"/>
              <w:rPr>
                <w:rFonts w:eastAsia="Calibri"/>
              </w:rPr>
            </w:pPr>
            <w:r>
              <w:t>labelling equipment</w:t>
            </w:r>
          </w:p>
          <w:p w14:paraId="645EE9C7" w14:textId="77777777" w:rsidR="00367CFF" w:rsidRPr="00367CFF" w:rsidRDefault="00367CFF" w:rsidP="00367CFF">
            <w:pPr>
              <w:pStyle w:val="SIBulletList1"/>
            </w:pPr>
            <w:r w:rsidRPr="00367CFF">
              <w:t>specifications:</w:t>
            </w:r>
          </w:p>
          <w:p w14:paraId="645EE9C8" w14:textId="467FD703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production process, manufacturer advice and operating procedures</w:t>
            </w:r>
          </w:p>
          <w:p w14:paraId="645EE9C9" w14:textId="60749483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workplace documentation</w:t>
            </w:r>
            <w:r w:rsidR="007B2B4E">
              <w:t>,</w:t>
            </w:r>
            <w:r w:rsidRPr="00367CFF">
              <w:t xml:space="preserve"> including specifications and procedures for food</w:t>
            </w:r>
            <w:r w:rsidR="00C50785">
              <w:t xml:space="preserve"> and/or beverage</w:t>
            </w:r>
            <w:r w:rsidRPr="00367CFF">
              <w:t xml:space="preserve"> labels</w:t>
            </w:r>
          </w:p>
          <w:p w14:paraId="645EE9CA" w14:textId="1025ACE1" w:rsidR="00367CFF" w:rsidRPr="00367CFF" w:rsidRDefault="00367CFF">
            <w:pPr>
              <w:pStyle w:val="SIBulletList2"/>
              <w:rPr>
                <w:rFonts w:eastAsia="Calibri"/>
              </w:rPr>
            </w:pPr>
            <w:r w:rsidRPr="00D64462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>and/or beverage</w:t>
            </w:r>
            <w:r w:rsidR="0011776C">
              <w:t xml:space="preserve"> </w:t>
            </w:r>
            <w:r w:rsidRPr="00367CFF">
              <w:t>labelling legislation, codes of practice and guidelines</w:t>
            </w:r>
          </w:p>
          <w:p w14:paraId="645EE9CB" w14:textId="77777777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workplace information recording systems, requirements and procedures.</w:t>
            </w:r>
          </w:p>
          <w:p w14:paraId="645EE9D2" w14:textId="77777777" w:rsidR="0021210E" w:rsidRDefault="0021210E" w:rsidP="000754EC">
            <w:pPr>
              <w:pStyle w:val="SIText"/>
            </w:pPr>
          </w:p>
          <w:p w14:paraId="645EE9D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45EE9D4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45EE9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5EE9D9" w14:textId="77777777" w:rsidTr="004679E3">
        <w:tc>
          <w:tcPr>
            <w:tcW w:w="990" w:type="pct"/>
            <w:shd w:val="clear" w:color="auto" w:fill="auto"/>
          </w:tcPr>
          <w:p w14:paraId="645EE9D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5EE9D8" w14:textId="2C3F92F6" w:rsidR="00F1480E" w:rsidRPr="000754EC" w:rsidRDefault="00F450E6" w:rsidP="000754EC">
            <w:pPr>
              <w:pStyle w:val="SIText"/>
            </w:pPr>
            <w:r w:rsidRPr="00F450E6">
              <w:t xml:space="preserve">Companion Volumes, including Implementation Guides, are available at </w:t>
            </w:r>
            <w:proofErr w:type="spellStart"/>
            <w:r w:rsidRPr="00F450E6">
              <w:t>VETNet</w:t>
            </w:r>
            <w:proofErr w:type="spellEnd"/>
            <w:r w:rsidRPr="00F450E6">
              <w:t xml:space="preserve">: </w:t>
            </w:r>
            <w:hyperlink r:id="rId12" w:history="1">
              <w:r w:rsidRPr="00F450E6">
                <w:t>https://vetnet.education.gov.au/Pages/TrainingDocs.aspx?q=78b15323-cd38-483e-aad7-1159b570a5c4</w:t>
              </w:r>
            </w:hyperlink>
          </w:p>
        </w:tc>
      </w:tr>
    </w:tbl>
    <w:p w14:paraId="645EE9D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ACE95" w14:textId="77777777" w:rsidR="00B74166" w:rsidRDefault="00B74166" w:rsidP="00BF3F0A">
      <w:r>
        <w:separator/>
      </w:r>
    </w:p>
    <w:p w14:paraId="32240146" w14:textId="77777777" w:rsidR="00B74166" w:rsidRDefault="00B74166"/>
  </w:endnote>
  <w:endnote w:type="continuationSeparator" w:id="0">
    <w:p w14:paraId="172ADE88" w14:textId="77777777" w:rsidR="00B74166" w:rsidRDefault="00B74166" w:rsidP="00BF3F0A">
      <w:r>
        <w:continuationSeparator/>
      </w:r>
    </w:p>
    <w:p w14:paraId="62A7C824" w14:textId="77777777" w:rsidR="00B74166" w:rsidRDefault="00B741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21D66" w14:textId="77777777" w:rsidR="000C5FAC" w:rsidRDefault="000C5F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5EE9E4" w14:textId="0133424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32A8">
          <w:rPr>
            <w:noProof/>
          </w:rPr>
          <w:t>3</w:t>
        </w:r>
        <w:r w:rsidRPr="000754EC">
          <w:fldChar w:fldCharType="end"/>
        </w:r>
      </w:p>
      <w:p w14:paraId="645EE9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5EE9E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46DFA" w14:textId="77777777" w:rsidR="000C5FAC" w:rsidRDefault="000C5F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EAD44" w14:textId="77777777" w:rsidR="00B74166" w:rsidRDefault="00B74166" w:rsidP="00BF3F0A">
      <w:r>
        <w:separator/>
      </w:r>
    </w:p>
    <w:p w14:paraId="01E9E39F" w14:textId="77777777" w:rsidR="00B74166" w:rsidRDefault="00B74166"/>
  </w:footnote>
  <w:footnote w:type="continuationSeparator" w:id="0">
    <w:p w14:paraId="6D713DE7" w14:textId="77777777" w:rsidR="00B74166" w:rsidRDefault="00B74166" w:rsidP="00BF3F0A">
      <w:r>
        <w:continuationSeparator/>
      </w:r>
    </w:p>
    <w:p w14:paraId="2C60AC83" w14:textId="77777777" w:rsidR="00B74166" w:rsidRDefault="00B741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1FCE8" w14:textId="77777777" w:rsidR="000C5FAC" w:rsidRDefault="000C5F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E9E3" w14:textId="0E5E3F97" w:rsidR="009C2650" w:rsidRPr="00367CFF" w:rsidRDefault="00367CFF" w:rsidP="00367CFF">
    <w:pPr>
      <w:pStyle w:val="SIText"/>
    </w:pPr>
    <w:r w:rsidRPr="00367CFF">
      <w:t xml:space="preserve">FBPFST4009 </w:t>
    </w:r>
    <w:r w:rsidR="0011776C" w:rsidRPr="00367CFF">
      <w:t>Label food</w:t>
    </w:r>
    <w:r w:rsidR="00D64462">
      <w:t xml:space="preserve">s </w:t>
    </w:r>
    <w:r w:rsidR="0011776C" w:rsidRPr="00367CFF">
      <w:t>according to legislative requirements</w:t>
    </w:r>
    <w:r w:rsidR="0011776C" w:rsidRPr="00367CFF" w:rsidDel="0011776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2ED1A" w14:textId="77777777" w:rsidR="000C5FAC" w:rsidRDefault="000C5FA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1D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09C"/>
    <w:rsid w:val="000C149A"/>
    <w:rsid w:val="000C224E"/>
    <w:rsid w:val="000C5FAC"/>
    <w:rsid w:val="000C6797"/>
    <w:rsid w:val="000E25E6"/>
    <w:rsid w:val="000E2C86"/>
    <w:rsid w:val="000F29F2"/>
    <w:rsid w:val="00101659"/>
    <w:rsid w:val="001078BF"/>
    <w:rsid w:val="0011776C"/>
    <w:rsid w:val="00133957"/>
    <w:rsid w:val="001372F6"/>
    <w:rsid w:val="00144385"/>
    <w:rsid w:val="00146EEC"/>
    <w:rsid w:val="00151D55"/>
    <w:rsid w:val="00151D93"/>
    <w:rsid w:val="00156EF3"/>
    <w:rsid w:val="0016261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6DF6"/>
    <w:rsid w:val="001D7F5B"/>
    <w:rsid w:val="001E16BC"/>
    <w:rsid w:val="001E16DF"/>
    <w:rsid w:val="001F2BA5"/>
    <w:rsid w:val="001F308D"/>
    <w:rsid w:val="00201A7C"/>
    <w:rsid w:val="0021210E"/>
    <w:rsid w:val="0021414D"/>
    <w:rsid w:val="00214DB8"/>
    <w:rsid w:val="00223124"/>
    <w:rsid w:val="00233143"/>
    <w:rsid w:val="00234444"/>
    <w:rsid w:val="00242293"/>
    <w:rsid w:val="00244EA7"/>
    <w:rsid w:val="00262FC3"/>
    <w:rsid w:val="0026394F"/>
    <w:rsid w:val="00276DB8"/>
    <w:rsid w:val="002825C0"/>
    <w:rsid w:val="00282664"/>
    <w:rsid w:val="00285FB8"/>
    <w:rsid w:val="002970C3"/>
    <w:rsid w:val="002A4ADB"/>
    <w:rsid w:val="002A4CD3"/>
    <w:rsid w:val="002A6CC4"/>
    <w:rsid w:val="002C198F"/>
    <w:rsid w:val="002C3682"/>
    <w:rsid w:val="002C55E9"/>
    <w:rsid w:val="002D0C8B"/>
    <w:rsid w:val="002D330A"/>
    <w:rsid w:val="002E05BB"/>
    <w:rsid w:val="002E193E"/>
    <w:rsid w:val="002E25DE"/>
    <w:rsid w:val="002F1BD4"/>
    <w:rsid w:val="002F52BE"/>
    <w:rsid w:val="00310A6A"/>
    <w:rsid w:val="003144E6"/>
    <w:rsid w:val="00337E82"/>
    <w:rsid w:val="00346FDC"/>
    <w:rsid w:val="0035000E"/>
    <w:rsid w:val="00350BB1"/>
    <w:rsid w:val="00352C83"/>
    <w:rsid w:val="00366805"/>
    <w:rsid w:val="00367AC7"/>
    <w:rsid w:val="00367CFF"/>
    <w:rsid w:val="00367FA2"/>
    <w:rsid w:val="0037067D"/>
    <w:rsid w:val="0037687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6D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47F7"/>
    <w:rsid w:val="00475172"/>
    <w:rsid w:val="004758B0"/>
    <w:rsid w:val="004832D2"/>
    <w:rsid w:val="0048480E"/>
    <w:rsid w:val="00485559"/>
    <w:rsid w:val="00492A93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6F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1D3"/>
    <w:rsid w:val="005248C1"/>
    <w:rsid w:val="00526134"/>
    <w:rsid w:val="005405B2"/>
    <w:rsid w:val="005427C8"/>
    <w:rsid w:val="005446D1"/>
    <w:rsid w:val="00550F18"/>
    <w:rsid w:val="00556C4C"/>
    <w:rsid w:val="00557369"/>
    <w:rsid w:val="00564317"/>
    <w:rsid w:val="00564ADD"/>
    <w:rsid w:val="005708EB"/>
    <w:rsid w:val="00575BC6"/>
    <w:rsid w:val="00583902"/>
    <w:rsid w:val="0058756C"/>
    <w:rsid w:val="005A1D70"/>
    <w:rsid w:val="005A3AA5"/>
    <w:rsid w:val="005A6C9C"/>
    <w:rsid w:val="005A74DC"/>
    <w:rsid w:val="005B5146"/>
    <w:rsid w:val="005D1AFD"/>
    <w:rsid w:val="005D4F4A"/>
    <w:rsid w:val="005E51E6"/>
    <w:rsid w:val="005F027A"/>
    <w:rsid w:val="005F1395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7A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B4E"/>
    <w:rsid w:val="007D5A78"/>
    <w:rsid w:val="007E3BD1"/>
    <w:rsid w:val="007F1563"/>
    <w:rsid w:val="007F1EB2"/>
    <w:rsid w:val="007F44DB"/>
    <w:rsid w:val="007F5A8B"/>
    <w:rsid w:val="008132A8"/>
    <w:rsid w:val="00817D51"/>
    <w:rsid w:val="00823530"/>
    <w:rsid w:val="00823FF4"/>
    <w:rsid w:val="00830267"/>
    <w:rsid w:val="008306E7"/>
    <w:rsid w:val="00834BC8"/>
    <w:rsid w:val="00837FD6"/>
    <w:rsid w:val="00843405"/>
    <w:rsid w:val="00847B60"/>
    <w:rsid w:val="00850243"/>
    <w:rsid w:val="00851BE5"/>
    <w:rsid w:val="008545EB"/>
    <w:rsid w:val="0086111B"/>
    <w:rsid w:val="00865011"/>
    <w:rsid w:val="008733AA"/>
    <w:rsid w:val="00881C38"/>
    <w:rsid w:val="00886790"/>
    <w:rsid w:val="008908DE"/>
    <w:rsid w:val="008A12ED"/>
    <w:rsid w:val="008A39D3"/>
    <w:rsid w:val="008B2C77"/>
    <w:rsid w:val="008B4AD2"/>
    <w:rsid w:val="008B7138"/>
    <w:rsid w:val="008C240C"/>
    <w:rsid w:val="008E260C"/>
    <w:rsid w:val="008E39BE"/>
    <w:rsid w:val="008E62EC"/>
    <w:rsid w:val="008F32F6"/>
    <w:rsid w:val="008F618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0A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7153"/>
    <w:rsid w:val="00A60090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295A"/>
    <w:rsid w:val="00AD3896"/>
    <w:rsid w:val="00AD4E6B"/>
    <w:rsid w:val="00AD5B47"/>
    <w:rsid w:val="00AE1ED9"/>
    <w:rsid w:val="00AE32CB"/>
    <w:rsid w:val="00AF3957"/>
    <w:rsid w:val="00AF6F18"/>
    <w:rsid w:val="00B12013"/>
    <w:rsid w:val="00B22C67"/>
    <w:rsid w:val="00B3508F"/>
    <w:rsid w:val="00B443EE"/>
    <w:rsid w:val="00B560C8"/>
    <w:rsid w:val="00B56F65"/>
    <w:rsid w:val="00B61150"/>
    <w:rsid w:val="00B65BC7"/>
    <w:rsid w:val="00B74166"/>
    <w:rsid w:val="00B746B9"/>
    <w:rsid w:val="00B848D4"/>
    <w:rsid w:val="00B865B7"/>
    <w:rsid w:val="00BA1CB1"/>
    <w:rsid w:val="00BA4178"/>
    <w:rsid w:val="00BA482D"/>
    <w:rsid w:val="00BB0450"/>
    <w:rsid w:val="00BB23F4"/>
    <w:rsid w:val="00BC5075"/>
    <w:rsid w:val="00BC5419"/>
    <w:rsid w:val="00BD3B0F"/>
    <w:rsid w:val="00BF1D4C"/>
    <w:rsid w:val="00BF3F0A"/>
    <w:rsid w:val="00C143C3"/>
    <w:rsid w:val="00C15BA8"/>
    <w:rsid w:val="00C1739B"/>
    <w:rsid w:val="00C21ADE"/>
    <w:rsid w:val="00C26067"/>
    <w:rsid w:val="00C30A29"/>
    <w:rsid w:val="00C317DC"/>
    <w:rsid w:val="00C50785"/>
    <w:rsid w:val="00C578E9"/>
    <w:rsid w:val="00C70626"/>
    <w:rsid w:val="00C71EDD"/>
    <w:rsid w:val="00C72860"/>
    <w:rsid w:val="00C73582"/>
    <w:rsid w:val="00C73B90"/>
    <w:rsid w:val="00C742EC"/>
    <w:rsid w:val="00C7502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7B6"/>
    <w:rsid w:val="00D0201F"/>
    <w:rsid w:val="00D03685"/>
    <w:rsid w:val="00D07D4E"/>
    <w:rsid w:val="00D115AA"/>
    <w:rsid w:val="00D145BE"/>
    <w:rsid w:val="00D20C57"/>
    <w:rsid w:val="00D25D16"/>
    <w:rsid w:val="00D300A9"/>
    <w:rsid w:val="00D32124"/>
    <w:rsid w:val="00D54C76"/>
    <w:rsid w:val="00D64462"/>
    <w:rsid w:val="00D663EB"/>
    <w:rsid w:val="00D71E43"/>
    <w:rsid w:val="00D727F3"/>
    <w:rsid w:val="00D73695"/>
    <w:rsid w:val="00D810DE"/>
    <w:rsid w:val="00D87D32"/>
    <w:rsid w:val="00D91188"/>
    <w:rsid w:val="00D92C83"/>
    <w:rsid w:val="00DA0A81"/>
    <w:rsid w:val="00DA0EF4"/>
    <w:rsid w:val="00DA3C10"/>
    <w:rsid w:val="00DA53B5"/>
    <w:rsid w:val="00DC1D69"/>
    <w:rsid w:val="00DC5A3A"/>
    <w:rsid w:val="00DD0726"/>
    <w:rsid w:val="00DD320C"/>
    <w:rsid w:val="00E21FE5"/>
    <w:rsid w:val="00E238E6"/>
    <w:rsid w:val="00E35064"/>
    <w:rsid w:val="00E3681D"/>
    <w:rsid w:val="00E40225"/>
    <w:rsid w:val="00E501F0"/>
    <w:rsid w:val="00E55A3C"/>
    <w:rsid w:val="00E6166D"/>
    <w:rsid w:val="00E66F06"/>
    <w:rsid w:val="00E7381B"/>
    <w:rsid w:val="00E91BFF"/>
    <w:rsid w:val="00E92933"/>
    <w:rsid w:val="00E94FAD"/>
    <w:rsid w:val="00EB0AA4"/>
    <w:rsid w:val="00EB5C88"/>
    <w:rsid w:val="00EC0469"/>
    <w:rsid w:val="00ED2D04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37B75"/>
    <w:rsid w:val="00F37E0F"/>
    <w:rsid w:val="00F438FC"/>
    <w:rsid w:val="00F450E6"/>
    <w:rsid w:val="00F5616F"/>
    <w:rsid w:val="00F56451"/>
    <w:rsid w:val="00F56827"/>
    <w:rsid w:val="00F62866"/>
    <w:rsid w:val="00F65EF0"/>
    <w:rsid w:val="00F71651"/>
    <w:rsid w:val="00F718E3"/>
    <w:rsid w:val="00F76191"/>
    <w:rsid w:val="00F76CC6"/>
    <w:rsid w:val="00F83D7C"/>
    <w:rsid w:val="00FB070C"/>
    <w:rsid w:val="00FB232E"/>
    <w:rsid w:val="00FD557D"/>
    <w:rsid w:val="00FE0282"/>
    <w:rsid w:val="00FE124D"/>
    <w:rsid w:val="00FE4A0B"/>
    <w:rsid w:val="00FE6643"/>
    <w:rsid w:val="00FE6B8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EE92C"/>
  <w15:docId w15:val="{94B099B9-250C-4CC2-A31B-B1CBE3E9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F6F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6F18"/>
    <w:rPr>
      <w:rFonts w:ascii="Arial" w:eastAsia="Times New Roman" w:hAnsi="Arial" w:cs="Times New Roman"/>
      <w:sz w:val="20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2F1BD4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F1BD4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18E0BF3D-CA79-49CA-AF23-84EBCAB06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0D0685-C916-41E2-875D-E81B9F5D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FBPFST4009 Label foods according to legislative requirements</vt:lpstr>
    </vt:vector>
  </TitlesOfParts>
  <Manager/>
  <Company>AgriFood Skills Australia</Company>
  <LinksUpToDate>false</LinksUpToDate>
  <CharactersWithSpaces>6753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FBPFST4009 Label foods according to legislative requirements</dc:title>
  <dc:subject/>
  <dc:creator>Trevor</dc:creator>
  <cp:keywords/>
  <dc:description/>
  <cp:lastModifiedBy>Danni McDonald</cp:lastModifiedBy>
  <cp:revision>5</cp:revision>
  <cp:lastPrinted>2016-05-27T05:21:00Z</cp:lastPrinted>
  <dcterms:created xsi:type="dcterms:W3CDTF">2019-07-02T03:59:00Z</dcterms:created>
  <dcterms:modified xsi:type="dcterms:W3CDTF">2019-09-04T04:22:00Z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4200</vt:i4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AuthorIds_UIVersion_1536">
    <vt:lpwstr>498</vt:lpwstr>
  </property>
</Properties>
</file>