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9EA8F" w14:textId="2A660168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7E84D8F6" w14:textId="77777777" w:rsidTr="00F3009B">
        <w:tc>
          <w:tcPr>
            <w:tcW w:w="2689" w:type="dxa"/>
          </w:tcPr>
          <w:p w14:paraId="4F8876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413A8E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4975" w14:paraId="2C4D3F44" w14:textId="77777777" w:rsidTr="00F3009B">
        <w:tc>
          <w:tcPr>
            <w:tcW w:w="2689" w:type="dxa"/>
          </w:tcPr>
          <w:p w14:paraId="5E8C4C50" w14:textId="02DBCDD8" w:rsidR="008D4975" w:rsidRPr="008D4975" w:rsidRDefault="008D4975" w:rsidP="00126299">
            <w:pPr>
              <w:pStyle w:val="SIText"/>
            </w:pPr>
            <w:r w:rsidRPr="008D4975">
              <w:t xml:space="preserve">Release </w:t>
            </w:r>
            <w:r w:rsidR="00126299">
              <w:t>1</w:t>
            </w:r>
          </w:p>
        </w:tc>
        <w:tc>
          <w:tcPr>
            <w:tcW w:w="6945" w:type="dxa"/>
          </w:tcPr>
          <w:p w14:paraId="475894B2" w14:textId="239704CB" w:rsidR="008D4975" w:rsidRPr="008D4975" w:rsidRDefault="008D4975" w:rsidP="00D04E27">
            <w:pPr>
              <w:pStyle w:val="SIText"/>
            </w:pPr>
            <w:r w:rsidRPr="008D4975">
              <w:t xml:space="preserve">This version released with AHC Agriculture, Horticulture and Conservation and Land Management Training Package Version </w:t>
            </w:r>
            <w:r w:rsidR="005566CD">
              <w:t>6</w:t>
            </w:r>
            <w:r w:rsidRPr="008D4975">
              <w:t>.0.</w:t>
            </w:r>
          </w:p>
        </w:tc>
      </w:tr>
    </w:tbl>
    <w:p w14:paraId="332DE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73B9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E85118" w14:textId="4E8EC478" w:rsidR="00F1480E" w:rsidRPr="000754EC" w:rsidRDefault="0072238A" w:rsidP="0072238A">
            <w:pPr>
              <w:pStyle w:val="SIUNITCODE"/>
            </w:pPr>
            <w:r w:rsidRPr="00B96331">
              <w:t>AHC</w:t>
            </w:r>
            <w:r>
              <w:t>AGB</w:t>
            </w:r>
            <w:r w:rsidRPr="00B96331">
              <w:t>5</w:t>
            </w:r>
            <w:r w:rsidR="005566CD">
              <w:t>23</w:t>
            </w:r>
          </w:p>
        </w:tc>
        <w:tc>
          <w:tcPr>
            <w:tcW w:w="3604" w:type="pct"/>
            <w:shd w:val="clear" w:color="auto" w:fill="auto"/>
          </w:tcPr>
          <w:p w14:paraId="257BBFA4" w14:textId="6DF381F3" w:rsidR="00F1480E" w:rsidRPr="000754EC" w:rsidRDefault="00126299" w:rsidP="00030529">
            <w:pPr>
              <w:pStyle w:val="SIUnittitle"/>
            </w:pPr>
            <w:r>
              <w:t>Interpret a</w:t>
            </w:r>
            <w:r w:rsidR="0037634D">
              <w:t xml:space="preserve">nd </w:t>
            </w:r>
            <w:r w:rsidR="00030529">
              <w:t>use</w:t>
            </w:r>
            <w:r w:rsidR="0037634D">
              <w:t xml:space="preserve"> a</w:t>
            </w:r>
            <w:r>
              <w:t>gricultural data</w:t>
            </w:r>
          </w:p>
        </w:tc>
      </w:tr>
      <w:tr w:rsidR="00F1480E" w:rsidRPr="00963A46" w14:paraId="438430CE" w14:textId="77777777" w:rsidTr="00CA2922">
        <w:tc>
          <w:tcPr>
            <w:tcW w:w="1396" w:type="pct"/>
            <w:shd w:val="clear" w:color="auto" w:fill="auto"/>
          </w:tcPr>
          <w:p w14:paraId="4DA88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9253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2F4AF" w14:textId="0ACF13F5" w:rsidR="00B96331" w:rsidRDefault="00B96331" w:rsidP="00B96331">
            <w:pPr>
              <w:pStyle w:val="SIText"/>
            </w:pPr>
            <w:r w:rsidRPr="00B96331">
              <w:t xml:space="preserve">This unit of competency describes the skills and knowledge required to </w:t>
            </w:r>
            <w:r w:rsidR="008D4975">
              <w:t>identify</w:t>
            </w:r>
            <w:r w:rsidR="003723DC">
              <w:t>,</w:t>
            </w:r>
            <w:r w:rsidR="0037634D">
              <w:t xml:space="preserve"> interpret</w:t>
            </w:r>
            <w:r w:rsidR="00030529">
              <w:t>, enter and use</w:t>
            </w:r>
            <w:r w:rsidR="0037634D">
              <w:t xml:space="preserve"> agricultural data, identify and address data gaps</w:t>
            </w:r>
            <w:r w:rsidR="007D16A0">
              <w:t>,</w:t>
            </w:r>
            <w:r w:rsidR="003723DC">
              <w:t xml:space="preserve"> and review agricultural data</w:t>
            </w:r>
            <w:r w:rsidRPr="00B96331">
              <w:t>.</w:t>
            </w:r>
          </w:p>
          <w:p w14:paraId="45C1C87F" w14:textId="77777777" w:rsidR="00B96331" w:rsidRPr="00B96331" w:rsidRDefault="00B96331" w:rsidP="00B96331">
            <w:pPr>
              <w:pStyle w:val="SIText"/>
            </w:pPr>
          </w:p>
          <w:p w14:paraId="363591B2" w14:textId="4FE4FD29" w:rsidR="00B96331" w:rsidRPr="00B96331" w:rsidRDefault="00B96331" w:rsidP="00B96331">
            <w:pPr>
              <w:pStyle w:val="SIText"/>
            </w:pPr>
            <w:r w:rsidRPr="00B96331">
              <w:t>Th</w:t>
            </w:r>
            <w:r w:rsidR="008D4975">
              <w:t>e</w:t>
            </w:r>
            <w:r w:rsidRPr="00B96331">
              <w:t xml:space="preserve"> unit applies to individuals who </w:t>
            </w:r>
            <w:r w:rsidR="008D4975" w:rsidRPr="008D4975">
              <w:t xml:space="preserve">apply specialised skills and knowledge to the </w:t>
            </w:r>
            <w:r w:rsidR="00126299">
              <w:t xml:space="preserve">interpretation </w:t>
            </w:r>
            <w:r w:rsidR="003723DC">
              <w:t xml:space="preserve">and implementation </w:t>
            </w:r>
            <w:r w:rsidR="00126299">
              <w:t xml:space="preserve">of agricultural </w:t>
            </w:r>
            <w:proofErr w:type="gramStart"/>
            <w:r w:rsidR="00126299">
              <w:t>data</w:t>
            </w:r>
            <w:r w:rsidR="008D4975">
              <w:t>, and</w:t>
            </w:r>
            <w:proofErr w:type="gramEnd"/>
            <w:r w:rsidR="008D4975">
              <w:t xml:space="preserve"> </w:t>
            </w:r>
            <w:r w:rsidRPr="00B96331">
              <w:t xml:space="preserve">take personal responsibility and exercise autonomy in undertaking complex work. They </w:t>
            </w:r>
            <w:r w:rsidR="008D4975" w:rsidRPr="008D4975">
              <w:t>analyse and synthesise information</w:t>
            </w:r>
            <w:r w:rsidRPr="00B96331">
              <w:t xml:space="preserve">, </w:t>
            </w:r>
            <w:r w:rsidR="00C2377B">
              <w:t xml:space="preserve">and </w:t>
            </w:r>
            <w:r w:rsidRPr="00B96331">
              <w:t>design and communicate solutions to sometimes complex problems.</w:t>
            </w:r>
          </w:p>
          <w:p w14:paraId="20C11CFF" w14:textId="77777777" w:rsidR="008D4975" w:rsidRPr="008D4975" w:rsidRDefault="008D4975" w:rsidP="008D4975">
            <w:pPr>
              <w:pStyle w:val="SIText"/>
            </w:pPr>
          </w:p>
          <w:p w14:paraId="2B8213B7" w14:textId="77777777" w:rsidR="008D4975" w:rsidRPr="008D4975" w:rsidRDefault="008D4975" w:rsidP="008D4975">
            <w:pPr>
              <w:pStyle w:val="SIText"/>
            </w:pPr>
            <w:r w:rsidRPr="008D4975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4023202C" w14:textId="77777777" w:rsidR="00B96331" w:rsidRDefault="00B96331" w:rsidP="00B96331">
            <w:pPr>
              <w:pStyle w:val="SIText"/>
            </w:pPr>
          </w:p>
          <w:p w14:paraId="7DC6825D" w14:textId="141F73CF" w:rsidR="00373436" w:rsidRPr="000754EC" w:rsidRDefault="00B96331" w:rsidP="00F3009B">
            <w:pPr>
              <w:pStyle w:val="SIText"/>
            </w:pPr>
            <w:r w:rsidRPr="00B96331">
              <w:t>No licensing, legislative or certification requirements apply to this unit at the time of publication.</w:t>
            </w:r>
          </w:p>
        </w:tc>
      </w:tr>
      <w:tr w:rsidR="00F1480E" w:rsidRPr="00963A46" w14:paraId="68C40BC6" w14:textId="77777777" w:rsidTr="00CA2922">
        <w:tc>
          <w:tcPr>
            <w:tcW w:w="1396" w:type="pct"/>
            <w:shd w:val="clear" w:color="auto" w:fill="auto"/>
          </w:tcPr>
          <w:p w14:paraId="415134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69B14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37685D2" w14:textId="77777777" w:rsidTr="00CA2922">
        <w:tc>
          <w:tcPr>
            <w:tcW w:w="1396" w:type="pct"/>
            <w:shd w:val="clear" w:color="auto" w:fill="auto"/>
          </w:tcPr>
          <w:p w14:paraId="440490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E1773" w14:textId="563C882A" w:rsidR="00F1480E" w:rsidRPr="000754EC" w:rsidRDefault="0072238A">
            <w:pPr>
              <w:pStyle w:val="SIText"/>
            </w:pPr>
            <w:r>
              <w:t>Agribusiness</w:t>
            </w:r>
            <w:r w:rsidR="00126299">
              <w:t xml:space="preserve"> (</w:t>
            </w:r>
            <w:r>
              <w:t>AGB</w:t>
            </w:r>
            <w:r w:rsidR="00B96331" w:rsidRPr="00B96331">
              <w:t>)</w:t>
            </w:r>
          </w:p>
        </w:tc>
      </w:tr>
    </w:tbl>
    <w:p w14:paraId="54F8A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C87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B66D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9C5B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5D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7E4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B759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331" w:rsidRPr="00963A46" w14:paraId="04620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C4A6D" w14:textId="195B22A8" w:rsidR="00B96331" w:rsidRPr="00B96331" w:rsidRDefault="00B96331" w:rsidP="009747B9">
            <w:r w:rsidRPr="00F425C0">
              <w:t>1.</w:t>
            </w:r>
            <w:r>
              <w:t xml:space="preserve"> </w:t>
            </w:r>
            <w:r w:rsidRPr="00F425C0">
              <w:t>Identify</w:t>
            </w:r>
            <w:r w:rsidR="007E40E8">
              <w:t>,</w:t>
            </w:r>
            <w:r w:rsidR="007C407C">
              <w:t xml:space="preserve"> access </w:t>
            </w:r>
            <w:r w:rsidR="007E40E8">
              <w:t xml:space="preserve">and apply </w:t>
            </w:r>
            <w:r w:rsidR="007C407C">
              <w:t xml:space="preserve">agricultural </w:t>
            </w:r>
            <w:r w:rsidR="0065439A">
              <w:t>data</w:t>
            </w:r>
          </w:p>
        </w:tc>
        <w:tc>
          <w:tcPr>
            <w:tcW w:w="3604" w:type="pct"/>
            <w:shd w:val="clear" w:color="auto" w:fill="auto"/>
          </w:tcPr>
          <w:p w14:paraId="1B5F15A1" w14:textId="117CDED5" w:rsidR="003F1FA8" w:rsidRDefault="00B96331" w:rsidP="00B96331">
            <w:r w:rsidRPr="00F425C0">
              <w:t>1.</w:t>
            </w:r>
            <w:r w:rsidR="00190A06">
              <w:t>1</w:t>
            </w:r>
            <w:r>
              <w:t xml:space="preserve"> </w:t>
            </w:r>
            <w:r w:rsidR="003F1FA8">
              <w:t xml:space="preserve">Discuss </w:t>
            </w:r>
            <w:r w:rsidR="00E63A2A">
              <w:t>workplace</w:t>
            </w:r>
            <w:r w:rsidR="00102CE9">
              <w:t xml:space="preserve"> business</w:t>
            </w:r>
            <w:r w:rsidR="003F1FA8">
              <w:t xml:space="preserve"> objectives</w:t>
            </w:r>
            <w:r w:rsidR="00AC6F5C">
              <w:t>, goals</w:t>
            </w:r>
            <w:r w:rsidR="003F1FA8">
              <w:t xml:space="preserve"> </w:t>
            </w:r>
            <w:r w:rsidR="00AE590C">
              <w:t xml:space="preserve">and farming system </w:t>
            </w:r>
            <w:r w:rsidR="003F1FA8">
              <w:t>with business owner or land manager to determine purpose of information being sought</w:t>
            </w:r>
          </w:p>
          <w:p w14:paraId="02687356" w14:textId="2F9D6C18" w:rsidR="00B96331" w:rsidRPr="00B96331" w:rsidRDefault="003F1FA8" w:rsidP="00B96331">
            <w:r>
              <w:t>1.2 I</w:t>
            </w:r>
            <w:r w:rsidR="0068062D">
              <w:t xml:space="preserve">dentify existing sources of agricultural data available </w:t>
            </w:r>
            <w:r w:rsidR="0065439A">
              <w:t xml:space="preserve">in </w:t>
            </w:r>
            <w:r w:rsidR="0068062D">
              <w:t>the workplace</w:t>
            </w:r>
            <w:r>
              <w:t xml:space="preserve"> to support </w:t>
            </w:r>
            <w:r w:rsidR="00E63A2A">
              <w:t xml:space="preserve">workplace </w:t>
            </w:r>
            <w:r w:rsidR="00625864">
              <w:t>business objectives</w:t>
            </w:r>
          </w:p>
          <w:p w14:paraId="0708BC3F" w14:textId="53ABD488" w:rsidR="00F05E2A" w:rsidRDefault="00B96331" w:rsidP="00B96331">
            <w:r w:rsidRPr="00F425C0">
              <w:t>1.</w:t>
            </w:r>
            <w:r w:rsidR="0057342C">
              <w:t>3</w:t>
            </w:r>
            <w:r>
              <w:t xml:space="preserve"> </w:t>
            </w:r>
            <w:r w:rsidR="00F05E2A">
              <w:t>Review and select appropriate software program</w:t>
            </w:r>
            <w:r w:rsidR="00AC6F5C">
              <w:t>s</w:t>
            </w:r>
            <w:r w:rsidR="00C47CD4">
              <w:t xml:space="preserve"> or application</w:t>
            </w:r>
            <w:r w:rsidR="00AC6F5C">
              <w:t>s</w:t>
            </w:r>
            <w:r w:rsidR="00C47CD4">
              <w:t xml:space="preserve"> (</w:t>
            </w:r>
            <w:r w:rsidR="00C2377B">
              <w:t>a</w:t>
            </w:r>
            <w:r w:rsidR="00C47CD4">
              <w:t>pp)</w:t>
            </w:r>
            <w:r w:rsidR="00102CE9">
              <w:t xml:space="preserve"> to </w:t>
            </w:r>
            <w:r w:rsidR="00102CE9" w:rsidRPr="00102CE9">
              <w:t>meet workplace business objectives</w:t>
            </w:r>
          </w:p>
          <w:p w14:paraId="7C1D4AFC" w14:textId="2296B930" w:rsidR="00B96331" w:rsidRPr="00B96331" w:rsidRDefault="00F05E2A" w:rsidP="00B96331">
            <w:r>
              <w:t xml:space="preserve">1.4 </w:t>
            </w:r>
            <w:r w:rsidR="0065439A">
              <w:t xml:space="preserve">Access existing </w:t>
            </w:r>
            <w:r w:rsidR="00625864">
              <w:t xml:space="preserve">agricultural </w:t>
            </w:r>
            <w:r w:rsidR="00B96331" w:rsidRPr="00F425C0">
              <w:t>data</w:t>
            </w:r>
            <w:r w:rsidR="0057342C">
              <w:t xml:space="preserve"> and </w:t>
            </w:r>
            <w:proofErr w:type="gramStart"/>
            <w:r w:rsidR="0057342C">
              <w:t>enter into</w:t>
            </w:r>
            <w:proofErr w:type="gramEnd"/>
            <w:r w:rsidR="0057342C">
              <w:t xml:space="preserve"> software program</w:t>
            </w:r>
            <w:r w:rsidR="00C47CD4">
              <w:t xml:space="preserve"> or </w:t>
            </w:r>
            <w:r w:rsidR="00C2377B">
              <w:t>a</w:t>
            </w:r>
            <w:r w:rsidR="00C47CD4">
              <w:t>pp</w:t>
            </w:r>
          </w:p>
          <w:p w14:paraId="4BA7EDFE" w14:textId="314129D4" w:rsidR="004A6C56" w:rsidRPr="00B96331" w:rsidRDefault="00827792" w:rsidP="00AC6F5C">
            <w:r>
              <w:t>1.</w:t>
            </w:r>
            <w:r w:rsidR="00F05E2A">
              <w:t>5</w:t>
            </w:r>
            <w:r w:rsidR="00B96331" w:rsidRPr="00F425C0">
              <w:t xml:space="preserve"> </w:t>
            </w:r>
            <w:r w:rsidR="00AE4447">
              <w:t xml:space="preserve">Create maps </w:t>
            </w:r>
            <w:r w:rsidR="00AC6F5C">
              <w:t>and summary</w:t>
            </w:r>
            <w:r w:rsidR="00030529">
              <w:t xml:space="preserve"> </w:t>
            </w:r>
            <w:r w:rsidR="00AE4447">
              <w:t>reports using existing data</w:t>
            </w:r>
          </w:p>
        </w:tc>
      </w:tr>
      <w:tr w:rsidR="00B96331" w:rsidRPr="00963A46" w14:paraId="390D09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AE2640" w14:textId="752A712F" w:rsidR="00B96331" w:rsidRPr="00B96331" w:rsidRDefault="00B96331" w:rsidP="009747B9">
            <w:r w:rsidRPr="00F425C0">
              <w:t>2.</w:t>
            </w:r>
            <w:r>
              <w:t xml:space="preserve"> </w:t>
            </w:r>
            <w:r w:rsidR="0065439A">
              <w:t>Interpret and explain agricultural data</w:t>
            </w:r>
          </w:p>
        </w:tc>
        <w:tc>
          <w:tcPr>
            <w:tcW w:w="3604" w:type="pct"/>
            <w:shd w:val="clear" w:color="auto" w:fill="auto"/>
          </w:tcPr>
          <w:p w14:paraId="39FE45E8" w14:textId="1A09399D" w:rsidR="00B96331" w:rsidRPr="00B96331" w:rsidRDefault="00B96331" w:rsidP="00B96331">
            <w:r w:rsidRPr="00F425C0">
              <w:t>2.1</w:t>
            </w:r>
            <w:r>
              <w:t xml:space="preserve"> </w:t>
            </w:r>
            <w:r w:rsidR="003A5024">
              <w:t xml:space="preserve">Interpret maps </w:t>
            </w:r>
            <w:r w:rsidR="00030529">
              <w:t xml:space="preserve">or </w:t>
            </w:r>
            <w:r w:rsidR="003A5024">
              <w:t xml:space="preserve">reports to identify </w:t>
            </w:r>
            <w:r w:rsidR="009C56D0">
              <w:t>opportunities and limitations for operational improvements that support business objectives</w:t>
            </w:r>
          </w:p>
          <w:p w14:paraId="6ACCBB42" w14:textId="078003F6" w:rsidR="00B96331" w:rsidRPr="00B96331" w:rsidRDefault="00B96331" w:rsidP="00B96331">
            <w:r w:rsidRPr="00F425C0">
              <w:t>2.2</w:t>
            </w:r>
            <w:r>
              <w:t xml:space="preserve"> </w:t>
            </w:r>
            <w:r w:rsidR="009C56D0" w:rsidRPr="00F425C0">
              <w:t xml:space="preserve">Conduct field work to </w:t>
            </w:r>
            <w:r w:rsidR="009C56D0" w:rsidRPr="009C56D0">
              <w:t>ground truth data</w:t>
            </w:r>
            <w:r w:rsidR="001E7EDF">
              <w:t xml:space="preserve"> and record interpretations of data for future use</w:t>
            </w:r>
          </w:p>
          <w:p w14:paraId="4B38B4FB" w14:textId="18020971" w:rsidR="00B96331" w:rsidRPr="00B96331" w:rsidRDefault="00B96331" w:rsidP="00B96331">
            <w:r w:rsidRPr="00F425C0">
              <w:t>2.3</w:t>
            </w:r>
            <w:r>
              <w:t xml:space="preserve"> </w:t>
            </w:r>
            <w:r w:rsidR="009C56D0">
              <w:t>Document</w:t>
            </w:r>
            <w:r w:rsidR="009C56D0" w:rsidRPr="009C56D0">
              <w:t xml:space="preserve"> data</w:t>
            </w:r>
            <w:r w:rsidR="009C56D0" w:rsidRPr="009C56D0" w:rsidDel="009C56D0">
              <w:t xml:space="preserve"> </w:t>
            </w:r>
            <w:r w:rsidR="009C56D0">
              <w:t>results</w:t>
            </w:r>
            <w:r w:rsidR="001E7EDF">
              <w:t xml:space="preserve"> using appropriate interpretation and presentation techniques</w:t>
            </w:r>
          </w:p>
          <w:p w14:paraId="35D4A00E" w14:textId="3B26C04E" w:rsidR="00B96331" w:rsidRPr="00B96331" w:rsidRDefault="00B96331" w:rsidP="009747B9">
            <w:r w:rsidRPr="00F425C0">
              <w:t>2.4</w:t>
            </w:r>
            <w:r>
              <w:t xml:space="preserve"> </w:t>
            </w:r>
            <w:r w:rsidR="009C56D0">
              <w:t xml:space="preserve">Discuss and </w:t>
            </w:r>
            <w:r w:rsidR="009C56D0" w:rsidRPr="009C56D0">
              <w:t>explain data results and information with business owner or land manager</w:t>
            </w:r>
          </w:p>
        </w:tc>
      </w:tr>
      <w:tr w:rsidR="0065439A" w:rsidRPr="00963A46" w14:paraId="65C3B654" w14:textId="77777777" w:rsidTr="00F55FBF">
        <w:trPr>
          <w:cantSplit/>
        </w:trPr>
        <w:tc>
          <w:tcPr>
            <w:tcW w:w="1396" w:type="pct"/>
            <w:shd w:val="clear" w:color="auto" w:fill="auto"/>
          </w:tcPr>
          <w:p w14:paraId="5E46B475" w14:textId="69DC55DD" w:rsidR="0065439A" w:rsidRPr="0065439A" w:rsidRDefault="00AC6F5C" w:rsidP="00AC6F5C">
            <w:r>
              <w:t>3</w:t>
            </w:r>
            <w:r w:rsidR="0065439A" w:rsidRPr="00F425C0">
              <w:t>.</w:t>
            </w:r>
            <w:r w:rsidR="0065439A" w:rsidRPr="0065439A">
              <w:t xml:space="preserve"> </w:t>
            </w:r>
            <w:r w:rsidR="0065439A">
              <w:t>A</w:t>
            </w:r>
            <w:r w:rsidR="00B52FB4">
              <w:t>nalyse</w:t>
            </w:r>
            <w:r w:rsidR="0065439A">
              <w:t xml:space="preserve"> agricultural data</w:t>
            </w:r>
          </w:p>
        </w:tc>
        <w:tc>
          <w:tcPr>
            <w:tcW w:w="3604" w:type="pct"/>
            <w:shd w:val="clear" w:color="auto" w:fill="auto"/>
          </w:tcPr>
          <w:p w14:paraId="5985DB06" w14:textId="44D6DCB9" w:rsidR="0065439A" w:rsidRDefault="00AC6F5C" w:rsidP="0065439A">
            <w:r>
              <w:t>3</w:t>
            </w:r>
            <w:r w:rsidR="0065439A" w:rsidRPr="00F425C0">
              <w:t>.1</w:t>
            </w:r>
            <w:r w:rsidR="0065439A" w:rsidRPr="0065439A">
              <w:t xml:space="preserve"> </w:t>
            </w:r>
            <w:r w:rsidR="0074599A">
              <w:t>Collect and a</w:t>
            </w:r>
            <w:r w:rsidR="00B52FB4" w:rsidRPr="0065439A">
              <w:t>nalyse data to determine significance of results</w:t>
            </w:r>
          </w:p>
          <w:p w14:paraId="4653A0A3" w14:textId="34EAA7B7" w:rsidR="00147C09" w:rsidRDefault="00147C09" w:rsidP="0065439A">
            <w:r>
              <w:t>3.2 Undertake simple statistical analysis to detect data outliers, imbalances in generated data sets and identify erroneous data points, including determining spatial density of the managed data set</w:t>
            </w:r>
          </w:p>
          <w:p w14:paraId="2930F106" w14:textId="3C7FE8B2" w:rsidR="00147C09" w:rsidRPr="0065439A" w:rsidRDefault="00147C09" w:rsidP="0065439A">
            <w:r>
              <w:t>3.3 Produce variability maps from suitable data sets</w:t>
            </w:r>
          </w:p>
          <w:p w14:paraId="418D535C" w14:textId="4CE581C0" w:rsidR="0065439A" w:rsidRPr="0065439A" w:rsidRDefault="00AC6F5C" w:rsidP="00147C09">
            <w:r>
              <w:t>3</w:t>
            </w:r>
            <w:r w:rsidR="0065439A" w:rsidRPr="00F425C0">
              <w:t>.</w:t>
            </w:r>
            <w:r w:rsidR="00147C09">
              <w:t>4</w:t>
            </w:r>
            <w:r w:rsidR="0065439A" w:rsidRPr="0065439A">
              <w:t xml:space="preserve"> </w:t>
            </w:r>
            <w:r w:rsidR="00FC1E30">
              <w:t>Discuss and r</w:t>
            </w:r>
            <w:r w:rsidR="00D41828">
              <w:t>ecommend solutions utilising agricultural data</w:t>
            </w:r>
            <w:r w:rsidR="00C2377B">
              <w:t>,</w:t>
            </w:r>
            <w:r w:rsidR="00D41828">
              <w:t xml:space="preserve"> and present to business owner or land manager for approval</w:t>
            </w:r>
          </w:p>
        </w:tc>
      </w:tr>
      <w:tr w:rsidR="00AC6F5C" w:rsidRPr="00963A46" w14:paraId="67B01E12" w14:textId="77777777" w:rsidTr="002A41CF">
        <w:trPr>
          <w:cantSplit/>
        </w:trPr>
        <w:tc>
          <w:tcPr>
            <w:tcW w:w="1396" w:type="pct"/>
            <w:shd w:val="clear" w:color="auto" w:fill="auto"/>
          </w:tcPr>
          <w:p w14:paraId="7F7E7B37" w14:textId="1BAF82F6" w:rsidR="00AC6F5C" w:rsidRPr="00AC6F5C" w:rsidRDefault="00AC6F5C" w:rsidP="00AC6F5C">
            <w:r>
              <w:lastRenderedPageBreak/>
              <w:t>4</w:t>
            </w:r>
            <w:r w:rsidRPr="00F425C0">
              <w:t>.</w:t>
            </w:r>
            <w:r w:rsidRPr="00AC6F5C">
              <w:t xml:space="preserve"> Identify and address data gaps</w:t>
            </w:r>
          </w:p>
        </w:tc>
        <w:tc>
          <w:tcPr>
            <w:tcW w:w="3604" w:type="pct"/>
            <w:shd w:val="clear" w:color="auto" w:fill="auto"/>
          </w:tcPr>
          <w:p w14:paraId="3249D9DA" w14:textId="373FEA8A" w:rsidR="00AC6F5C" w:rsidRPr="00AC6F5C" w:rsidRDefault="00AC6F5C" w:rsidP="00AC6F5C">
            <w:r>
              <w:t>4</w:t>
            </w:r>
            <w:r w:rsidRPr="00F425C0">
              <w:t>.1</w:t>
            </w:r>
            <w:r w:rsidRPr="00AC6F5C">
              <w:t xml:space="preserve"> Identify validity and reliability, and gaps in existing agricultural data</w:t>
            </w:r>
          </w:p>
          <w:p w14:paraId="56375730" w14:textId="2A157B70" w:rsidR="00AC6F5C" w:rsidRPr="00AC6F5C" w:rsidRDefault="00AC6F5C" w:rsidP="00AC6F5C">
            <w:r>
              <w:t>4</w:t>
            </w:r>
            <w:r w:rsidRPr="00F425C0">
              <w:t>.2</w:t>
            </w:r>
            <w:r w:rsidRPr="00AC6F5C">
              <w:t xml:space="preserve"> Identify solutions to address data gaps utilising existing sources</w:t>
            </w:r>
          </w:p>
          <w:p w14:paraId="2418A1DC" w14:textId="152D4039" w:rsidR="00AC6F5C" w:rsidRPr="00AC6F5C" w:rsidRDefault="00AC6F5C" w:rsidP="00AC6F5C">
            <w:r>
              <w:t>4</w:t>
            </w:r>
            <w:r w:rsidRPr="00F425C0">
              <w:t>.3</w:t>
            </w:r>
            <w:r w:rsidRPr="00AC6F5C">
              <w:t xml:space="preserve"> Identify and cost hardware and software solutions to address data gaps where required</w:t>
            </w:r>
          </w:p>
          <w:p w14:paraId="60062B18" w14:textId="04057798" w:rsidR="00AC6F5C" w:rsidRPr="00AC6F5C" w:rsidRDefault="00AC6F5C" w:rsidP="00AC6F5C">
            <w:r>
              <w:t>4</w:t>
            </w:r>
            <w:r w:rsidRPr="00F425C0">
              <w:t>.4</w:t>
            </w:r>
            <w:r w:rsidRPr="00AC6F5C">
              <w:t xml:space="preserve"> Discuss and recommend solutions and seek approval from business owner or land manager</w:t>
            </w:r>
          </w:p>
        </w:tc>
      </w:tr>
      <w:tr w:rsidR="008E642D" w:rsidRPr="00963A46" w14:paraId="21EE56BD" w14:textId="77777777" w:rsidTr="00F55FBF">
        <w:trPr>
          <w:cantSplit/>
        </w:trPr>
        <w:tc>
          <w:tcPr>
            <w:tcW w:w="1396" w:type="pct"/>
            <w:shd w:val="clear" w:color="auto" w:fill="auto"/>
          </w:tcPr>
          <w:p w14:paraId="3EB59F56" w14:textId="16322BC2" w:rsidR="008E642D" w:rsidRPr="008E642D" w:rsidRDefault="008E642D" w:rsidP="00030529">
            <w:r>
              <w:t>5</w:t>
            </w:r>
            <w:r w:rsidRPr="008E642D">
              <w:t xml:space="preserve">. </w:t>
            </w:r>
            <w:r w:rsidR="00030529">
              <w:t>Use</w:t>
            </w:r>
            <w:r w:rsidRPr="008E642D">
              <w:t xml:space="preserve"> agricultural data</w:t>
            </w:r>
          </w:p>
        </w:tc>
        <w:tc>
          <w:tcPr>
            <w:tcW w:w="3604" w:type="pct"/>
            <w:shd w:val="clear" w:color="auto" w:fill="auto"/>
          </w:tcPr>
          <w:p w14:paraId="58AE79F0" w14:textId="602D1E21" w:rsidR="008E642D" w:rsidRPr="008E642D" w:rsidRDefault="008E642D" w:rsidP="008E642D">
            <w:r>
              <w:t>5</w:t>
            </w:r>
            <w:r w:rsidRPr="008E642D">
              <w:t xml:space="preserve">.1 Collect and </w:t>
            </w:r>
            <w:r w:rsidR="00AE590C">
              <w:t>organise</w:t>
            </w:r>
            <w:r w:rsidRPr="008E642D">
              <w:t xml:space="preserve"> agricultural data and </w:t>
            </w:r>
            <w:proofErr w:type="gramStart"/>
            <w:r w:rsidRPr="008E642D">
              <w:t>enter into</w:t>
            </w:r>
            <w:proofErr w:type="gramEnd"/>
            <w:r w:rsidRPr="008E642D">
              <w:t xml:space="preserve"> software program</w:t>
            </w:r>
            <w:r w:rsidR="00C47CD4">
              <w:t xml:space="preserve"> or </w:t>
            </w:r>
            <w:r w:rsidR="00C2377B">
              <w:t>a</w:t>
            </w:r>
            <w:r w:rsidR="00C47CD4">
              <w:t>pp</w:t>
            </w:r>
          </w:p>
          <w:p w14:paraId="3888C1E8" w14:textId="475ED8AD" w:rsidR="008E642D" w:rsidRPr="008E642D" w:rsidRDefault="008E642D" w:rsidP="00A702E5">
            <w:r>
              <w:t>5</w:t>
            </w:r>
            <w:r w:rsidRPr="008E642D">
              <w:t xml:space="preserve">.2 Generate maps </w:t>
            </w:r>
            <w:r w:rsidR="00A702E5">
              <w:t>and</w:t>
            </w:r>
            <w:r w:rsidR="00030529" w:rsidRPr="008E642D">
              <w:t xml:space="preserve"> </w:t>
            </w:r>
            <w:r w:rsidRPr="008E642D">
              <w:t>reports for agricultural activities</w:t>
            </w:r>
            <w:r w:rsidR="00FB2800">
              <w:t xml:space="preserve"> for review and discussion with key business personnel</w:t>
            </w:r>
          </w:p>
          <w:p w14:paraId="7183B353" w14:textId="2112F803" w:rsidR="008E642D" w:rsidRPr="008E642D" w:rsidRDefault="008E642D" w:rsidP="008E642D">
            <w:r>
              <w:t>5</w:t>
            </w:r>
            <w:r w:rsidRPr="008E642D">
              <w:t>.3 I</w:t>
            </w:r>
            <w:r w:rsidR="007D16A0">
              <w:t>ncorporate agricultural data</w:t>
            </w:r>
            <w:r w:rsidRPr="008E642D">
              <w:t xml:space="preserve"> into </w:t>
            </w:r>
            <w:r w:rsidR="007D16A0">
              <w:t xml:space="preserve">business </w:t>
            </w:r>
            <w:r w:rsidRPr="008E642D">
              <w:t>operations</w:t>
            </w:r>
          </w:p>
          <w:p w14:paraId="64837362" w14:textId="60D51E79" w:rsidR="008E642D" w:rsidRPr="008E642D" w:rsidRDefault="008E642D" w:rsidP="00FB2800">
            <w:r>
              <w:t>5</w:t>
            </w:r>
            <w:r w:rsidRPr="008E642D">
              <w:t xml:space="preserve">.4 </w:t>
            </w:r>
            <w:r w:rsidR="005C0900" w:rsidRPr="005C0900">
              <w:t>Determine if corrective action is required and take appropriate action</w:t>
            </w:r>
          </w:p>
        </w:tc>
      </w:tr>
      <w:tr w:rsidR="00B96331" w:rsidRPr="00963A46" w14:paraId="4344B2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D2F8C" w14:textId="6957E137" w:rsidR="00B96331" w:rsidRPr="00B96331" w:rsidRDefault="008E642D" w:rsidP="0037634D">
            <w:r>
              <w:t>6</w:t>
            </w:r>
            <w:r w:rsidR="00B96331" w:rsidRPr="00F425C0">
              <w:t>.</w:t>
            </w:r>
            <w:r w:rsidR="00B96331">
              <w:t xml:space="preserve"> </w:t>
            </w:r>
            <w:r w:rsidR="0037634D">
              <w:t xml:space="preserve">Review </w:t>
            </w:r>
            <w:r w:rsidR="00B442FD">
              <w:t xml:space="preserve">and report </w:t>
            </w:r>
            <w:r w:rsidR="00D41828">
              <w:t>agricultural data</w:t>
            </w:r>
          </w:p>
        </w:tc>
        <w:tc>
          <w:tcPr>
            <w:tcW w:w="3604" w:type="pct"/>
            <w:shd w:val="clear" w:color="auto" w:fill="auto"/>
          </w:tcPr>
          <w:p w14:paraId="7A55EB4B" w14:textId="342E9703" w:rsidR="00B96331" w:rsidRPr="00B96331" w:rsidRDefault="008E642D" w:rsidP="00B96331">
            <w:r>
              <w:t>6</w:t>
            </w:r>
            <w:r w:rsidR="00B96331" w:rsidRPr="00F425C0">
              <w:t>.1</w:t>
            </w:r>
            <w:r w:rsidR="00B96331">
              <w:t xml:space="preserve"> </w:t>
            </w:r>
            <w:r w:rsidRPr="008E642D">
              <w:t xml:space="preserve">Review </w:t>
            </w:r>
            <w:r>
              <w:t>production</w:t>
            </w:r>
            <w:r w:rsidRPr="008E642D">
              <w:t xml:space="preserve"> data to identify </w:t>
            </w:r>
            <w:r w:rsidR="00396959">
              <w:t>change</w:t>
            </w:r>
            <w:r w:rsidR="00396959" w:rsidRPr="008E642D">
              <w:t xml:space="preserve">s </w:t>
            </w:r>
            <w:r w:rsidRPr="008E642D">
              <w:t xml:space="preserve">in productivity as a result of using </w:t>
            </w:r>
            <w:r>
              <w:t>agricultural data</w:t>
            </w:r>
            <w:r w:rsidR="00C2377B">
              <w:t>,</w:t>
            </w:r>
            <w:r w:rsidR="002210D8">
              <w:t xml:space="preserve"> and </w:t>
            </w:r>
            <w:r w:rsidR="007D16A0">
              <w:t>document results</w:t>
            </w:r>
          </w:p>
          <w:p w14:paraId="15F1DD6E" w14:textId="77777777" w:rsidR="006D65F1" w:rsidRDefault="008E642D" w:rsidP="009747B9">
            <w:r>
              <w:t>6</w:t>
            </w:r>
            <w:r w:rsidR="00B96331" w:rsidRPr="00F425C0">
              <w:t>.2</w:t>
            </w:r>
            <w:r w:rsidR="00B96331">
              <w:t xml:space="preserve"> </w:t>
            </w:r>
            <w:r w:rsidR="00030529">
              <w:t>I</w:t>
            </w:r>
            <w:r>
              <w:t>dentify opportunities for improvements using agricultural data</w:t>
            </w:r>
            <w:r w:rsidR="002210D8">
              <w:t xml:space="preserve"> </w:t>
            </w:r>
          </w:p>
          <w:p w14:paraId="51BC6392" w14:textId="7B01FA72" w:rsidR="007D16A0" w:rsidRPr="00B96331" w:rsidRDefault="007D16A0" w:rsidP="009747B9">
            <w:r>
              <w:t>6.3 Report results to business owner or land manager</w:t>
            </w:r>
          </w:p>
        </w:tc>
      </w:tr>
    </w:tbl>
    <w:p w14:paraId="3D7A15A2" w14:textId="77777777" w:rsidR="005F771F" w:rsidRDefault="005F771F" w:rsidP="005F771F">
      <w:pPr>
        <w:pStyle w:val="SIText"/>
      </w:pPr>
    </w:p>
    <w:p w14:paraId="0F9CCEE2" w14:textId="77777777" w:rsidR="005F771F" w:rsidRPr="000754EC" w:rsidRDefault="005F771F" w:rsidP="000754EC">
      <w:r>
        <w:br w:type="page"/>
      </w:r>
    </w:p>
    <w:p w14:paraId="0DB95E37" w14:textId="0AFA4A98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70B826" w14:textId="77777777" w:rsidTr="00CA2922">
        <w:trPr>
          <w:tblHeader/>
        </w:trPr>
        <w:tc>
          <w:tcPr>
            <w:tcW w:w="5000" w:type="pct"/>
            <w:gridSpan w:val="2"/>
          </w:tcPr>
          <w:p w14:paraId="1B601A9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E96F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D89264" w14:textId="77777777" w:rsidTr="00CA2922">
        <w:trPr>
          <w:tblHeader/>
        </w:trPr>
        <w:tc>
          <w:tcPr>
            <w:tcW w:w="1396" w:type="pct"/>
          </w:tcPr>
          <w:p w14:paraId="4D55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BADD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957" w:rsidRPr="00336FCA" w:rsidDel="00423CB2" w14:paraId="6C2EBF34" w14:textId="77777777" w:rsidTr="00CA2922">
        <w:tc>
          <w:tcPr>
            <w:tcW w:w="1396" w:type="pct"/>
          </w:tcPr>
          <w:p w14:paraId="6170EEFA" w14:textId="2FB02C89" w:rsidR="00960957" w:rsidRPr="00960957" w:rsidRDefault="00960957" w:rsidP="00960957">
            <w:pPr>
              <w:pStyle w:val="SIText"/>
            </w:pPr>
            <w:r w:rsidRPr="00960957">
              <w:t>Oral communication</w:t>
            </w:r>
          </w:p>
        </w:tc>
        <w:tc>
          <w:tcPr>
            <w:tcW w:w="3604" w:type="pct"/>
          </w:tcPr>
          <w:p w14:paraId="448CE4B5" w14:textId="3342E085" w:rsidR="00960957" w:rsidRPr="00960957" w:rsidRDefault="00960957" w:rsidP="009747B9">
            <w:pPr>
              <w:pStyle w:val="SIBulletList1"/>
              <w:rPr>
                <w:rFonts w:eastAsia="Calibri"/>
              </w:rPr>
            </w:pPr>
            <w:r w:rsidRPr="00960957">
              <w:rPr>
                <w:rFonts w:eastAsia="Calibri"/>
              </w:rPr>
              <w:t xml:space="preserve">Initiate discussions with </w:t>
            </w:r>
            <w:r w:rsidR="0073568C">
              <w:t>business owner or land manager</w:t>
            </w:r>
            <w:r w:rsidRPr="00960957">
              <w:rPr>
                <w:rFonts w:eastAsia="Calibri"/>
              </w:rPr>
              <w:t xml:space="preserve">, using clear language to </w:t>
            </w:r>
            <w:r w:rsidR="0073568C">
              <w:rPr>
                <w:rFonts w:eastAsia="Calibri"/>
              </w:rPr>
              <w:t xml:space="preserve">discuss business objectives, explain </w:t>
            </w:r>
            <w:r w:rsidR="0073568C" w:rsidRPr="009C56D0">
              <w:t>data results and information</w:t>
            </w:r>
            <w:r w:rsidR="0073568C">
              <w:t>, recommend solutions and seek approval</w:t>
            </w:r>
          </w:p>
        </w:tc>
      </w:tr>
      <w:tr w:rsidR="00960957" w:rsidRPr="00336FCA" w:rsidDel="00423CB2" w14:paraId="0C1BC21B" w14:textId="77777777" w:rsidTr="00CA2922">
        <w:tc>
          <w:tcPr>
            <w:tcW w:w="1396" w:type="pct"/>
          </w:tcPr>
          <w:p w14:paraId="2971AF8E" w14:textId="3CB046ED" w:rsidR="00960957" w:rsidRPr="00960957" w:rsidRDefault="00960957" w:rsidP="00960957">
            <w:pPr>
              <w:pStyle w:val="SIText"/>
            </w:pPr>
            <w:r w:rsidRPr="00960957">
              <w:t>Numeracy</w:t>
            </w:r>
          </w:p>
        </w:tc>
        <w:tc>
          <w:tcPr>
            <w:tcW w:w="3604" w:type="pct"/>
          </w:tcPr>
          <w:p w14:paraId="5DD37463" w14:textId="300A7F5A" w:rsidR="009A0BD1" w:rsidRPr="009747B9" w:rsidRDefault="009A0BD1" w:rsidP="00960957">
            <w:pPr>
              <w:pStyle w:val="SIBulletList1"/>
              <w:rPr>
                <w:rFonts w:eastAsia="Calibri"/>
              </w:rPr>
            </w:pPr>
            <w:r w:rsidRPr="00960957">
              <w:t xml:space="preserve">Access, record and analyse </w:t>
            </w:r>
            <w:r w:rsidR="0073568C">
              <w:t>agricultural</w:t>
            </w:r>
            <w:r w:rsidRPr="00960957">
              <w:t xml:space="preserve"> data for input </w:t>
            </w:r>
            <w:r w:rsidR="00C2377B">
              <w:t>in</w:t>
            </w:r>
            <w:r w:rsidRPr="00960957">
              <w:t xml:space="preserve">to </w:t>
            </w:r>
            <w:r w:rsidR="0073568C">
              <w:t>decision making</w:t>
            </w:r>
          </w:p>
          <w:p w14:paraId="519DD334" w14:textId="1DC4654E" w:rsidR="00960957" w:rsidRPr="00960957" w:rsidRDefault="009A0BD1" w:rsidP="00960957">
            <w:pPr>
              <w:pStyle w:val="SIBulletList1"/>
              <w:rPr>
                <w:rFonts w:eastAsia="Calibri"/>
              </w:rPr>
            </w:pPr>
            <w:r>
              <w:t>Estimate hardware and software acquisition</w:t>
            </w:r>
            <w:r w:rsidR="00C2377B">
              <w:t>,</w:t>
            </w:r>
            <w:r>
              <w:t xml:space="preserve"> and </w:t>
            </w:r>
            <w:r w:rsidR="000D5DCB">
              <w:t xml:space="preserve">calculate </w:t>
            </w:r>
            <w:r>
              <w:t>running costs</w:t>
            </w:r>
          </w:p>
          <w:p w14:paraId="096894A9" w14:textId="1D31EC42" w:rsidR="00960957" w:rsidRPr="00960957" w:rsidRDefault="009A0BD1" w:rsidP="0096095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Compare hardware and software acquisition and running costs with costs of services provided by off-property suppliers</w:t>
            </w:r>
          </w:p>
        </w:tc>
      </w:tr>
    </w:tbl>
    <w:p w14:paraId="586A2A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53E615" w14:textId="77777777" w:rsidTr="00F33FF2">
        <w:tc>
          <w:tcPr>
            <w:tcW w:w="5000" w:type="pct"/>
            <w:gridSpan w:val="4"/>
          </w:tcPr>
          <w:p w14:paraId="3A4F32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6E43E3" w14:textId="77777777" w:rsidTr="00F33FF2">
        <w:tc>
          <w:tcPr>
            <w:tcW w:w="1028" w:type="pct"/>
          </w:tcPr>
          <w:p w14:paraId="2CAE5B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F2FCC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7F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9627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658D" w14:paraId="49D8995D" w14:textId="77777777" w:rsidTr="00F33FF2">
        <w:tc>
          <w:tcPr>
            <w:tcW w:w="1028" w:type="pct"/>
          </w:tcPr>
          <w:p w14:paraId="44349B86" w14:textId="56141592" w:rsidR="00D8658D" w:rsidRPr="00D8658D" w:rsidRDefault="00D8658D" w:rsidP="00FD7532">
            <w:r w:rsidRPr="00F425C0">
              <w:t>AHC</w:t>
            </w:r>
            <w:r w:rsidR="0072238A">
              <w:t>AGB</w:t>
            </w:r>
            <w:r w:rsidRPr="00F425C0">
              <w:t>5</w:t>
            </w:r>
            <w:r w:rsidR="005566CD">
              <w:t>23</w:t>
            </w:r>
            <w:r w:rsidRPr="00F425C0">
              <w:t xml:space="preserve"> </w:t>
            </w:r>
            <w:r w:rsidR="00126299">
              <w:t xml:space="preserve">Interpret </w:t>
            </w:r>
            <w:r w:rsidR="004262CC">
              <w:t xml:space="preserve">and </w:t>
            </w:r>
            <w:r w:rsidR="00FD7532">
              <w:t>use</w:t>
            </w:r>
            <w:r w:rsidR="004262CC">
              <w:t xml:space="preserve"> </w:t>
            </w:r>
            <w:r w:rsidR="00126299">
              <w:t>agricultural data</w:t>
            </w:r>
          </w:p>
        </w:tc>
        <w:tc>
          <w:tcPr>
            <w:tcW w:w="1105" w:type="pct"/>
          </w:tcPr>
          <w:p w14:paraId="313F3AE6" w14:textId="57332501" w:rsidR="00D8658D" w:rsidRPr="00D8658D" w:rsidRDefault="00126299" w:rsidP="00D8658D">
            <w:r>
              <w:t>Not applicable</w:t>
            </w:r>
          </w:p>
        </w:tc>
        <w:tc>
          <w:tcPr>
            <w:tcW w:w="1251" w:type="pct"/>
          </w:tcPr>
          <w:p w14:paraId="61C34D83" w14:textId="0175F786" w:rsidR="00D8658D" w:rsidRPr="00D8658D" w:rsidRDefault="00894A36" w:rsidP="00D8658D">
            <w:pPr>
              <w:pStyle w:val="SIText"/>
            </w:pPr>
            <w:r>
              <w:t>T</w:t>
            </w:r>
            <w:r w:rsidRPr="00894A36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31A9601A" w14:textId="5106B939" w:rsidR="00D8658D" w:rsidRPr="000754EC" w:rsidRDefault="00894A36" w:rsidP="00D8658D">
            <w:pPr>
              <w:pStyle w:val="SIText"/>
            </w:pPr>
            <w:r w:rsidRPr="00894A36">
              <w:t>Newly created</w:t>
            </w:r>
          </w:p>
        </w:tc>
      </w:tr>
    </w:tbl>
    <w:p w14:paraId="15806F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F341D9" w14:textId="77777777" w:rsidTr="00CA2922">
        <w:tc>
          <w:tcPr>
            <w:tcW w:w="1396" w:type="pct"/>
            <w:shd w:val="clear" w:color="auto" w:fill="auto"/>
          </w:tcPr>
          <w:p w14:paraId="7B3ED4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E5666B" w14:textId="77777777" w:rsidR="008F3225" w:rsidRDefault="00520E9A" w:rsidP="008F3225"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424238" w14:textId="48034123" w:rsidR="00F1480E" w:rsidRPr="000754EC" w:rsidRDefault="00111676" w:rsidP="008F3225">
            <w:hyperlink r:id="rId11" w:history="1">
              <w:r w:rsidR="008F3225" w:rsidRPr="00B578F5">
                <w:t>https://vetnet.gov.au/Pages/TrainingDocs.aspx?q=c6399549-9c62-4a5e-bf1a-524b2322cf72</w:t>
              </w:r>
            </w:hyperlink>
          </w:p>
        </w:tc>
      </w:tr>
    </w:tbl>
    <w:p w14:paraId="43320410" w14:textId="77777777" w:rsidR="00F1480E" w:rsidRDefault="00F1480E" w:rsidP="005F771F">
      <w:pPr>
        <w:pStyle w:val="SIText"/>
      </w:pPr>
    </w:p>
    <w:p w14:paraId="70D2B8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4613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376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EC9CBF" w14:textId="33E6EA51" w:rsidR="00556C4C" w:rsidRPr="000754EC" w:rsidRDefault="00556C4C" w:rsidP="00030529">
            <w:pPr>
              <w:pStyle w:val="SIUnittitle"/>
            </w:pPr>
            <w:r w:rsidRPr="00F56827">
              <w:t xml:space="preserve">Assessment requirements for </w:t>
            </w:r>
            <w:r w:rsidR="00B96331" w:rsidRPr="00B96331">
              <w:t>AHC</w:t>
            </w:r>
            <w:r w:rsidR="0072238A">
              <w:t>AGB</w:t>
            </w:r>
            <w:r w:rsidR="00B96331" w:rsidRPr="00B96331">
              <w:t>5</w:t>
            </w:r>
            <w:r w:rsidR="005566CD">
              <w:t>23</w:t>
            </w:r>
            <w:r w:rsidR="00B96331" w:rsidRPr="00B96331">
              <w:t xml:space="preserve"> </w:t>
            </w:r>
            <w:r w:rsidR="00126299">
              <w:t xml:space="preserve">Interpret </w:t>
            </w:r>
            <w:r w:rsidR="003723DC">
              <w:t xml:space="preserve">and </w:t>
            </w:r>
            <w:r w:rsidR="00030529">
              <w:t xml:space="preserve">use </w:t>
            </w:r>
            <w:r w:rsidR="00126299">
              <w:t>agricultural data</w:t>
            </w:r>
          </w:p>
        </w:tc>
      </w:tr>
      <w:tr w:rsidR="00556C4C" w:rsidRPr="00A55106" w14:paraId="04ECBD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FF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BC78A3" w14:textId="77777777" w:rsidTr="00113678">
        <w:tc>
          <w:tcPr>
            <w:tcW w:w="5000" w:type="pct"/>
            <w:gridSpan w:val="2"/>
            <w:shd w:val="clear" w:color="auto" w:fill="auto"/>
          </w:tcPr>
          <w:p w14:paraId="2F5F569D" w14:textId="59B91801" w:rsidR="00C2377B" w:rsidRDefault="00C2377B" w:rsidP="00B96331">
            <w:r w:rsidRPr="00C2377B">
              <w:t xml:space="preserve">An individual demonstrating competency must satisfy </w:t>
            </w:r>
            <w:proofErr w:type="gramStart"/>
            <w:r w:rsidRPr="00C2377B">
              <w:t>all of</w:t>
            </w:r>
            <w:proofErr w:type="gramEnd"/>
            <w:r w:rsidRPr="00C2377B">
              <w:t xml:space="preserve"> the elements and performance criteria in this unit</w:t>
            </w:r>
            <w:r w:rsidR="00F3009B" w:rsidRPr="00F3009B">
              <w:t xml:space="preserve">. </w:t>
            </w:r>
          </w:p>
          <w:p w14:paraId="1BCCEB3F" w14:textId="77777777" w:rsidR="00C2377B" w:rsidRDefault="00C2377B" w:rsidP="00B96331"/>
          <w:p w14:paraId="20A9F7DD" w14:textId="1F69A2AF" w:rsidR="00B96331" w:rsidRPr="00531E9E" w:rsidRDefault="00F3009B" w:rsidP="00B96331">
            <w:r w:rsidRPr="00F3009B">
              <w:t xml:space="preserve">There must be evidence that the individual has </w:t>
            </w:r>
            <w:r w:rsidR="00F02C6A">
              <w:t xml:space="preserve">interpreted </w:t>
            </w:r>
            <w:r w:rsidR="003723DC">
              <w:t xml:space="preserve">and </w:t>
            </w:r>
            <w:r w:rsidR="00396959">
              <w:t xml:space="preserve">used </w:t>
            </w:r>
            <w:r w:rsidR="002A3B70">
              <w:t xml:space="preserve">at least three sources of </w:t>
            </w:r>
            <w:r w:rsidR="00F02C6A">
              <w:t xml:space="preserve">agricultural data </w:t>
            </w:r>
            <w:r w:rsidRPr="00F3009B">
              <w:t xml:space="preserve">on at least </w:t>
            </w:r>
            <w:r w:rsidR="002A3B70">
              <w:t>two</w:t>
            </w:r>
            <w:r w:rsidR="007C16C2">
              <w:t xml:space="preserve"> separate</w:t>
            </w:r>
            <w:r w:rsidR="002A3B70" w:rsidRPr="00F3009B">
              <w:t xml:space="preserve"> </w:t>
            </w:r>
            <w:r w:rsidRPr="00F3009B">
              <w:t>occasion</w:t>
            </w:r>
            <w:r w:rsidR="00F02C6A">
              <w:t>s</w:t>
            </w:r>
            <w:r w:rsidRPr="00F3009B">
              <w:t xml:space="preserve"> </w:t>
            </w:r>
            <w:r w:rsidR="00996B4C">
              <w:t xml:space="preserve">during </w:t>
            </w:r>
            <w:r w:rsidR="0072238A">
              <w:t>a</w:t>
            </w:r>
            <w:r w:rsidR="00996B4C">
              <w:t xml:space="preserve"> production cycle</w:t>
            </w:r>
            <w:r w:rsidR="00C2377B">
              <w:t>,</w:t>
            </w:r>
            <w:r w:rsidR="00996B4C">
              <w:t xml:space="preserve"> </w:t>
            </w:r>
            <w:r w:rsidRPr="00F3009B">
              <w:t>and has</w:t>
            </w:r>
            <w:r w:rsidR="00B96331" w:rsidRPr="00531E9E">
              <w:t>:</w:t>
            </w:r>
          </w:p>
          <w:p w14:paraId="586467AD" w14:textId="30101BE5" w:rsidR="00556C4C" w:rsidRDefault="0013017A" w:rsidP="009747B9">
            <w:pPr>
              <w:pStyle w:val="SIBulletList1"/>
            </w:pPr>
            <w:r>
              <w:t>d</w:t>
            </w:r>
            <w:r w:rsidR="002210D8">
              <w:t xml:space="preserve">iscussed </w:t>
            </w:r>
            <w:r w:rsidR="00E63A2A">
              <w:t xml:space="preserve">workplace </w:t>
            </w:r>
            <w:r w:rsidR="002210D8">
              <w:t xml:space="preserve">objectives and </w:t>
            </w:r>
            <w:r w:rsidR="009747B9">
              <w:t xml:space="preserve">purpose </w:t>
            </w:r>
            <w:r>
              <w:t xml:space="preserve">of information being sought with </w:t>
            </w:r>
            <w:r w:rsidRPr="0013017A">
              <w:t>business owner or land manager</w:t>
            </w:r>
          </w:p>
          <w:p w14:paraId="69920091" w14:textId="04B9D5AE" w:rsidR="0013017A" w:rsidRDefault="0013017A" w:rsidP="009747B9">
            <w:pPr>
              <w:pStyle w:val="SIBulletList1"/>
            </w:pPr>
            <w:r>
              <w:t>identified, accessed</w:t>
            </w:r>
            <w:r w:rsidR="006F5EA6">
              <w:t>,</w:t>
            </w:r>
            <w:r>
              <w:t xml:space="preserve"> explained</w:t>
            </w:r>
            <w:r w:rsidR="006F5EA6">
              <w:t>, documented and analysed</w:t>
            </w:r>
            <w:r>
              <w:t xml:space="preserve"> workplace agricultural data</w:t>
            </w:r>
          </w:p>
          <w:p w14:paraId="5134F1BA" w14:textId="203A00E5" w:rsidR="00C72000" w:rsidRPr="00C72000" w:rsidRDefault="00C72000" w:rsidP="00C72000">
            <w:pPr>
              <w:pStyle w:val="SIBulletList1"/>
            </w:pPr>
            <w:r>
              <w:t xml:space="preserve">generated maps </w:t>
            </w:r>
            <w:r w:rsidRPr="00C72000">
              <w:t xml:space="preserve">or reports for agricultural activities and incorporated </w:t>
            </w:r>
            <w:r w:rsidR="00C2377B">
              <w:t xml:space="preserve">them </w:t>
            </w:r>
            <w:r w:rsidRPr="00C72000">
              <w:t>into business operations</w:t>
            </w:r>
          </w:p>
          <w:p w14:paraId="1BB01FDD" w14:textId="5FC357D5" w:rsidR="006F5EA6" w:rsidRDefault="006F5EA6" w:rsidP="009747B9">
            <w:pPr>
              <w:pStyle w:val="SIBulletList1"/>
            </w:pPr>
            <w:r>
              <w:t>conducted field work to ground truth data</w:t>
            </w:r>
          </w:p>
          <w:p w14:paraId="476619AD" w14:textId="5D581A61" w:rsidR="0013017A" w:rsidRDefault="0013017A" w:rsidP="009747B9">
            <w:pPr>
              <w:pStyle w:val="SIBulletList1"/>
            </w:pPr>
            <w:r>
              <w:t xml:space="preserve">identified </w:t>
            </w:r>
            <w:r w:rsidR="009B1646">
              <w:t>validity</w:t>
            </w:r>
            <w:r w:rsidR="00C2377B">
              <w:t xml:space="preserve"> and</w:t>
            </w:r>
            <w:r w:rsidR="009B1646">
              <w:t xml:space="preserve"> reliability</w:t>
            </w:r>
            <w:r w:rsidR="00C2377B">
              <w:t>,</w:t>
            </w:r>
            <w:r w:rsidR="009B1646">
              <w:t xml:space="preserve"> </w:t>
            </w:r>
            <w:r>
              <w:t xml:space="preserve">gaps </w:t>
            </w:r>
            <w:r w:rsidR="009B1646">
              <w:t>in existing data</w:t>
            </w:r>
            <w:r w:rsidR="00C2377B">
              <w:t>,</w:t>
            </w:r>
            <w:r w:rsidR="009B1646">
              <w:t xml:space="preserve"> </w:t>
            </w:r>
            <w:r w:rsidRPr="0013017A">
              <w:t>and solutions to address gaps</w:t>
            </w:r>
            <w:r>
              <w:t xml:space="preserve"> in existing agricultural data</w:t>
            </w:r>
          </w:p>
          <w:p w14:paraId="5E2A3D4E" w14:textId="48044031" w:rsidR="0013017A" w:rsidRDefault="0013017A" w:rsidP="009747B9">
            <w:pPr>
              <w:pStyle w:val="SIBulletList1"/>
            </w:pPr>
            <w:r>
              <w:t>identified, recommended and cost</w:t>
            </w:r>
            <w:r w:rsidR="00C2377B">
              <w:t>ed</w:t>
            </w:r>
            <w:r>
              <w:t xml:space="preserve"> hardware and software solutions to address data gaps where required</w:t>
            </w:r>
          </w:p>
          <w:p w14:paraId="640D6ADB" w14:textId="17F8F4A0" w:rsidR="006F5EA6" w:rsidRDefault="006F5EA6" w:rsidP="009747B9">
            <w:pPr>
              <w:pStyle w:val="SIBulletList1"/>
            </w:pPr>
            <w:r>
              <w:t xml:space="preserve">collected and </w:t>
            </w:r>
            <w:r w:rsidR="00AE590C">
              <w:t>organised</w:t>
            </w:r>
            <w:r>
              <w:t xml:space="preserve"> agricultural data and entered</w:t>
            </w:r>
            <w:r w:rsidR="00C2377B">
              <w:t xml:space="preserve"> it</w:t>
            </w:r>
            <w:r>
              <w:t xml:space="preserve"> into software program</w:t>
            </w:r>
            <w:r w:rsidR="00C47CD4">
              <w:t xml:space="preserve"> or application (</w:t>
            </w:r>
            <w:r w:rsidR="00C2377B">
              <w:t>a</w:t>
            </w:r>
            <w:r w:rsidR="00C47CD4">
              <w:t>pp)</w:t>
            </w:r>
          </w:p>
          <w:p w14:paraId="00185991" w14:textId="714CEAB2" w:rsidR="006F5EA6" w:rsidRDefault="006F5EA6" w:rsidP="009747B9">
            <w:pPr>
              <w:pStyle w:val="SIBulletList1"/>
            </w:pPr>
            <w:r>
              <w:t>implemented corrective actions as required</w:t>
            </w:r>
          </w:p>
          <w:p w14:paraId="53789A18" w14:textId="42D118F3" w:rsidR="0013017A" w:rsidRPr="000754EC" w:rsidRDefault="007C16C2" w:rsidP="007C16C2">
            <w:pPr>
              <w:pStyle w:val="SIBulletList1"/>
            </w:pPr>
            <w:r>
              <w:t>identified and reported</w:t>
            </w:r>
            <w:r w:rsidR="006F5EA6" w:rsidRPr="006F5EA6">
              <w:t xml:space="preserve"> opportunities </w:t>
            </w:r>
            <w:r>
              <w:t>for</w:t>
            </w:r>
            <w:r w:rsidR="006F5EA6" w:rsidRPr="006F5EA6">
              <w:t xml:space="preserve"> improve</w:t>
            </w:r>
            <w:r>
              <w:t>ments</w:t>
            </w:r>
            <w:r w:rsidR="006F5EA6" w:rsidRPr="006F5EA6">
              <w:t xml:space="preserve"> utilising agricultural data</w:t>
            </w:r>
            <w:r w:rsidR="006F5EA6">
              <w:t>.</w:t>
            </w:r>
          </w:p>
        </w:tc>
      </w:tr>
    </w:tbl>
    <w:p w14:paraId="5D6C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E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64EE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80A708" w14:textId="77777777" w:rsidTr="00CA2922">
        <w:tc>
          <w:tcPr>
            <w:tcW w:w="5000" w:type="pct"/>
            <w:shd w:val="clear" w:color="auto" w:fill="auto"/>
          </w:tcPr>
          <w:p w14:paraId="4C596756" w14:textId="32AAFEED" w:rsidR="00B96331" w:rsidRPr="00531E9E" w:rsidRDefault="00C2377B" w:rsidP="00B96331">
            <w:r w:rsidRPr="00C2377B">
              <w:t>An individual must be able to demonstrate the knowledge required to perform the tasks outlined in the elements and performance criteria of this unit. This includes knowledge of</w:t>
            </w:r>
            <w:r w:rsidR="00B96331" w:rsidRPr="00531E9E">
              <w:t>:</w:t>
            </w:r>
          </w:p>
          <w:p w14:paraId="73C06C8D" w14:textId="77777777" w:rsidR="00C72000" w:rsidRPr="00C72000" w:rsidRDefault="00C72000" w:rsidP="00C72000">
            <w:pPr>
              <w:pStyle w:val="SIBulletList1"/>
            </w:pPr>
            <w:r>
              <w:t>the concept of farming as a system, including</w:t>
            </w:r>
            <w:r w:rsidRPr="00C72000">
              <w:t xml:space="preserve"> the interconnection of:</w:t>
            </w:r>
          </w:p>
          <w:p w14:paraId="38114CDE" w14:textId="77777777" w:rsidR="00C72000" w:rsidRPr="00C72000" w:rsidRDefault="00C72000" w:rsidP="00C72000">
            <w:pPr>
              <w:pStyle w:val="SIBulletList2"/>
            </w:pPr>
            <w:r>
              <w:t>plants</w:t>
            </w:r>
          </w:p>
          <w:p w14:paraId="0ABEAD01" w14:textId="77777777" w:rsidR="00C72000" w:rsidRPr="00C72000" w:rsidRDefault="00C72000" w:rsidP="00C72000">
            <w:pPr>
              <w:pStyle w:val="SIBulletList2"/>
            </w:pPr>
            <w:r>
              <w:t>soil</w:t>
            </w:r>
          </w:p>
          <w:p w14:paraId="4FFFB65C" w14:textId="77777777" w:rsidR="00C72000" w:rsidRPr="00C72000" w:rsidRDefault="00C72000" w:rsidP="00C72000">
            <w:pPr>
              <w:pStyle w:val="SIBulletList2"/>
            </w:pPr>
            <w:r>
              <w:t>water</w:t>
            </w:r>
          </w:p>
          <w:p w14:paraId="2003CDB4" w14:textId="77777777" w:rsidR="00C72000" w:rsidRPr="00C72000" w:rsidRDefault="00C72000" w:rsidP="00C72000">
            <w:pPr>
              <w:pStyle w:val="SIBulletList2"/>
            </w:pPr>
            <w:r>
              <w:t>environment</w:t>
            </w:r>
          </w:p>
          <w:p w14:paraId="4CF7238B" w14:textId="77777777" w:rsidR="00C72000" w:rsidRPr="00C72000" w:rsidRDefault="00C72000" w:rsidP="00C72000">
            <w:pPr>
              <w:pStyle w:val="SIBulletList2"/>
            </w:pPr>
            <w:r>
              <w:t>weather</w:t>
            </w:r>
          </w:p>
          <w:p w14:paraId="401B6B54" w14:textId="77777777" w:rsidR="00C72000" w:rsidRPr="00C72000" w:rsidRDefault="00C72000" w:rsidP="00C72000">
            <w:pPr>
              <w:pStyle w:val="SIBulletList2"/>
            </w:pPr>
            <w:r>
              <w:t>finance</w:t>
            </w:r>
          </w:p>
          <w:p w14:paraId="76F15B91" w14:textId="77777777" w:rsidR="00C72000" w:rsidRPr="00C72000" w:rsidRDefault="00C72000" w:rsidP="00C72000">
            <w:pPr>
              <w:pStyle w:val="SIBulletList2"/>
            </w:pPr>
            <w:r>
              <w:t xml:space="preserve">production </w:t>
            </w:r>
            <w:r w:rsidRPr="00C72000">
              <w:t>systems</w:t>
            </w:r>
          </w:p>
          <w:p w14:paraId="0AB9E4AD" w14:textId="1831F1B6" w:rsidR="0068062D" w:rsidRDefault="0068062D" w:rsidP="009747B9">
            <w:pPr>
              <w:pStyle w:val="SIBulletList1"/>
            </w:pPr>
            <w:r>
              <w:t xml:space="preserve">principles and practices for interpreting </w:t>
            </w:r>
            <w:r w:rsidR="003723DC">
              <w:t xml:space="preserve">and </w:t>
            </w:r>
            <w:r w:rsidR="009967BA">
              <w:t xml:space="preserve">using </w:t>
            </w:r>
            <w:r>
              <w:t>agricultural data, including:</w:t>
            </w:r>
          </w:p>
          <w:p w14:paraId="261FC9BB" w14:textId="19984462" w:rsidR="00625864" w:rsidRDefault="00625864" w:rsidP="009747B9">
            <w:pPr>
              <w:pStyle w:val="SIBulletList2"/>
            </w:pPr>
            <w:r>
              <w:t xml:space="preserve">how to distinguish between </w:t>
            </w:r>
            <w:r w:rsidR="00150DE5">
              <w:t xml:space="preserve">valid </w:t>
            </w:r>
            <w:r>
              <w:t xml:space="preserve">and </w:t>
            </w:r>
            <w:r w:rsidR="00150DE5">
              <w:t>invalid</w:t>
            </w:r>
            <w:r>
              <w:t xml:space="preserve"> data</w:t>
            </w:r>
            <w:r w:rsidR="00E63A2A">
              <w:t xml:space="preserve"> and how to clean data</w:t>
            </w:r>
          </w:p>
          <w:p w14:paraId="256E39D1" w14:textId="6EE74ABF" w:rsidR="000708D1" w:rsidRDefault="001E7EDF" w:rsidP="009747B9">
            <w:pPr>
              <w:pStyle w:val="SIBulletList2"/>
            </w:pPr>
            <w:r>
              <w:t>how to review data for spatial and temporal variance and compare current data to previous, or average data for consistency or variations</w:t>
            </w:r>
          </w:p>
          <w:p w14:paraId="0210F1B5" w14:textId="69AF6414" w:rsidR="001E7EDF" w:rsidRDefault="001E7EDF" w:rsidP="009747B9">
            <w:pPr>
              <w:pStyle w:val="SIBulletList2"/>
            </w:pPr>
            <w:r>
              <w:t>how to generate profitability maps of paddocks to highlight areas of differing return</w:t>
            </w:r>
          </w:p>
          <w:p w14:paraId="0F9274B0" w14:textId="6CA81CFB" w:rsidR="00FB2800" w:rsidRDefault="00FB2800" w:rsidP="009747B9">
            <w:pPr>
              <w:pStyle w:val="SIBulletList2"/>
            </w:pPr>
            <w:r>
              <w:t>how to transfer data to hardware controllers</w:t>
            </w:r>
            <w:r w:rsidR="00A702E5">
              <w:t xml:space="preserve"> from generated maps</w:t>
            </w:r>
          </w:p>
          <w:p w14:paraId="7C62712F" w14:textId="679D2114" w:rsidR="00D60D4D" w:rsidRDefault="00D60D4D" w:rsidP="009747B9">
            <w:pPr>
              <w:pStyle w:val="SIBulletList2"/>
            </w:pPr>
            <w:r>
              <w:t>the importance of standardised data in generating whole of farm data analysis</w:t>
            </w:r>
          </w:p>
          <w:p w14:paraId="42615B80" w14:textId="1A52B8DE" w:rsidR="0037634D" w:rsidRDefault="0037634D" w:rsidP="009747B9">
            <w:pPr>
              <w:pStyle w:val="SIBulletList2"/>
            </w:pPr>
            <w:r>
              <w:t>data tracking and data inputs and outputs of the business</w:t>
            </w:r>
          </w:p>
          <w:p w14:paraId="4F9A8A58" w14:textId="77777777" w:rsidR="0037634D" w:rsidRPr="0037634D" w:rsidRDefault="0037634D" w:rsidP="0037634D">
            <w:pPr>
              <w:pStyle w:val="SIBulletList2"/>
            </w:pPr>
            <w:r w:rsidRPr="0037634D">
              <w:t>the importance of ground truthing</w:t>
            </w:r>
          </w:p>
          <w:p w14:paraId="5328643E" w14:textId="30DA0640" w:rsidR="0037634D" w:rsidRDefault="003723DC" w:rsidP="00144E6E">
            <w:pPr>
              <w:pStyle w:val="SIBulletList2"/>
            </w:pPr>
            <w:r w:rsidRPr="003723DC">
              <w:t xml:space="preserve">how agricultural data and decisions fit into the business plan, </w:t>
            </w:r>
            <w:r>
              <w:t xml:space="preserve">business drivers, </w:t>
            </w:r>
            <w:r w:rsidRPr="003723DC">
              <w:t>costs and return on investment</w:t>
            </w:r>
          </w:p>
          <w:p w14:paraId="0F0D1611" w14:textId="68261D7D" w:rsidR="009747B9" w:rsidRDefault="00772CEB" w:rsidP="009747B9">
            <w:pPr>
              <w:pStyle w:val="SIBulletList1"/>
            </w:pPr>
            <w:r>
              <w:t xml:space="preserve">sources of data </w:t>
            </w:r>
            <w:r w:rsidR="00FF4CEF">
              <w:t>to assist with monitoring:</w:t>
            </w:r>
          </w:p>
          <w:p w14:paraId="6C37F160" w14:textId="77777777" w:rsidR="00FF4CEF" w:rsidRDefault="00FF4CEF" w:rsidP="00FF4CEF">
            <w:pPr>
              <w:pStyle w:val="SIBulletList2"/>
            </w:pPr>
            <w:r>
              <w:t>plants</w:t>
            </w:r>
          </w:p>
          <w:p w14:paraId="3BD133C7" w14:textId="77777777" w:rsidR="00FF4CEF" w:rsidRDefault="009747B9" w:rsidP="00FF4CEF">
            <w:pPr>
              <w:pStyle w:val="SIBulletList2"/>
            </w:pPr>
            <w:r w:rsidRPr="009747B9">
              <w:t>soil</w:t>
            </w:r>
          </w:p>
          <w:p w14:paraId="18DE7D65" w14:textId="77777777" w:rsidR="00FF4CEF" w:rsidRDefault="00FF4CEF" w:rsidP="00FF4CEF">
            <w:pPr>
              <w:pStyle w:val="SIBulletList2"/>
            </w:pPr>
            <w:r>
              <w:t>water</w:t>
            </w:r>
          </w:p>
          <w:p w14:paraId="63846BF5" w14:textId="77777777" w:rsidR="00772CEB" w:rsidRDefault="00772CEB" w:rsidP="00FF4CEF">
            <w:pPr>
              <w:pStyle w:val="SIBulletList2"/>
            </w:pPr>
            <w:r>
              <w:t>environment</w:t>
            </w:r>
          </w:p>
          <w:p w14:paraId="5455CF56" w14:textId="77777777" w:rsidR="00FF4CEF" w:rsidRDefault="009747B9" w:rsidP="00FF4CEF">
            <w:pPr>
              <w:pStyle w:val="SIBulletList2"/>
            </w:pPr>
            <w:r w:rsidRPr="009747B9">
              <w:t>salinity</w:t>
            </w:r>
          </w:p>
          <w:p w14:paraId="263A9C74" w14:textId="77777777" w:rsidR="00FF4CEF" w:rsidRDefault="009747B9" w:rsidP="00FF4CEF">
            <w:pPr>
              <w:pStyle w:val="SIBulletList2"/>
            </w:pPr>
            <w:r w:rsidRPr="009747B9">
              <w:t>erosion</w:t>
            </w:r>
          </w:p>
          <w:p w14:paraId="6A011294" w14:textId="77777777" w:rsidR="00FF4CEF" w:rsidRDefault="009747B9" w:rsidP="00FF4CEF">
            <w:pPr>
              <w:pStyle w:val="SIBulletList2"/>
            </w:pPr>
            <w:r w:rsidRPr="009747B9">
              <w:t>weeds</w:t>
            </w:r>
          </w:p>
          <w:p w14:paraId="17D956EE" w14:textId="77777777" w:rsidR="00772CEB" w:rsidRDefault="009747B9" w:rsidP="00FF4CEF">
            <w:pPr>
              <w:pStyle w:val="SIBulletList2"/>
            </w:pPr>
            <w:r w:rsidRPr="009747B9">
              <w:t>biodiversity</w:t>
            </w:r>
          </w:p>
          <w:p w14:paraId="3E9EBF37" w14:textId="4A29DA53" w:rsidR="00FF3026" w:rsidRPr="00FF3026" w:rsidRDefault="00FF3026" w:rsidP="00FF3026">
            <w:pPr>
              <w:pStyle w:val="SIBulletList1"/>
            </w:pPr>
            <w:r w:rsidRPr="00FF3026">
              <w:t>sources of data to assist with m</w:t>
            </w:r>
            <w:r>
              <w:t>anaging</w:t>
            </w:r>
            <w:r w:rsidRPr="00FF3026">
              <w:t>:</w:t>
            </w:r>
          </w:p>
          <w:p w14:paraId="39537EC0" w14:textId="42A97AB8" w:rsidR="00FF3026" w:rsidRPr="00FF3026" w:rsidRDefault="00F05E2A" w:rsidP="00FF3026">
            <w:pPr>
              <w:pStyle w:val="SIBulletList2"/>
            </w:pPr>
            <w:r>
              <w:t>water use</w:t>
            </w:r>
          </w:p>
          <w:p w14:paraId="5332509C" w14:textId="77777777" w:rsidR="00FF3026" w:rsidRPr="00FF3026" w:rsidRDefault="00FF3026" w:rsidP="00FF3026">
            <w:pPr>
              <w:pStyle w:val="SIBulletList2"/>
            </w:pPr>
            <w:r w:rsidRPr="00FF3026">
              <w:t>precision mapping</w:t>
            </w:r>
          </w:p>
          <w:p w14:paraId="4C4B47BD" w14:textId="77777777" w:rsidR="00FF3026" w:rsidRPr="00FF3026" w:rsidRDefault="00FF3026" w:rsidP="00FF3026">
            <w:pPr>
              <w:pStyle w:val="SIBulletList2"/>
            </w:pPr>
            <w:r w:rsidRPr="00FF3026">
              <w:t>precision and variable rate prescriptions</w:t>
            </w:r>
          </w:p>
          <w:p w14:paraId="7F0BFA0B" w14:textId="77777777" w:rsidR="00FF3026" w:rsidRPr="00FF3026" w:rsidRDefault="00FF3026" w:rsidP="00FF3026">
            <w:pPr>
              <w:pStyle w:val="SIBulletList2"/>
            </w:pPr>
            <w:r w:rsidRPr="00FF3026">
              <w:lastRenderedPageBreak/>
              <w:t>field record keeping</w:t>
            </w:r>
          </w:p>
          <w:p w14:paraId="098476C7" w14:textId="77777777" w:rsidR="00FF3026" w:rsidRDefault="00FF3026" w:rsidP="00FF3026">
            <w:pPr>
              <w:pStyle w:val="SIBulletList2"/>
            </w:pPr>
            <w:r w:rsidRPr="00FF3026">
              <w:t>compliance record keeping</w:t>
            </w:r>
          </w:p>
          <w:p w14:paraId="6B9FBF6E" w14:textId="77777777" w:rsidR="00D60D4D" w:rsidRDefault="00D60D4D" w:rsidP="00FF3026">
            <w:pPr>
              <w:pStyle w:val="SIBulletList2"/>
            </w:pPr>
            <w:r>
              <w:t>yield or harvest data</w:t>
            </w:r>
          </w:p>
          <w:p w14:paraId="6A7FE1EF" w14:textId="77777777" w:rsidR="00D60D4D" w:rsidRDefault="00D60D4D" w:rsidP="00FF3026">
            <w:pPr>
              <w:pStyle w:val="SIBulletList2"/>
            </w:pPr>
            <w:r>
              <w:t>soil survey data</w:t>
            </w:r>
          </w:p>
          <w:p w14:paraId="1E8014CF" w14:textId="348F7002" w:rsidR="00D60D4D" w:rsidRPr="00FF3026" w:rsidRDefault="00D60D4D" w:rsidP="00FF3026">
            <w:pPr>
              <w:pStyle w:val="SIBulletList2"/>
            </w:pPr>
            <w:r>
              <w:t>sensor network data, including; moisture probes, weather stations and canopy sensors</w:t>
            </w:r>
          </w:p>
          <w:p w14:paraId="39CD70A8" w14:textId="77777777" w:rsidR="00FF3026" w:rsidRPr="00FF3026" w:rsidRDefault="00FF3026" w:rsidP="00FF3026">
            <w:pPr>
              <w:pStyle w:val="SIBulletList2"/>
            </w:pPr>
            <w:r w:rsidRPr="00FF3026">
              <w:t>crop planning</w:t>
            </w:r>
          </w:p>
          <w:p w14:paraId="51C751B5" w14:textId="77777777" w:rsidR="00C72000" w:rsidRDefault="00FF3026" w:rsidP="00FF3026">
            <w:pPr>
              <w:pStyle w:val="SIBulletList2"/>
            </w:pPr>
            <w:r w:rsidRPr="00FF3026">
              <w:t>agricultural machinery operation and monitoring</w:t>
            </w:r>
          </w:p>
          <w:p w14:paraId="66965D00" w14:textId="3A2B7D3E" w:rsidR="00C72000" w:rsidRPr="00C72000" w:rsidRDefault="00C72000" w:rsidP="00C72000">
            <w:pPr>
              <w:pStyle w:val="SIBulletList1"/>
            </w:pPr>
            <w:r>
              <w:t xml:space="preserve">types of data systems relevant to agricultural </w:t>
            </w:r>
            <w:r w:rsidR="00D60D4D">
              <w:t>production</w:t>
            </w:r>
            <w:r w:rsidRPr="00C72000">
              <w:t>, including:</w:t>
            </w:r>
          </w:p>
          <w:p w14:paraId="317AB772" w14:textId="77777777" w:rsidR="00C72000" w:rsidRPr="00C72000" w:rsidRDefault="00C72000" w:rsidP="00C72000">
            <w:pPr>
              <w:pStyle w:val="SIBulletList2"/>
            </w:pPr>
            <w:r w:rsidRPr="00C72000">
              <w:t>Global Navigation Satellite Systems (GNSS)</w:t>
            </w:r>
          </w:p>
          <w:p w14:paraId="4BDC6036" w14:textId="3170971B" w:rsidR="00C72000" w:rsidRPr="00C72000" w:rsidRDefault="00D60D4D" w:rsidP="00C72000">
            <w:pPr>
              <w:pStyle w:val="SIBulletList2"/>
            </w:pPr>
            <w:r>
              <w:t>relevant vegetation indices and their use</w:t>
            </w:r>
          </w:p>
          <w:p w14:paraId="178063C8" w14:textId="46767978" w:rsidR="00F1480E" w:rsidRPr="000754EC" w:rsidRDefault="00C72000" w:rsidP="00C72000">
            <w:pPr>
              <w:pStyle w:val="SIBulletList2"/>
            </w:pPr>
            <w:r>
              <w:t xml:space="preserve">Unmanned Aerial </w:t>
            </w:r>
            <w:r w:rsidRPr="00C72000">
              <w:t>Vehicle (UAV) imagery</w:t>
            </w:r>
            <w:r w:rsidR="00B96331" w:rsidRPr="00531E9E">
              <w:t>.</w:t>
            </w:r>
          </w:p>
        </w:tc>
      </w:tr>
    </w:tbl>
    <w:p w14:paraId="6994B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A42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2B7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71DAE0" w14:textId="77777777" w:rsidTr="00CA2922">
        <w:tc>
          <w:tcPr>
            <w:tcW w:w="5000" w:type="pct"/>
            <w:shd w:val="clear" w:color="auto" w:fill="auto"/>
          </w:tcPr>
          <w:p w14:paraId="27782EDD" w14:textId="77777777" w:rsidR="00431192" w:rsidRPr="00431192" w:rsidRDefault="00431192" w:rsidP="00431192">
            <w:pPr>
              <w:pStyle w:val="SIText"/>
            </w:pPr>
            <w:r w:rsidRPr="00431192">
              <w:t xml:space="preserve">Assessment of the skills in this unit of competency must take place under the following conditions: </w:t>
            </w:r>
          </w:p>
          <w:p w14:paraId="48AA8FDA" w14:textId="77777777" w:rsidR="00431192" w:rsidRPr="00431192" w:rsidRDefault="00431192" w:rsidP="00431192">
            <w:pPr>
              <w:pStyle w:val="SIBulletList1"/>
            </w:pPr>
            <w:r w:rsidRPr="00431192">
              <w:t>physical conditions:</w:t>
            </w:r>
          </w:p>
          <w:p w14:paraId="07E5975F" w14:textId="1C076C1D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a workplace setting or an environment that accurately represent</w:t>
            </w:r>
            <w:r w:rsidR="00996B4C">
              <w:t>s</w:t>
            </w:r>
            <w:r w:rsidRPr="00F3009B">
              <w:t xml:space="preserve"> workplace conditions</w:t>
            </w:r>
          </w:p>
          <w:p w14:paraId="0DECC9F1" w14:textId="77777777" w:rsidR="00F3009B" w:rsidRPr="00F3009B" w:rsidRDefault="00F3009B" w:rsidP="00F3009B">
            <w:pPr>
              <w:pStyle w:val="SIBulletList1"/>
            </w:pPr>
            <w:r w:rsidRPr="00F3009B">
              <w:t>resources, equipment and materials:</w:t>
            </w:r>
          </w:p>
          <w:p w14:paraId="500BDF64" w14:textId="4C71D535" w:rsidR="00F3009B" w:rsidRPr="00F3009B" w:rsidRDefault="002210D8" w:rsidP="00F300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hardware and software used to record </w:t>
            </w:r>
            <w:r w:rsidR="009747B9">
              <w:rPr>
                <w:rFonts w:eastAsia="Calibri"/>
              </w:rPr>
              <w:t>agricultural data</w:t>
            </w:r>
          </w:p>
          <w:p w14:paraId="3C7D74E1" w14:textId="77777777" w:rsidR="00643D59" w:rsidRPr="00643D59" w:rsidRDefault="00643D59" w:rsidP="00643D59">
            <w:pPr>
              <w:pStyle w:val="SIBulletList1"/>
            </w:pPr>
            <w:r w:rsidRPr="00643D59">
              <w:t>relationships:</w:t>
            </w:r>
          </w:p>
          <w:p w14:paraId="33F9AC96" w14:textId="33F4262E" w:rsidR="00643D59" w:rsidRPr="00643D59" w:rsidRDefault="00F02C6A" w:rsidP="00643D59">
            <w:pPr>
              <w:pStyle w:val="SIBulletList2"/>
            </w:pPr>
            <w:r>
              <w:t xml:space="preserve">business owner or </w:t>
            </w:r>
            <w:r w:rsidR="003F1FA8">
              <w:t xml:space="preserve">land </w:t>
            </w:r>
            <w:r>
              <w:t>manager</w:t>
            </w:r>
          </w:p>
          <w:p w14:paraId="7DA60B3B" w14:textId="77777777" w:rsidR="00F3009B" w:rsidRPr="00F3009B" w:rsidRDefault="00F3009B" w:rsidP="00F3009B">
            <w:pPr>
              <w:pStyle w:val="SIBulletList1"/>
            </w:pPr>
            <w:r w:rsidRPr="00F3009B">
              <w:t>timeframes:</w:t>
            </w:r>
          </w:p>
          <w:p w14:paraId="6609C447" w14:textId="77777777" w:rsidR="00F3009B" w:rsidRPr="00F3009B" w:rsidRDefault="00F3009B" w:rsidP="00F3009B">
            <w:pPr>
              <w:pStyle w:val="SIBulletList2"/>
            </w:pPr>
            <w:r w:rsidRPr="00F3009B">
              <w:t>according to the job requirements.</w:t>
            </w:r>
          </w:p>
          <w:p w14:paraId="1FBBBCB9" w14:textId="77777777" w:rsidR="00F3009B" w:rsidRDefault="00F3009B" w:rsidP="00B96331"/>
          <w:p w14:paraId="2E03D0E6" w14:textId="10E38296" w:rsidR="00F1480E" w:rsidRPr="000754EC" w:rsidRDefault="00B96331" w:rsidP="00643D59">
            <w:pPr>
              <w:rPr>
                <w:rFonts w:eastAsia="Calibri"/>
              </w:rPr>
            </w:pPr>
            <w:r w:rsidRPr="00531E9E">
              <w:t xml:space="preserve">Assessors </w:t>
            </w:r>
            <w:r w:rsidR="00F3009B" w:rsidRPr="00F3009B">
              <w:t xml:space="preserve">of this unit </w:t>
            </w:r>
            <w:r w:rsidRPr="00531E9E">
              <w:t xml:space="preserve">must satisfy </w:t>
            </w:r>
            <w:r w:rsidR="00F3009B" w:rsidRPr="00F3009B">
              <w:t>the requirements for assessors in applicable vocational education and training legislation, frameworks and/or standards</w:t>
            </w:r>
            <w:r w:rsidRPr="00531E9E">
              <w:t>.</w:t>
            </w:r>
          </w:p>
        </w:tc>
      </w:tr>
    </w:tbl>
    <w:p w14:paraId="21E69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73C40E" w14:textId="77777777" w:rsidTr="004679E3">
        <w:tc>
          <w:tcPr>
            <w:tcW w:w="990" w:type="pct"/>
            <w:shd w:val="clear" w:color="auto" w:fill="auto"/>
          </w:tcPr>
          <w:p w14:paraId="271319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CE3045" w14:textId="77777777" w:rsidR="00C2377B" w:rsidRPr="00C2377B" w:rsidRDefault="00C2377B" w:rsidP="00C2377B">
            <w:r w:rsidRPr="00C2377B">
              <w:t xml:space="preserve">Companion Volumes, including Implementation Guides, are available at </w:t>
            </w:r>
            <w:proofErr w:type="spellStart"/>
            <w:r w:rsidRPr="00C2377B">
              <w:t>VETNet</w:t>
            </w:r>
            <w:proofErr w:type="spellEnd"/>
            <w:r w:rsidRPr="00C2377B">
              <w:t xml:space="preserve">: </w:t>
            </w:r>
          </w:p>
          <w:p w14:paraId="22CD48EF" w14:textId="2B460BA0" w:rsidR="00F1480E" w:rsidRPr="000754EC" w:rsidRDefault="00111676" w:rsidP="00C2377B">
            <w:pPr>
              <w:pStyle w:val="SIText"/>
            </w:pPr>
            <w:hyperlink r:id="rId12" w:history="1">
              <w:r w:rsidR="00C2377B" w:rsidRPr="00C2377B">
                <w:t>https://vetnet.gov.au/Pages/TrainingDocs.aspx?q=c6399549-9c62-4a5e-bf1a-524b2322cf72</w:t>
              </w:r>
            </w:hyperlink>
          </w:p>
        </w:tc>
      </w:tr>
    </w:tbl>
    <w:p w14:paraId="4C350EA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9381D" w16cex:dateUtc="2020-05-03T02:31:00Z"/>
  <w16cex:commentExtensible w16cex:durableId="225937C4" w16cex:dateUtc="2020-05-03T02:29:00Z"/>
  <w16cex:commentExtensible w16cex:durableId="225936B2" w16cex:dateUtc="2020-05-03T02:25:00Z"/>
  <w16cex:commentExtensible w16cex:durableId="22598FE7" w16cex:dateUtc="2020-05-03T08:45:00Z"/>
  <w16cex:commentExtensible w16cex:durableId="2259391D" w16cex:dateUtc="2020-05-03T02:35:00Z"/>
  <w16cex:commentExtensible w16cex:durableId="2259398A" w16cex:dateUtc="2020-05-03T02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CB2DF" w14:textId="77777777" w:rsidR="009C6861" w:rsidRDefault="009C6861" w:rsidP="00BF3F0A">
      <w:r>
        <w:separator/>
      </w:r>
    </w:p>
    <w:p w14:paraId="66170EC5" w14:textId="77777777" w:rsidR="009C6861" w:rsidRDefault="009C6861"/>
  </w:endnote>
  <w:endnote w:type="continuationSeparator" w:id="0">
    <w:p w14:paraId="64021D54" w14:textId="77777777" w:rsidR="009C6861" w:rsidRDefault="009C6861" w:rsidP="00BF3F0A">
      <w:r>
        <w:continuationSeparator/>
      </w:r>
    </w:p>
    <w:p w14:paraId="402C1621" w14:textId="77777777" w:rsidR="009C6861" w:rsidRDefault="009C6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81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44F7">
          <w:rPr>
            <w:noProof/>
          </w:rPr>
          <w:t>4</w:t>
        </w:r>
        <w:r w:rsidRPr="000754EC">
          <w:fldChar w:fldCharType="end"/>
        </w:r>
      </w:p>
      <w:p w14:paraId="2401E0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586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4EDAE" w14:textId="77777777" w:rsidR="009C6861" w:rsidRDefault="009C6861" w:rsidP="00BF3F0A">
      <w:r>
        <w:separator/>
      </w:r>
    </w:p>
    <w:p w14:paraId="3CDEF62A" w14:textId="77777777" w:rsidR="009C6861" w:rsidRDefault="009C6861"/>
  </w:footnote>
  <w:footnote w:type="continuationSeparator" w:id="0">
    <w:p w14:paraId="3ACB3543" w14:textId="77777777" w:rsidR="009C6861" w:rsidRDefault="009C6861" w:rsidP="00BF3F0A">
      <w:r>
        <w:continuationSeparator/>
      </w:r>
    </w:p>
    <w:p w14:paraId="20C716DF" w14:textId="77777777" w:rsidR="009C6861" w:rsidRDefault="009C6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190BC" w14:textId="42FD9B71" w:rsidR="00B96331" w:rsidRPr="00B96331" w:rsidRDefault="00B96331" w:rsidP="00B96331">
    <w:r w:rsidRPr="00B96331">
      <w:t>AHC</w:t>
    </w:r>
    <w:r w:rsidR="0072238A">
      <w:t>AGB</w:t>
    </w:r>
    <w:r w:rsidRPr="00B96331">
      <w:t>5</w:t>
    </w:r>
    <w:r w:rsidR="005566CD">
      <w:t>23</w:t>
    </w:r>
    <w:r w:rsidRPr="00B96331">
      <w:t xml:space="preserve"> </w:t>
    </w:r>
    <w:r w:rsidR="00126299">
      <w:t xml:space="preserve">Interpret </w:t>
    </w:r>
    <w:r w:rsidR="0037634D">
      <w:t xml:space="preserve">and </w:t>
    </w:r>
    <w:r w:rsidR="00030529">
      <w:t>use</w:t>
    </w:r>
    <w:r w:rsidR="0037634D">
      <w:t xml:space="preserve"> </w:t>
    </w:r>
    <w:r w:rsidR="00126299">
      <w:t>agricultural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A8"/>
    <w:rsid w:val="000014B9"/>
    <w:rsid w:val="00005A15"/>
    <w:rsid w:val="0001108F"/>
    <w:rsid w:val="000115E2"/>
    <w:rsid w:val="000126D0"/>
    <w:rsid w:val="0001296A"/>
    <w:rsid w:val="00016803"/>
    <w:rsid w:val="00022C27"/>
    <w:rsid w:val="00023992"/>
    <w:rsid w:val="000275AE"/>
    <w:rsid w:val="00030529"/>
    <w:rsid w:val="00041E59"/>
    <w:rsid w:val="000438E7"/>
    <w:rsid w:val="00057C3D"/>
    <w:rsid w:val="00064BFE"/>
    <w:rsid w:val="000708D1"/>
    <w:rsid w:val="00070B3E"/>
    <w:rsid w:val="00071F95"/>
    <w:rsid w:val="000737BB"/>
    <w:rsid w:val="00074E47"/>
    <w:rsid w:val="000754EC"/>
    <w:rsid w:val="0009093B"/>
    <w:rsid w:val="0009683A"/>
    <w:rsid w:val="000A5441"/>
    <w:rsid w:val="000C149A"/>
    <w:rsid w:val="000C224E"/>
    <w:rsid w:val="000C3655"/>
    <w:rsid w:val="000D2708"/>
    <w:rsid w:val="000D5DCB"/>
    <w:rsid w:val="000E25E6"/>
    <w:rsid w:val="000E2C86"/>
    <w:rsid w:val="000F173C"/>
    <w:rsid w:val="000F29F2"/>
    <w:rsid w:val="00101659"/>
    <w:rsid w:val="00102CE9"/>
    <w:rsid w:val="00105AEA"/>
    <w:rsid w:val="001078BF"/>
    <w:rsid w:val="00111676"/>
    <w:rsid w:val="00126299"/>
    <w:rsid w:val="0013017A"/>
    <w:rsid w:val="00133957"/>
    <w:rsid w:val="001372F6"/>
    <w:rsid w:val="00144385"/>
    <w:rsid w:val="00146EEC"/>
    <w:rsid w:val="00147C09"/>
    <w:rsid w:val="00150DE5"/>
    <w:rsid w:val="00151D55"/>
    <w:rsid w:val="00151D93"/>
    <w:rsid w:val="00156EF3"/>
    <w:rsid w:val="00176E4F"/>
    <w:rsid w:val="0018546B"/>
    <w:rsid w:val="00185DA0"/>
    <w:rsid w:val="00190A0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EDF"/>
    <w:rsid w:val="001F2BA5"/>
    <w:rsid w:val="001F308D"/>
    <w:rsid w:val="00201A7C"/>
    <w:rsid w:val="0021210E"/>
    <w:rsid w:val="0021414D"/>
    <w:rsid w:val="002210D8"/>
    <w:rsid w:val="00223124"/>
    <w:rsid w:val="00233143"/>
    <w:rsid w:val="00234444"/>
    <w:rsid w:val="00242293"/>
    <w:rsid w:val="00244EA7"/>
    <w:rsid w:val="00262FC3"/>
    <w:rsid w:val="0026394F"/>
    <w:rsid w:val="00267AF6"/>
    <w:rsid w:val="00270181"/>
    <w:rsid w:val="00276DB8"/>
    <w:rsid w:val="00282664"/>
    <w:rsid w:val="00285FB8"/>
    <w:rsid w:val="00287547"/>
    <w:rsid w:val="00295EF6"/>
    <w:rsid w:val="002970C3"/>
    <w:rsid w:val="002A3B70"/>
    <w:rsid w:val="002A4CD3"/>
    <w:rsid w:val="002A6CC4"/>
    <w:rsid w:val="002C55E9"/>
    <w:rsid w:val="002D0A7C"/>
    <w:rsid w:val="002D0C8B"/>
    <w:rsid w:val="002D330A"/>
    <w:rsid w:val="002E170C"/>
    <w:rsid w:val="002E193E"/>
    <w:rsid w:val="00305EFF"/>
    <w:rsid w:val="00310A6A"/>
    <w:rsid w:val="003144E6"/>
    <w:rsid w:val="00336849"/>
    <w:rsid w:val="00337E82"/>
    <w:rsid w:val="00346FDC"/>
    <w:rsid w:val="00350BB1"/>
    <w:rsid w:val="00352C83"/>
    <w:rsid w:val="00366805"/>
    <w:rsid w:val="0037067D"/>
    <w:rsid w:val="003723DC"/>
    <w:rsid w:val="00373436"/>
    <w:rsid w:val="0037634D"/>
    <w:rsid w:val="0038735B"/>
    <w:rsid w:val="003916D1"/>
    <w:rsid w:val="00394C47"/>
    <w:rsid w:val="00396959"/>
    <w:rsid w:val="003A21F0"/>
    <w:rsid w:val="003A277F"/>
    <w:rsid w:val="003A3A4F"/>
    <w:rsid w:val="003A5024"/>
    <w:rsid w:val="003A58BA"/>
    <w:rsid w:val="003A5AE7"/>
    <w:rsid w:val="003A7221"/>
    <w:rsid w:val="003B3493"/>
    <w:rsid w:val="003C13AE"/>
    <w:rsid w:val="003D09FA"/>
    <w:rsid w:val="003D2E73"/>
    <w:rsid w:val="003E2134"/>
    <w:rsid w:val="003E72B6"/>
    <w:rsid w:val="003E7BBE"/>
    <w:rsid w:val="003F1FA8"/>
    <w:rsid w:val="004060B2"/>
    <w:rsid w:val="004127E3"/>
    <w:rsid w:val="0042560B"/>
    <w:rsid w:val="004262CC"/>
    <w:rsid w:val="0043119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621"/>
    <w:rsid w:val="00485559"/>
    <w:rsid w:val="004A142B"/>
    <w:rsid w:val="004A3860"/>
    <w:rsid w:val="004A44E8"/>
    <w:rsid w:val="004A581D"/>
    <w:rsid w:val="004A6C56"/>
    <w:rsid w:val="004A7706"/>
    <w:rsid w:val="004A77E3"/>
    <w:rsid w:val="004B29B7"/>
    <w:rsid w:val="004B7A28"/>
    <w:rsid w:val="004C2244"/>
    <w:rsid w:val="004C79A1"/>
    <w:rsid w:val="004D0D5F"/>
    <w:rsid w:val="004D0FCC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6CD"/>
    <w:rsid w:val="00556C4C"/>
    <w:rsid w:val="00557369"/>
    <w:rsid w:val="0055782E"/>
    <w:rsid w:val="00564ADD"/>
    <w:rsid w:val="005708EB"/>
    <w:rsid w:val="0057342C"/>
    <w:rsid w:val="00575BC6"/>
    <w:rsid w:val="00583902"/>
    <w:rsid w:val="00597C97"/>
    <w:rsid w:val="005A1D70"/>
    <w:rsid w:val="005A3AA5"/>
    <w:rsid w:val="005A6C9C"/>
    <w:rsid w:val="005A74DC"/>
    <w:rsid w:val="005B5146"/>
    <w:rsid w:val="005C0900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25864"/>
    <w:rsid w:val="00633CFE"/>
    <w:rsid w:val="00634FCA"/>
    <w:rsid w:val="00643D1B"/>
    <w:rsid w:val="00643D59"/>
    <w:rsid w:val="006452B8"/>
    <w:rsid w:val="00652E62"/>
    <w:rsid w:val="0065439A"/>
    <w:rsid w:val="0068062D"/>
    <w:rsid w:val="00686A49"/>
    <w:rsid w:val="00687B62"/>
    <w:rsid w:val="00690C44"/>
    <w:rsid w:val="006969D9"/>
    <w:rsid w:val="006A2B68"/>
    <w:rsid w:val="006A6D11"/>
    <w:rsid w:val="006C2F32"/>
    <w:rsid w:val="006D38C3"/>
    <w:rsid w:val="006D4448"/>
    <w:rsid w:val="006D65F1"/>
    <w:rsid w:val="006D6DFD"/>
    <w:rsid w:val="006E2C4D"/>
    <w:rsid w:val="006E42FE"/>
    <w:rsid w:val="006F0D02"/>
    <w:rsid w:val="006F10FE"/>
    <w:rsid w:val="006F3622"/>
    <w:rsid w:val="006F5EA6"/>
    <w:rsid w:val="00705EEC"/>
    <w:rsid w:val="00707741"/>
    <w:rsid w:val="007134FE"/>
    <w:rsid w:val="00715794"/>
    <w:rsid w:val="00717385"/>
    <w:rsid w:val="0072238A"/>
    <w:rsid w:val="00722769"/>
    <w:rsid w:val="00727901"/>
    <w:rsid w:val="0073075B"/>
    <w:rsid w:val="0073404B"/>
    <w:rsid w:val="007341FF"/>
    <w:rsid w:val="0073568C"/>
    <w:rsid w:val="007362A9"/>
    <w:rsid w:val="007404E9"/>
    <w:rsid w:val="007444CF"/>
    <w:rsid w:val="0074599A"/>
    <w:rsid w:val="007520AE"/>
    <w:rsid w:val="00752C75"/>
    <w:rsid w:val="00757005"/>
    <w:rsid w:val="00761DBE"/>
    <w:rsid w:val="00762F4F"/>
    <w:rsid w:val="0076523B"/>
    <w:rsid w:val="00771B60"/>
    <w:rsid w:val="00772CEB"/>
    <w:rsid w:val="00781D77"/>
    <w:rsid w:val="00783549"/>
    <w:rsid w:val="007860B7"/>
    <w:rsid w:val="00786DC8"/>
    <w:rsid w:val="007A300D"/>
    <w:rsid w:val="007C16C2"/>
    <w:rsid w:val="007C407C"/>
    <w:rsid w:val="007C53BD"/>
    <w:rsid w:val="007D1356"/>
    <w:rsid w:val="007D16A0"/>
    <w:rsid w:val="007D5A78"/>
    <w:rsid w:val="007E3BD1"/>
    <w:rsid w:val="007E40E8"/>
    <w:rsid w:val="007F1563"/>
    <w:rsid w:val="007F1EB2"/>
    <w:rsid w:val="007F44DB"/>
    <w:rsid w:val="007F5A8B"/>
    <w:rsid w:val="00817D51"/>
    <w:rsid w:val="00823530"/>
    <w:rsid w:val="00823FF4"/>
    <w:rsid w:val="0082779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87E"/>
    <w:rsid w:val="00886790"/>
    <w:rsid w:val="008908DE"/>
    <w:rsid w:val="00894A36"/>
    <w:rsid w:val="008A12ED"/>
    <w:rsid w:val="008A39D3"/>
    <w:rsid w:val="008B2C77"/>
    <w:rsid w:val="008B4AD2"/>
    <w:rsid w:val="008B4C62"/>
    <w:rsid w:val="008B571D"/>
    <w:rsid w:val="008B7138"/>
    <w:rsid w:val="008D2069"/>
    <w:rsid w:val="008D4975"/>
    <w:rsid w:val="008E260C"/>
    <w:rsid w:val="008E39BE"/>
    <w:rsid w:val="008E62EC"/>
    <w:rsid w:val="008E642D"/>
    <w:rsid w:val="008E65D2"/>
    <w:rsid w:val="008F3225"/>
    <w:rsid w:val="008F32F6"/>
    <w:rsid w:val="009044F7"/>
    <w:rsid w:val="00916CD7"/>
    <w:rsid w:val="00920927"/>
    <w:rsid w:val="00921B38"/>
    <w:rsid w:val="0092210A"/>
    <w:rsid w:val="00923720"/>
    <w:rsid w:val="009278C9"/>
    <w:rsid w:val="00932CD7"/>
    <w:rsid w:val="00944C09"/>
    <w:rsid w:val="009527CB"/>
    <w:rsid w:val="00953835"/>
    <w:rsid w:val="00960957"/>
    <w:rsid w:val="00960F6C"/>
    <w:rsid w:val="00970747"/>
    <w:rsid w:val="009747B9"/>
    <w:rsid w:val="009967BA"/>
    <w:rsid w:val="00996B4C"/>
    <w:rsid w:val="00997BFC"/>
    <w:rsid w:val="009A0BD1"/>
    <w:rsid w:val="009A5900"/>
    <w:rsid w:val="009A6E6C"/>
    <w:rsid w:val="009A6F3F"/>
    <w:rsid w:val="009A7B15"/>
    <w:rsid w:val="009B1646"/>
    <w:rsid w:val="009B331A"/>
    <w:rsid w:val="009C2650"/>
    <w:rsid w:val="009C56D0"/>
    <w:rsid w:val="009C686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2E5"/>
    <w:rsid w:val="00A75916"/>
    <w:rsid w:val="00A76C6C"/>
    <w:rsid w:val="00A87356"/>
    <w:rsid w:val="00A92DD1"/>
    <w:rsid w:val="00AA5338"/>
    <w:rsid w:val="00AB1B8E"/>
    <w:rsid w:val="00AC0696"/>
    <w:rsid w:val="00AC4C98"/>
    <w:rsid w:val="00AC5F6B"/>
    <w:rsid w:val="00AC6F5C"/>
    <w:rsid w:val="00AD3896"/>
    <w:rsid w:val="00AD5B47"/>
    <w:rsid w:val="00AE1ED9"/>
    <w:rsid w:val="00AE32CB"/>
    <w:rsid w:val="00AE4447"/>
    <w:rsid w:val="00AE590C"/>
    <w:rsid w:val="00AF3957"/>
    <w:rsid w:val="00AF726E"/>
    <w:rsid w:val="00B0712C"/>
    <w:rsid w:val="00B12013"/>
    <w:rsid w:val="00B22C67"/>
    <w:rsid w:val="00B3508F"/>
    <w:rsid w:val="00B442FD"/>
    <w:rsid w:val="00B443EE"/>
    <w:rsid w:val="00B52FB4"/>
    <w:rsid w:val="00B54C4F"/>
    <w:rsid w:val="00B560C8"/>
    <w:rsid w:val="00B61150"/>
    <w:rsid w:val="00B65BC7"/>
    <w:rsid w:val="00B746B9"/>
    <w:rsid w:val="00B848D4"/>
    <w:rsid w:val="00B865B7"/>
    <w:rsid w:val="00B96331"/>
    <w:rsid w:val="00BA1CB1"/>
    <w:rsid w:val="00BA4178"/>
    <w:rsid w:val="00BA482D"/>
    <w:rsid w:val="00BB1755"/>
    <w:rsid w:val="00BB23F4"/>
    <w:rsid w:val="00BB7271"/>
    <w:rsid w:val="00BC2E04"/>
    <w:rsid w:val="00BC5075"/>
    <w:rsid w:val="00BC5419"/>
    <w:rsid w:val="00BD0347"/>
    <w:rsid w:val="00BD3B0F"/>
    <w:rsid w:val="00BF1D4C"/>
    <w:rsid w:val="00BF3F0A"/>
    <w:rsid w:val="00C143C3"/>
    <w:rsid w:val="00C1739B"/>
    <w:rsid w:val="00C21ADE"/>
    <w:rsid w:val="00C2377B"/>
    <w:rsid w:val="00C26067"/>
    <w:rsid w:val="00C30A29"/>
    <w:rsid w:val="00C317DC"/>
    <w:rsid w:val="00C47CD4"/>
    <w:rsid w:val="00C55882"/>
    <w:rsid w:val="00C578E9"/>
    <w:rsid w:val="00C70626"/>
    <w:rsid w:val="00C72000"/>
    <w:rsid w:val="00C72860"/>
    <w:rsid w:val="00C73582"/>
    <w:rsid w:val="00C73B90"/>
    <w:rsid w:val="00C742EC"/>
    <w:rsid w:val="00C9025C"/>
    <w:rsid w:val="00C96AF3"/>
    <w:rsid w:val="00C97CCC"/>
    <w:rsid w:val="00CA0274"/>
    <w:rsid w:val="00CB1426"/>
    <w:rsid w:val="00CB746F"/>
    <w:rsid w:val="00CC451E"/>
    <w:rsid w:val="00CD4E9D"/>
    <w:rsid w:val="00CD4F4D"/>
    <w:rsid w:val="00CE7166"/>
    <w:rsid w:val="00CE7D19"/>
    <w:rsid w:val="00CF0CF5"/>
    <w:rsid w:val="00CF2B3E"/>
    <w:rsid w:val="00D0201F"/>
    <w:rsid w:val="00D03685"/>
    <w:rsid w:val="00D07C28"/>
    <w:rsid w:val="00D07D4E"/>
    <w:rsid w:val="00D115AA"/>
    <w:rsid w:val="00D12F57"/>
    <w:rsid w:val="00D145BE"/>
    <w:rsid w:val="00D2035A"/>
    <w:rsid w:val="00D20C57"/>
    <w:rsid w:val="00D25D16"/>
    <w:rsid w:val="00D30EF7"/>
    <w:rsid w:val="00D32124"/>
    <w:rsid w:val="00D41828"/>
    <w:rsid w:val="00D47DD7"/>
    <w:rsid w:val="00D54C76"/>
    <w:rsid w:val="00D60D4D"/>
    <w:rsid w:val="00D63D42"/>
    <w:rsid w:val="00D71E43"/>
    <w:rsid w:val="00D727F3"/>
    <w:rsid w:val="00D73695"/>
    <w:rsid w:val="00D810DE"/>
    <w:rsid w:val="00D8658D"/>
    <w:rsid w:val="00D87D32"/>
    <w:rsid w:val="00D91188"/>
    <w:rsid w:val="00D92C83"/>
    <w:rsid w:val="00DA0A81"/>
    <w:rsid w:val="00DA3C10"/>
    <w:rsid w:val="00DA53B5"/>
    <w:rsid w:val="00DB12A8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3A2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C6A"/>
    <w:rsid w:val="00F05E2A"/>
    <w:rsid w:val="00F069BD"/>
    <w:rsid w:val="00F1480E"/>
    <w:rsid w:val="00F1497D"/>
    <w:rsid w:val="00F1559C"/>
    <w:rsid w:val="00F165E7"/>
    <w:rsid w:val="00F16AAC"/>
    <w:rsid w:val="00F2549E"/>
    <w:rsid w:val="00F3009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800"/>
    <w:rsid w:val="00FC1E30"/>
    <w:rsid w:val="00FD29FF"/>
    <w:rsid w:val="00FD2FC7"/>
    <w:rsid w:val="00FD4E47"/>
    <w:rsid w:val="00FD557D"/>
    <w:rsid w:val="00FD7532"/>
    <w:rsid w:val="00FE0282"/>
    <w:rsid w:val="00FE086F"/>
    <w:rsid w:val="00FE124D"/>
    <w:rsid w:val="00FE792C"/>
    <w:rsid w:val="00FF1822"/>
    <w:rsid w:val="00FF3026"/>
    <w:rsid w:val="00FF4CE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79B50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96331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6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3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96331"/>
    <w:pPr>
      <w:ind w:left="1083" w:hanging="36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3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dcmitype/"/>
    <ds:schemaRef ds:uri="d50bbff7-d6dd-47d2-864a-cfdc2c3db0f4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fd25c7f2-c1ba-4eb5-a1ed-ac45092cec83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E3BDC-C80B-49D6-85D7-C5D7AA11F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680D74-BEB3-4E03-A13F-87D3D0DB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5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2019-09-05T05:19:00Z</cp:lastPrinted>
  <dcterms:created xsi:type="dcterms:W3CDTF">2020-05-11T02:25:00Z</dcterms:created>
  <dcterms:modified xsi:type="dcterms:W3CDTF">2020-07-27T00:20:00Z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