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66A2111" w14:textId="77777777" w:rsidTr="00F279E6">
        <w:tc>
          <w:tcPr>
            <w:tcW w:w="1396" w:type="pct"/>
            <w:shd w:val="clear" w:color="auto" w:fill="auto"/>
          </w:tcPr>
          <w:p w14:paraId="1E9EF162" w14:textId="3AD025CF" w:rsidR="00A301E0" w:rsidRPr="00536741" w:rsidRDefault="00080FC0" w:rsidP="00080FC0">
            <w:pPr>
              <w:pStyle w:val="SISSCODE"/>
            </w:pPr>
            <w:r w:rsidRPr="000A196B">
              <w:t>AHCSS</w:t>
            </w:r>
            <w:r>
              <w:t>00113</w:t>
            </w:r>
          </w:p>
        </w:tc>
        <w:tc>
          <w:tcPr>
            <w:tcW w:w="3604" w:type="pct"/>
            <w:shd w:val="clear" w:color="auto" w:fill="auto"/>
          </w:tcPr>
          <w:p w14:paraId="529EF000" w14:textId="7902116F" w:rsidR="00A301E0" w:rsidRPr="00536741" w:rsidRDefault="00D26812" w:rsidP="00536741">
            <w:pPr>
              <w:pStyle w:val="SISStitle"/>
            </w:pPr>
            <w:r>
              <w:t>Firearms</w:t>
            </w:r>
            <w:r w:rsidR="000A196B" w:rsidRPr="000A196B">
              <w:t xml:space="preserve"> Skill Set</w:t>
            </w:r>
          </w:p>
        </w:tc>
      </w:tr>
    </w:tbl>
    <w:p w14:paraId="208366B0" w14:textId="77777777" w:rsidR="00A301E0" w:rsidRPr="00536741" w:rsidRDefault="00A301E0" w:rsidP="00A301E0"/>
    <w:p w14:paraId="6C073BC9" w14:textId="5DE24234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8D83A8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C9011C6" w14:textId="77777777" w:rsidTr="00B63E06">
        <w:tc>
          <w:tcPr>
            <w:tcW w:w="1396" w:type="pct"/>
            <w:shd w:val="clear" w:color="auto" w:fill="auto"/>
          </w:tcPr>
          <w:p w14:paraId="0C00A4C4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FBDB9DD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B63E06" w:rsidRPr="00B3379E" w14:paraId="65D3A316" w14:textId="77777777" w:rsidTr="00B63E06">
        <w:tc>
          <w:tcPr>
            <w:tcW w:w="1396" w:type="pct"/>
            <w:shd w:val="clear" w:color="auto" w:fill="auto"/>
          </w:tcPr>
          <w:p w14:paraId="3E06C580" w14:textId="77777777" w:rsidR="00B63E06" w:rsidRPr="00B3379E" w:rsidRDefault="00B63E06" w:rsidP="00B3379E">
            <w:pPr>
              <w:pStyle w:val="SIText"/>
            </w:pPr>
            <w:r w:rsidRPr="00B3379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4D3A0FC" w14:textId="5E4751FC" w:rsidR="00B63E06" w:rsidRPr="00B3379E" w:rsidRDefault="00B63E06" w:rsidP="00B3379E">
            <w:pPr>
              <w:pStyle w:val="SIText"/>
            </w:pPr>
            <w:r w:rsidRPr="00B3379E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AHC Agriculture, Horticulture and Conservation and Land Management Training Package Version </w:t>
            </w:r>
            <w:r w:rsidR="00C6373D" w:rsidRPr="00B3379E">
              <w:rPr>
                <w:rStyle w:val="SITemporarytext-red"/>
                <w:color w:val="auto"/>
                <w:sz w:val="20"/>
                <w:szCs w:val="22"/>
              </w:rPr>
              <w:t>6</w:t>
            </w:r>
            <w:r w:rsidRPr="00B3379E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03245E09" w14:textId="77777777" w:rsidR="00536741" w:rsidRPr="00B3379E" w:rsidRDefault="00536741" w:rsidP="00B3379E">
      <w:pPr>
        <w:pStyle w:val="SIText"/>
      </w:pPr>
    </w:p>
    <w:p w14:paraId="253826F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CD05D01" w14:textId="77777777" w:rsidTr="000D7BE6">
        <w:tc>
          <w:tcPr>
            <w:tcW w:w="5000" w:type="pct"/>
            <w:shd w:val="clear" w:color="auto" w:fill="auto"/>
          </w:tcPr>
          <w:p w14:paraId="763C4F5D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CFDB9DE" w14:textId="3D2587E7" w:rsidR="00A772D9" w:rsidRPr="00536741" w:rsidRDefault="00DB557A" w:rsidP="00E43ED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B63E06">
              <w:t xml:space="preserve"> </w:t>
            </w:r>
            <w:r w:rsidR="000A196B">
              <w:t xml:space="preserve">provides the knowledge and skills required </w:t>
            </w:r>
            <w:r w:rsidR="00D26812">
              <w:t>for workers in land management and/or biosecurity</w:t>
            </w:r>
            <w:r w:rsidR="00EE28FF">
              <w:t xml:space="preserve"> who </w:t>
            </w:r>
            <w:r w:rsidR="00EE28FF" w:rsidRPr="00EE28FF">
              <w:t>hold a valid firearms license</w:t>
            </w:r>
            <w:r w:rsidR="00EE28FF">
              <w:t xml:space="preserve"> and encounter pest animals, animals in distress or animals subject to a biosecurity </w:t>
            </w:r>
            <w:r w:rsidR="00E43ED1">
              <w:t>order</w:t>
            </w:r>
            <w:r w:rsidR="00EE28FF">
              <w:t xml:space="preserve"> and who are required </w:t>
            </w:r>
            <w:r w:rsidR="00D26812">
              <w:t xml:space="preserve">to use firearms to ethically and humanly </w:t>
            </w:r>
            <w:r w:rsidR="00281CCE">
              <w:t>euthanise</w:t>
            </w:r>
            <w:r w:rsidR="00D26812">
              <w:t xml:space="preserve"> </w:t>
            </w:r>
            <w:r w:rsidR="00E43ED1">
              <w:t>them</w:t>
            </w:r>
            <w:r w:rsidR="00D26812">
              <w:t xml:space="preserve"> in the field</w:t>
            </w:r>
            <w:r w:rsidR="000A196B">
              <w:t>.</w:t>
            </w:r>
          </w:p>
        </w:tc>
      </w:tr>
      <w:tr w:rsidR="00A301E0" w:rsidRPr="00963A46" w14:paraId="23E7573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08CDAA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F2F47EF" w14:textId="431F55A7" w:rsidR="00A301E0" w:rsidRPr="00536741" w:rsidRDefault="0089377B" w:rsidP="00776772">
            <w:pPr>
              <w:pStyle w:val="SIText"/>
              <w:rPr>
                <w:rStyle w:val="SITemporarytext-red"/>
              </w:rPr>
            </w:pPr>
            <w:r w:rsidRPr="0089377B">
              <w:t>These units of competency provide pathways into a range of Certificate II and Certificate III qualifications in the AHC Agriculture, Horticulture and Conservation and Land Management Training Package.</w:t>
            </w:r>
          </w:p>
        </w:tc>
      </w:tr>
      <w:tr w:rsidR="00A301E0" w:rsidRPr="00963A46" w14:paraId="26BD375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D0AC0E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4B10943" w14:textId="5649D7BC" w:rsidR="00A301E0" w:rsidRPr="00A301E0" w:rsidRDefault="00D26812" w:rsidP="000A196B">
            <w:pPr>
              <w:pStyle w:val="SIText"/>
            </w:pPr>
            <w:r w:rsidRPr="00D26812">
              <w:t xml:space="preserve">State or territory licensing, legislative or certification requirements apply </w:t>
            </w:r>
            <w:r w:rsidR="00D468ED">
              <w:t xml:space="preserve">to firearms use in all Australian </w:t>
            </w:r>
            <w:r w:rsidRPr="00D26812">
              <w:t>jurisdictions</w:t>
            </w:r>
            <w:r w:rsidR="00D468ED">
              <w:t xml:space="preserve"> and must be adhered to</w:t>
            </w:r>
            <w:r w:rsidRPr="00D26812">
              <w:t xml:space="preserve">. Destruction of pest animals must comply with state </w:t>
            </w:r>
            <w:r w:rsidR="00D468ED">
              <w:t xml:space="preserve">or territory </w:t>
            </w:r>
            <w:r w:rsidRPr="00D26812">
              <w:t>animal cruelty legislation.</w:t>
            </w:r>
          </w:p>
        </w:tc>
      </w:tr>
      <w:tr w:rsidR="00A772D9" w:rsidRPr="00963A46" w14:paraId="684C2FD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00E2F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B65C795" w14:textId="77777777" w:rsidR="00D468ED" w:rsidRPr="00D468ED" w:rsidRDefault="00D468ED" w:rsidP="00D468ED">
            <w:pPr>
              <w:pStyle w:val="SIBulletList1"/>
            </w:pPr>
            <w:r w:rsidRPr="007D79C1">
              <w:t>AHCLSK331 Comply with industry animal welfare requirements</w:t>
            </w:r>
          </w:p>
          <w:p w14:paraId="7DBA8EC8" w14:textId="3F08FE52" w:rsidR="00D26812" w:rsidRPr="00D26812" w:rsidRDefault="00D26812" w:rsidP="00D26812">
            <w:pPr>
              <w:pStyle w:val="SIBulletList1"/>
            </w:pPr>
            <w:r w:rsidRPr="00D26812">
              <w:t xml:space="preserve">AHCPMG304 Use firearms to humanely destroy animals </w:t>
            </w:r>
          </w:p>
          <w:p w14:paraId="710F0553" w14:textId="3C4C3F6C" w:rsidR="001F261B" w:rsidRPr="00536741" w:rsidRDefault="001F261B" w:rsidP="00F62887">
            <w:pPr>
              <w:pStyle w:val="SIBulletList1"/>
            </w:pPr>
            <w:r>
              <w:t>AHC</w:t>
            </w:r>
            <w:r w:rsidRPr="001F261B">
              <w:t>WHS301 Contribute to work health and safety processes</w:t>
            </w:r>
          </w:p>
        </w:tc>
      </w:tr>
      <w:tr w:rsidR="005C7EA8" w:rsidRPr="00963A46" w14:paraId="6C2A22C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DD3701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01AB8A4" w14:textId="3F580D72" w:rsidR="0016138C" w:rsidRPr="00536741" w:rsidRDefault="006A1D6C" w:rsidP="00E43ED1">
            <w:pPr>
              <w:pStyle w:val="SIText"/>
            </w:pPr>
            <w:r>
              <w:t xml:space="preserve">This skill set is for </w:t>
            </w:r>
            <w:r w:rsidR="000A196B">
              <w:t xml:space="preserve">individuals </w:t>
            </w:r>
            <w:r w:rsidR="00E43ED1">
              <w:t xml:space="preserve">who are </w:t>
            </w:r>
            <w:r w:rsidR="00D468ED" w:rsidRPr="00E43ED1">
              <w:t>licen</w:t>
            </w:r>
            <w:r w:rsidR="00D468ED">
              <w:t>s</w:t>
            </w:r>
            <w:r w:rsidR="00D468ED" w:rsidRPr="00E43ED1">
              <w:t xml:space="preserve">ed </w:t>
            </w:r>
            <w:r w:rsidR="00E43ED1">
              <w:t xml:space="preserve">to use firearms and are </w:t>
            </w:r>
            <w:r w:rsidR="000A196B">
              <w:t xml:space="preserve">employed in </w:t>
            </w:r>
            <w:r w:rsidR="00D26812">
              <w:t xml:space="preserve">land </w:t>
            </w:r>
            <w:r w:rsidR="000A196B">
              <w:t>management</w:t>
            </w:r>
            <w:r w:rsidR="00D44856">
              <w:t>, biosecurity or pest management roles.</w:t>
            </w:r>
          </w:p>
        </w:tc>
      </w:tr>
      <w:tr w:rsidR="00DB557A" w:rsidRPr="00963A46" w14:paraId="40B4710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785E74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706F366" w14:textId="50E94971" w:rsidR="00DB557A" w:rsidRPr="00776772" w:rsidRDefault="00DB557A" w:rsidP="00D44856">
            <w:pPr>
              <w:pStyle w:val="SIText"/>
            </w:pPr>
            <w:r w:rsidRPr="00776772">
              <w:t xml:space="preserve">These </w:t>
            </w:r>
            <w:r w:rsidR="006A1D6C" w:rsidRPr="00776772">
              <w:t>competencies</w:t>
            </w:r>
            <w:r w:rsidRPr="00776772">
              <w:t xml:space="preserve"> from the AHC Agriculture, Horticulture and Conservation and Land Ma</w:t>
            </w:r>
            <w:r w:rsidR="007F7554" w:rsidRPr="00776772">
              <w:t xml:space="preserve">nagement Training Package meet </w:t>
            </w:r>
            <w:r w:rsidR="00D468ED">
              <w:t xml:space="preserve">industry </w:t>
            </w:r>
            <w:r w:rsidR="00776772" w:rsidRPr="00776772">
              <w:t xml:space="preserve">requirements for </w:t>
            </w:r>
            <w:r w:rsidR="001120C3">
              <w:t xml:space="preserve">ethically </w:t>
            </w:r>
            <w:r w:rsidR="00281CCE">
              <w:t>euthanising</w:t>
            </w:r>
            <w:bookmarkStart w:id="0" w:name="_GoBack"/>
            <w:bookmarkEnd w:id="0"/>
            <w:r w:rsidR="00D44856">
              <w:t xml:space="preserve"> animals in the field using a firearm</w:t>
            </w:r>
            <w:r w:rsidR="00776772" w:rsidRPr="00776772">
              <w:t>.</w:t>
            </w:r>
          </w:p>
        </w:tc>
      </w:tr>
    </w:tbl>
    <w:p w14:paraId="65605B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9BA5F" w16cex:dateUtc="2020-07-27T10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C6A56" w14:textId="77777777" w:rsidR="00227866" w:rsidRDefault="00227866" w:rsidP="00BF3F0A">
      <w:r>
        <w:separator/>
      </w:r>
    </w:p>
    <w:p w14:paraId="13D83232" w14:textId="77777777" w:rsidR="00227866" w:rsidRDefault="00227866"/>
  </w:endnote>
  <w:endnote w:type="continuationSeparator" w:id="0">
    <w:p w14:paraId="738C702A" w14:textId="77777777" w:rsidR="00227866" w:rsidRDefault="00227866" w:rsidP="00BF3F0A">
      <w:r>
        <w:continuationSeparator/>
      </w:r>
    </w:p>
    <w:p w14:paraId="6DB7FC22" w14:textId="77777777" w:rsidR="00227866" w:rsidRDefault="0022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2D8E4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B4B99">
          <w:rPr>
            <w:noProof/>
          </w:rPr>
          <w:t>1</w:t>
        </w:r>
        <w:r w:rsidRPr="00536741">
          <w:fldChar w:fldCharType="end"/>
        </w:r>
      </w:p>
      <w:p w14:paraId="65B908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693585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8D91C" w14:textId="77777777" w:rsidR="00227866" w:rsidRDefault="00227866" w:rsidP="00BF3F0A">
      <w:r>
        <w:separator/>
      </w:r>
    </w:p>
    <w:p w14:paraId="6BADE9B3" w14:textId="77777777" w:rsidR="00227866" w:rsidRDefault="00227866"/>
  </w:footnote>
  <w:footnote w:type="continuationSeparator" w:id="0">
    <w:p w14:paraId="289E6AB3" w14:textId="77777777" w:rsidR="00227866" w:rsidRDefault="00227866" w:rsidP="00BF3F0A">
      <w:r>
        <w:continuationSeparator/>
      </w:r>
    </w:p>
    <w:p w14:paraId="60700FEB" w14:textId="77777777" w:rsidR="00227866" w:rsidRDefault="0022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537C" w14:textId="1E8687E3" w:rsidR="009C2650" w:rsidRPr="00776772" w:rsidRDefault="00080FC0" w:rsidP="00776772">
    <w:r w:rsidRPr="00776772">
      <w:t>AHCSS</w:t>
    </w:r>
    <w:r>
      <w:t xml:space="preserve">00113 </w:t>
    </w:r>
    <w:r w:rsidR="00D26812">
      <w:t xml:space="preserve">Firearms </w:t>
    </w:r>
    <w:r w:rsidR="00776772" w:rsidRPr="00776772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3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0FC0"/>
    <w:rsid w:val="000A196B"/>
    <w:rsid w:val="000A5441"/>
    <w:rsid w:val="000C13F1"/>
    <w:rsid w:val="000D7BE6"/>
    <w:rsid w:val="000E2C86"/>
    <w:rsid w:val="000F29F2"/>
    <w:rsid w:val="00101659"/>
    <w:rsid w:val="001078BF"/>
    <w:rsid w:val="001120C3"/>
    <w:rsid w:val="00133957"/>
    <w:rsid w:val="001372F6"/>
    <w:rsid w:val="00144385"/>
    <w:rsid w:val="00151D93"/>
    <w:rsid w:val="00156EF3"/>
    <w:rsid w:val="0016138C"/>
    <w:rsid w:val="00176A67"/>
    <w:rsid w:val="00176E4F"/>
    <w:rsid w:val="00184FC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61B"/>
    <w:rsid w:val="001F28F9"/>
    <w:rsid w:val="001F2BA5"/>
    <w:rsid w:val="001F308D"/>
    <w:rsid w:val="00201A7C"/>
    <w:rsid w:val="0021414D"/>
    <w:rsid w:val="00223124"/>
    <w:rsid w:val="00227866"/>
    <w:rsid w:val="00234444"/>
    <w:rsid w:val="002349E5"/>
    <w:rsid w:val="0024162A"/>
    <w:rsid w:val="00242293"/>
    <w:rsid w:val="00244EA7"/>
    <w:rsid w:val="00262FC3"/>
    <w:rsid w:val="00276DB8"/>
    <w:rsid w:val="00281CCE"/>
    <w:rsid w:val="00282664"/>
    <w:rsid w:val="00285FB8"/>
    <w:rsid w:val="002931C2"/>
    <w:rsid w:val="002A4CD3"/>
    <w:rsid w:val="002C55E9"/>
    <w:rsid w:val="002D0C8B"/>
    <w:rsid w:val="002E193E"/>
    <w:rsid w:val="002F4FFE"/>
    <w:rsid w:val="00306C24"/>
    <w:rsid w:val="00310771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1A41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2F24"/>
    <w:rsid w:val="00575BC6"/>
    <w:rsid w:val="00581C7B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FFD"/>
    <w:rsid w:val="0076523B"/>
    <w:rsid w:val="00771B60"/>
    <w:rsid w:val="007748BE"/>
    <w:rsid w:val="00776772"/>
    <w:rsid w:val="00781D77"/>
    <w:rsid w:val="007860B7"/>
    <w:rsid w:val="00786DC8"/>
    <w:rsid w:val="007D596E"/>
    <w:rsid w:val="007D5A78"/>
    <w:rsid w:val="007D79C1"/>
    <w:rsid w:val="007E3BD1"/>
    <w:rsid w:val="007F119F"/>
    <w:rsid w:val="007F1563"/>
    <w:rsid w:val="007F2AD5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377B"/>
    <w:rsid w:val="00894FBB"/>
    <w:rsid w:val="008A12ED"/>
    <w:rsid w:val="008A25C7"/>
    <w:rsid w:val="008B2C77"/>
    <w:rsid w:val="008B4AD2"/>
    <w:rsid w:val="008E39BE"/>
    <w:rsid w:val="008E62EC"/>
    <w:rsid w:val="008E7B69"/>
    <w:rsid w:val="008F32F6"/>
    <w:rsid w:val="0090613B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29F4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5092E"/>
    <w:rsid w:val="00A56E14"/>
    <w:rsid w:val="00A61B8C"/>
    <w:rsid w:val="00A644BD"/>
    <w:rsid w:val="00A6476B"/>
    <w:rsid w:val="00A76C6C"/>
    <w:rsid w:val="00A772D9"/>
    <w:rsid w:val="00A7771F"/>
    <w:rsid w:val="00A857CB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79E"/>
    <w:rsid w:val="00B3508F"/>
    <w:rsid w:val="00B443EE"/>
    <w:rsid w:val="00B560C8"/>
    <w:rsid w:val="00B61150"/>
    <w:rsid w:val="00B63E06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373D"/>
    <w:rsid w:val="00C70626"/>
    <w:rsid w:val="00C72860"/>
    <w:rsid w:val="00C73B90"/>
    <w:rsid w:val="00C96AF3"/>
    <w:rsid w:val="00C97CCC"/>
    <w:rsid w:val="00CA0274"/>
    <w:rsid w:val="00CB746F"/>
    <w:rsid w:val="00CC451E"/>
    <w:rsid w:val="00CD1640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20C57"/>
    <w:rsid w:val="00D25D16"/>
    <w:rsid w:val="00D26812"/>
    <w:rsid w:val="00D30BC5"/>
    <w:rsid w:val="00D32124"/>
    <w:rsid w:val="00D44856"/>
    <w:rsid w:val="00D468ED"/>
    <w:rsid w:val="00D5213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B99"/>
    <w:rsid w:val="00DB557A"/>
    <w:rsid w:val="00DC1D69"/>
    <w:rsid w:val="00DC5A3A"/>
    <w:rsid w:val="00E238E6"/>
    <w:rsid w:val="00E35064"/>
    <w:rsid w:val="00E438C3"/>
    <w:rsid w:val="00E43ED1"/>
    <w:rsid w:val="00E501F0"/>
    <w:rsid w:val="00E91BFF"/>
    <w:rsid w:val="00E92933"/>
    <w:rsid w:val="00EA3B97"/>
    <w:rsid w:val="00EB0AA4"/>
    <w:rsid w:val="00EB5C88"/>
    <w:rsid w:val="00EB7EB1"/>
    <w:rsid w:val="00EC0469"/>
    <w:rsid w:val="00EE28FF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2887"/>
    <w:rsid w:val="00F636E4"/>
    <w:rsid w:val="00F64EEB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543FDC"/>
  <w15:docId w15:val="{839F40C9-828F-4B47-9373-D6175786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694da30bb59bb2250aa81befa5ebda4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16b473b-2b58-402f-bded-517f0720776f" targetNamespace="http://schemas.microsoft.com/office/2006/metadata/properties" ma:root="true" ma:fieldsID="80e8b53e616009a3d47628e9d81ba0a3" ns1:_="" ns2:_="" ns3:_="">
    <xsd:import namespace="http://schemas.microsoft.com/sharepoint/v3"/>
    <xsd:import namespace="d50bbff7-d6dd-47d2-864a-cfdc2c3db0f4"/>
    <xsd:import namespace="316b473b-2b58-402f-bded-517f0720776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b473b-2b58-402f-bded-517f07207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8BE57CC-3295-44E5-B6D9-1AFC79CFD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16b473b-2b58-402f-bded-517f07207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9EAC1-3221-4401-85AA-FE2A64BA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William Henderson</cp:lastModifiedBy>
  <cp:revision>2</cp:revision>
  <cp:lastPrinted>2016-05-27T05:21:00Z</cp:lastPrinted>
  <dcterms:created xsi:type="dcterms:W3CDTF">2020-08-06T05:19:00Z</dcterms:created>
  <dcterms:modified xsi:type="dcterms:W3CDTF">2020-08-06T05:19:00Z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