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330ACBD" w14:textId="77777777" w:rsidTr="00F279E6">
        <w:tc>
          <w:tcPr>
            <w:tcW w:w="1396" w:type="pct"/>
            <w:shd w:val="clear" w:color="auto" w:fill="auto"/>
          </w:tcPr>
          <w:p w14:paraId="2D95BE38" w14:textId="254F648E" w:rsidR="00A301E0" w:rsidRPr="00536741" w:rsidRDefault="001A681A" w:rsidP="00536741">
            <w:pPr>
              <w:pStyle w:val="SISSCODE"/>
            </w:pPr>
            <w:r w:rsidRPr="001A681A">
              <w:t>AHCSS0011</w:t>
            </w:r>
            <w:r>
              <w:t>8</w:t>
            </w:r>
          </w:p>
        </w:tc>
        <w:tc>
          <w:tcPr>
            <w:tcW w:w="3604" w:type="pct"/>
            <w:shd w:val="clear" w:color="auto" w:fill="auto"/>
          </w:tcPr>
          <w:p w14:paraId="64AF4681" w14:textId="521A9004" w:rsidR="00A301E0" w:rsidRPr="00536741" w:rsidRDefault="00B50D62" w:rsidP="00B50D62">
            <w:pPr>
              <w:pStyle w:val="SISStitle"/>
            </w:pPr>
            <w:r>
              <w:t xml:space="preserve">Seed Processing </w:t>
            </w:r>
            <w:r w:rsidR="00686940" w:rsidRPr="00686940">
              <w:t>Skill Set</w:t>
            </w:r>
          </w:p>
        </w:tc>
      </w:tr>
    </w:tbl>
    <w:p w14:paraId="6D5F9B62" w14:textId="77777777" w:rsidR="00A301E0" w:rsidRPr="00536741" w:rsidRDefault="00A301E0" w:rsidP="00A301E0"/>
    <w:p w14:paraId="07D8FECF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B3F696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B0D8714" w14:textId="77777777" w:rsidTr="002A1BEA">
        <w:tc>
          <w:tcPr>
            <w:tcW w:w="1396" w:type="pct"/>
            <w:shd w:val="clear" w:color="auto" w:fill="auto"/>
          </w:tcPr>
          <w:p w14:paraId="5507927C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E8B8F84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487E953" w14:textId="77777777" w:rsidTr="002A1BEA">
        <w:tc>
          <w:tcPr>
            <w:tcW w:w="1396" w:type="pct"/>
            <w:shd w:val="clear" w:color="auto" w:fill="auto"/>
          </w:tcPr>
          <w:p w14:paraId="0103F917" w14:textId="733BBEF1" w:rsidR="00536741" w:rsidRPr="00BA7B66" w:rsidRDefault="00536741" w:rsidP="000C59FA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63198172" w14:textId="18F4FB00" w:rsidR="00536741" w:rsidRPr="000C59FA" w:rsidRDefault="000C59FA" w:rsidP="000C59FA">
            <w:pPr>
              <w:pStyle w:val="SIText"/>
            </w:pPr>
            <w:r w:rsidRPr="000C59FA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</w:t>
            </w:r>
            <w:r>
              <w:rPr>
                <w:rStyle w:val="SITemporarytext-red"/>
                <w:color w:val="auto"/>
                <w:sz w:val="20"/>
                <w:szCs w:val="22"/>
              </w:rPr>
              <w:t>ement Training Package Version 6</w:t>
            </w:r>
            <w:r w:rsidRPr="000C59F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4D0EF91B" w14:textId="77777777" w:rsidR="00536741" w:rsidRDefault="00536741" w:rsidP="00536741">
      <w:pPr>
        <w:rPr>
          <w:lang w:eastAsia="en-US"/>
        </w:rPr>
      </w:pPr>
    </w:p>
    <w:p w14:paraId="5277667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A2E5ADD" w14:textId="77777777" w:rsidTr="000D7BE6">
        <w:tc>
          <w:tcPr>
            <w:tcW w:w="5000" w:type="pct"/>
            <w:shd w:val="clear" w:color="auto" w:fill="auto"/>
          </w:tcPr>
          <w:p w14:paraId="49A38F8B" w14:textId="70B58E55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7645FA1" w14:textId="5150DF17" w:rsidR="00801322" w:rsidRDefault="00DB557A" w:rsidP="00801322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FA201E">
              <w:t xml:space="preserve"> provides basic skills and knowledge for individuals</w:t>
            </w:r>
            <w:r w:rsidR="00801322">
              <w:t xml:space="preserve"> to </w:t>
            </w:r>
            <w:r w:rsidR="00596275">
              <w:t xml:space="preserve">identify seeds, collect and extract the seeds and perform seed germination tests for a range of native </w:t>
            </w:r>
            <w:r w:rsidR="00801322">
              <w:t xml:space="preserve">plants </w:t>
            </w:r>
            <w:r w:rsidR="00596275">
              <w:t xml:space="preserve">found in the </w:t>
            </w:r>
            <w:r w:rsidR="00801322">
              <w:t>natural landscape</w:t>
            </w:r>
            <w:r w:rsidR="00596275">
              <w:t xml:space="preserve"> to assist in revegetation, restoration and rehabilitation works </w:t>
            </w:r>
            <w:r w:rsidR="00801322">
              <w:t>in the conservation and ecosystem management industry.</w:t>
            </w:r>
          </w:p>
          <w:p w14:paraId="4E5E13E7" w14:textId="39D8A5FB" w:rsidR="00A772D9" w:rsidRPr="00536741" w:rsidRDefault="00801322" w:rsidP="00801322">
            <w:pPr>
              <w:pStyle w:val="SIText"/>
            </w:pPr>
            <w:r w:rsidRPr="00801322">
              <w:t xml:space="preserve"> </w:t>
            </w:r>
          </w:p>
        </w:tc>
      </w:tr>
      <w:tr w:rsidR="00A301E0" w:rsidRPr="00963A46" w14:paraId="553306A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D51DD51" w14:textId="4183D190" w:rsidR="00801322" w:rsidRDefault="00801322" w:rsidP="00801322">
            <w:pPr>
              <w:pStyle w:val="SITextHeading2"/>
            </w:pPr>
            <w:r>
              <w:t>Pathways Information</w:t>
            </w:r>
          </w:p>
          <w:p w14:paraId="7100D2FC" w14:textId="47AB00F0" w:rsidR="00FA201E" w:rsidRPr="00FA201E" w:rsidRDefault="00FA201E" w:rsidP="00FA201E">
            <w:pPr>
              <w:pStyle w:val="SIText"/>
            </w:pPr>
            <w:r w:rsidRPr="00FA201E">
              <w:t>These units of competency provide pathways into a range of Certificate II and Certificate III qualifications in the</w:t>
            </w:r>
            <w:r w:rsidRPr="00FA201E">
              <w:rPr>
                <w:rStyle w:val="SITemporarytext-red"/>
                <w:color w:val="auto"/>
                <w:sz w:val="20"/>
                <w:szCs w:val="22"/>
              </w:rPr>
              <w:t xml:space="preserve"> AHC Agriculture, Horticulture and Conservation and Land Management Training Package</w:t>
            </w:r>
            <w:r w:rsidRPr="00FA201E">
              <w:t>.</w:t>
            </w:r>
          </w:p>
          <w:p w14:paraId="085C3A3E" w14:textId="6D8AACE3" w:rsidR="00A301E0" w:rsidRPr="00536741" w:rsidRDefault="00A301E0" w:rsidP="00FA201E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1B384C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19251D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37319D9" w14:textId="53E6FF37" w:rsidR="00A301E0" w:rsidRPr="00A301E0" w:rsidRDefault="00EE0923" w:rsidP="00EE0923">
            <w:pPr>
              <w:pStyle w:val="SIText"/>
            </w:pPr>
            <w:r w:rsidRPr="00EE0923">
              <w:t xml:space="preserve">Federal, </w:t>
            </w:r>
            <w:r>
              <w:t>s</w:t>
            </w:r>
            <w:r w:rsidRPr="00EE0923">
              <w:t xml:space="preserve">tate </w:t>
            </w:r>
            <w:r>
              <w:t>or</w:t>
            </w:r>
            <w:r w:rsidRPr="00EE0923">
              <w:t xml:space="preserve"> </w:t>
            </w:r>
            <w:r>
              <w:t>t</w:t>
            </w:r>
            <w:r w:rsidRPr="00EE0923">
              <w:t xml:space="preserve">erritories </w:t>
            </w:r>
            <w:r>
              <w:t>and local government l</w:t>
            </w:r>
            <w:r w:rsidR="00890663" w:rsidRPr="00536741">
              <w:t xml:space="preserve">icensing or regulatory requirements apply to </w:t>
            </w:r>
            <w:r w:rsidR="0063194F">
              <w:t>this skill set for the collection</w:t>
            </w:r>
            <w:r w:rsidR="00144D19">
              <w:t xml:space="preserve"> and removal</w:t>
            </w:r>
            <w:r w:rsidR="0063194F">
              <w:t xml:space="preserve"> of plant materials, including seed, from natural landscapes</w:t>
            </w:r>
            <w:r>
              <w:t>, parks and reserves</w:t>
            </w:r>
            <w:r w:rsidR="00890663" w:rsidRPr="00536741">
              <w:t>.</w:t>
            </w:r>
            <w:r>
              <w:t xml:space="preserve"> </w:t>
            </w:r>
          </w:p>
        </w:tc>
      </w:tr>
      <w:tr w:rsidR="00A772D9" w:rsidRPr="00963A46" w14:paraId="6F6BF1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EF8C1AB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59BE822" w14:textId="77777777" w:rsidR="00850E95" w:rsidRPr="00B50D62" w:rsidRDefault="00850E95" w:rsidP="00B50D62">
            <w:pPr>
              <w:pStyle w:val="SIBulletList1"/>
            </w:pPr>
            <w:r w:rsidRPr="00B50D62">
              <w:t>AHC</w:t>
            </w:r>
            <w:r>
              <w:t>ECR</w:t>
            </w:r>
            <w:r w:rsidRPr="00B50D62">
              <w:t>305 Collect native seed</w:t>
            </w:r>
          </w:p>
          <w:p w14:paraId="6925261C" w14:textId="77777777" w:rsidR="00850E95" w:rsidRPr="00B50D62" w:rsidRDefault="00850E95" w:rsidP="00B50D62">
            <w:pPr>
              <w:pStyle w:val="SIBulletList1"/>
            </w:pPr>
            <w:r w:rsidRPr="00B50D62">
              <w:t>AHCSDT302 Identify seeds</w:t>
            </w:r>
          </w:p>
          <w:p w14:paraId="5133DE22" w14:textId="77777777" w:rsidR="00850E95" w:rsidRPr="00B50D62" w:rsidRDefault="00850E95" w:rsidP="00B50D62">
            <w:pPr>
              <w:pStyle w:val="SIBulletList1"/>
            </w:pPr>
            <w:r w:rsidRPr="00B50D62">
              <w:t>AHCSDT306 Perform a seed germination test</w:t>
            </w:r>
          </w:p>
          <w:p w14:paraId="3A1FC240" w14:textId="76753437" w:rsidR="001F28F9" w:rsidRPr="00536741" w:rsidRDefault="00850E95" w:rsidP="00850E95">
            <w:pPr>
              <w:pStyle w:val="SIBulletList1"/>
            </w:pPr>
            <w:r w:rsidRPr="00B50D62">
              <w:t>FWPFGM3202 Extract seed</w:t>
            </w:r>
          </w:p>
        </w:tc>
      </w:tr>
      <w:tr w:rsidR="005C7EA8" w:rsidRPr="00963A46" w14:paraId="7CCF4A3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2C3743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A53D2EA" w14:textId="1B4738F8" w:rsidR="0016138C" w:rsidRPr="00536741" w:rsidRDefault="006A1D6C" w:rsidP="002B58D6">
            <w:pPr>
              <w:pStyle w:val="SIText"/>
            </w:pPr>
            <w:r>
              <w:t xml:space="preserve">This skill set is for </w:t>
            </w:r>
            <w:r w:rsidR="00FA201E">
              <w:t xml:space="preserve">individuals who </w:t>
            </w:r>
            <w:r w:rsidR="00596275">
              <w:t xml:space="preserve">are employed or </w:t>
            </w:r>
            <w:r w:rsidR="00EC34D8">
              <w:t xml:space="preserve">who </w:t>
            </w:r>
            <w:r w:rsidR="00596275">
              <w:t>support the conservation and ecosystem management industry</w:t>
            </w:r>
            <w:r w:rsidR="00EC34D8">
              <w:t>,</w:t>
            </w:r>
            <w:r w:rsidR="00596275">
              <w:t xml:space="preserve"> or </w:t>
            </w:r>
            <w:r w:rsidR="00EC34D8">
              <w:t xml:space="preserve">who </w:t>
            </w:r>
            <w:r w:rsidR="00596275">
              <w:t xml:space="preserve">are employed in a production nursery industry and require skills in </w:t>
            </w:r>
            <w:r w:rsidR="002B58D6">
              <w:t>the p</w:t>
            </w:r>
            <w:r w:rsidR="00596275">
              <w:t>rocessing and testing</w:t>
            </w:r>
            <w:r w:rsidR="002B58D6">
              <w:t xml:space="preserve"> of native seeds</w:t>
            </w:r>
            <w:r w:rsidR="00596275">
              <w:t>.</w:t>
            </w:r>
          </w:p>
        </w:tc>
      </w:tr>
      <w:tr w:rsidR="00DB557A" w:rsidRPr="00963A46" w14:paraId="16814B0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75E75A6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01E3AD70" w14:textId="723A195E" w:rsidR="00DB557A" w:rsidRPr="00FA201E" w:rsidRDefault="00FA201E" w:rsidP="00596275">
            <w:pPr>
              <w:pStyle w:val="SIText"/>
            </w:pPr>
            <w:r w:rsidRPr="00FA201E">
              <w:t xml:space="preserve">These competencies from the AHC Agriculture, Horticulture and Conservation and Land Management Training Package </w:t>
            </w:r>
            <w:bookmarkStart w:id="0" w:name="_GoBack"/>
            <w:bookmarkEnd w:id="0"/>
            <w:r w:rsidR="00144D19">
              <w:t xml:space="preserve">and Forest and Wood Products Training Package </w:t>
            </w:r>
            <w:r w:rsidRPr="00FA201E">
              <w:t xml:space="preserve">meet </w:t>
            </w:r>
            <w:r w:rsidR="00EC34D8">
              <w:t xml:space="preserve">industry </w:t>
            </w:r>
            <w:r w:rsidRPr="00FA201E">
              <w:t xml:space="preserve">requirements for </w:t>
            </w:r>
            <w:r w:rsidR="00850704">
              <w:t xml:space="preserve">identifying, </w:t>
            </w:r>
            <w:r w:rsidR="00596275">
              <w:t>collecting, extracting and testing native plant seed</w:t>
            </w:r>
            <w:r w:rsidRPr="00FA201E">
              <w:t>.</w:t>
            </w:r>
          </w:p>
        </w:tc>
      </w:tr>
    </w:tbl>
    <w:p w14:paraId="7928EF6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60DA" w16cex:dateUtc="2020-07-27T22:31:00Z"/>
  <w16cex:commentExtensible w16cex:durableId="22CA5F9C" w16cex:dateUtc="2020-07-27T22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04AC0" w14:textId="77777777" w:rsidR="00A654F0" w:rsidRDefault="00A654F0" w:rsidP="00BF3F0A">
      <w:r>
        <w:separator/>
      </w:r>
    </w:p>
    <w:p w14:paraId="3B407826" w14:textId="77777777" w:rsidR="00A654F0" w:rsidRDefault="00A654F0"/>
  </w:endnote>
  <w:endnote w:type="continuationSeparator" w:id="0">
    <w:p w14:paraId="5727A935" w14:textId="77777777" w:rsidR="00A654F0" w:rsidRDefault="00A654F0" w:rsidP="00BF3F0A">
      <w:r>
        <w:continuationSeparator/>
      </w:r>
    </w:p>
    <w:p w14:paraId="27934201" w14:textId="77777777" w:rsidR="00A654F0" w:rsidRDefault="00A65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61FA4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BB7786">
          <w:rPr>
            <w:noProof/>
          </w:rPr>
          <w:t>1</w:t>
        </w:r>
        <w:r w:rsidRPr="00536741">
          <w:fldChar w:fldCharType="end"/>
        </w:r>
      </w:p>
      <w:p w14:paraId="08CC0DC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73A43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263F2" w14:textId="77777777" w:rsidR="00A654F0" w:rsidRDefault="00A654F0" w:rsidP="00BF3F0A">
      <w:r>
        <w:separator/>
      </w:r>
    </w:p>
    <w:p w14:paraId="29C10C96" w14:textId="77777777" w:rsidR="00A654F0" w:rsidRDefault="00A654F0"/>
  </w:footnote>
  <w:footnote w:type="continuationSeparator" w:id="0">
    <w:p w14:paraId="77C43F53" w14:textId="77777777" w:rsidR="00A654F0" w:rsidRDefault="00A654F0" w:rsidP="00BF3F0A">
      <w:r>
        <w:continuationSeparator/>
      </w:r>
    </w:p>
    <w:p w14:paraId="3EBE4545" w14:textId="77777777" w:rsidR="00A654F0" w:rsidRDefault="00A654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DBEF1" w14:textId="28CE966E" w:rsidR="009C2650" w:rsidRPr="00686940" w:rsidRDefault="001A681A" w:rsidP="00686940">
    <w:r w:rsidRPr="001A681A">
      <w:t>A</w:t>
    </w:r>
    <w:r>
      <w:t xml:space="preserve">HCSS00118 </w:t>
    </w:r>
    <w:r w:rsidR="00B50D62">
      <w:t>Seed Processing</w:t>
    </w:r>
    <w:r w:rsidR="00686940" w:rsidRPr="00686940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E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55F96"/>
    <w:rsid w:val="00064BFE"/>
    <w:rsid w:val="00070B3E"/>
    <w:rsid w:val="00071F95"/>
    <w:rsid w:val="000737BB"/>
    <w:rsid w:val="00074E47"/>
    <w:rsid w:val="0008441E"/>
    <w:rsid w:val="000A5441"/>
    <w:rsid w:val="000C13F1"/>
    <w:rsid w:val="000C59FA"/>
    <w:rsid w:val="000C7708"/>
    <w:rsid w:val="000D7BE6"/>
    <w:rsid w:val="000E2C86"/>
    <w:rsid w:val="000F29F2"/>
    <w:rsid w:val="00101659"/>
    <w:rsid w:val="001078BF"/>
    <w:rsid w:val="00133957"/>
    <w:rsid w:val="001372F6"/>
    <w:rsid w:val="00144385"/>
    <w:rsid w:val="00144D19"/>
    <w:rsid w:val="00151D93"/>
    <w:rsid w:val="00156EF3"/>
    <w:rsid w:val="0016138C"/>
    <w:rsid w:val="00176A67"/>
    <w:rsid w:val="00176E4F"/>
    <w:rsid w:val="0018546B"/>
    <w:rsid w:val="001A681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58D6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65E85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6275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194F"/>
    <w:rsid w:val="00633CFE"/>
    <w:rsid w:val="00634FCA"/>
    <w:rsid w:val="006404B5"/>
    <w:rsid w:val="006452B8"/>
    <w:rsid w:val="00652E62"/>
    <w:rsid w:val="00686940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14876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1322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0704"/>
    <w:rsid w:val="00850E95"/>
    <w:rsid w:val="008545EB"/>
    <w:rsid w:val="00855B21"/>
    <w:rsid w:val="00856837"/>
    <w:rsid w:val="00865011"/>
    <w:rsid w:val="008814E9"/>
    <w:rsid w:val="00883C6C"/>
    <w:rsid w:val="00886790"/>
    <w:rsid w:val="00890663"/>
    <w:rsid w:val="008908DE"/>
    <w:rsid w:val="00893CF5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1246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54F0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D62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7786"/>
    <w:rsid w:val="00BC5075"/>
    <w:rsid w:val="00BD3B0F"/>
    <w:rsid w:val="00BD76E0"/>
    <w:rsid w:val="00BF1D4C"/>
    <w:rsid w:val="00BF3F0A"/>
    <w:rsid w:val="00BF73FE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2E3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36F51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C34D8"/>
    <w:rsid w:val="00EC4610"/>
    <w:rsid w:val="00EE0923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201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EF687"/>
  <w15:docId w15:val="{1731B34A-59A2-4A69-8290-0D1C4454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2CAAB4CDBD84CAA2C93B8832B8A2D" ma:contentTypeVersion="" ma:contentTypeDescription="Create a new document." ma:contentTypeScope="" ma:versionID="a993ab7a1ecb9cfa55afd965677be8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ab41c3e-7b7b-4d83-bf4d-b3445b647274" targetNamespace="http://schemas.microsoft.com/office/2006/metadata/properties" ma:root="true" ma:fieldsID="fc5b0f23d26a9bd52cb4b9c16f464e65" ns1:_="" ns2:_="" ns3:_="">
    <xsd:import namespace="http://schemas.microsoft.com/sharepoint/v3"/>
    <xsd:import namespace="d50bbff7-d6dd-47d2-864a-cfdc2c3db0f4"/>
    <xsd:import namespace="0ab41c3e-7b7b-4d83-bf4d-b3445b64727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41c3e-7b7b-4d83-bf4d-b3445b647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7EA3E-3C8F-472B-AD1B-52C200E61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ab41c3e-7b7b-4d83-bf4d-b3445b6472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A9CD1-1C92-4465-9724-BC1F6BBE04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641E9B5-825C-4C67-B632-B1C94D26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William Henderson</cp:lastModifiedBy>
  <cp:revision>2</cp:revision>
  <cp:lastPrinted>2016-05-27T05:21:00Z</cp:lastPrinted>
  <dcterms:created xsi:type="dcterms:W3CDTF">2020-08-06T05:20:00Z</dcterms:created>
  <dcterms:modified xsi:type="dcterms:W3CDTF">2020-08-06T05:20:00Z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0x0101000E32CAAB4CDBD84CAA2C93B8832B8A2D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