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543A15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034CF65" w14:textId="77777777" w:rsidTr="00CA2922">
        <w:trPr>
          <w:tblHeader/>
        </w:trPr>
        <w:tc>
          <w:tcPr>
            <w:tcW w:w="2689" w:type="dxa"/>
          </w:tcPr>
          <w:p w14:paraId="7D450866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C6029EA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F1480E" w14:paraId="31A7F19F" w14:textId="77777777" w:rsidTr="00CA2922">
        <w:tc>
          <w:tcPr>
            <w:tcW w:w="2689" w:type="dxa"/>
          </w:tcPr>
          <w:p w14:paraId="35054A48" w14:textId="77777777" w:rsidR="00F1480E" w:rsidRPr="00CC451E" w:rsidRDefault="00F1480E" w:rsidP="00CC451E">
            <w:pPr>
              <w:pStyle w:val="SIText"/>
            </w:pPr>
            <w:r w:rsidRPr="00CC451E">
              <w:t>Release</w:t>
            </w:r>
            <w:r w:rsidR="00337E82" w:rsidRPr="00CC451E">
              <w:t xml:space="preserve"> 1</w:t>
            </w:r>
          </w:p>
        </w:tc>
        <w:tc>
          <w:tcPr>
            <w:tcW w:w="6939" w:type="dxa"/>
          </w:tcPr>
          <w:p w14:paraId="26FF77E9" w14:textId="77777777" w:rsidR="00F1480E" w:rsidRPr="00CC451E" w:rsidRDefault="00F1480E" w:rsidP="00CC451E">
            <w:pPr>
              <w:pStyle w:val="SIText"/>
            </w:pPr>
            <w:r w:rsidRPr="00CC451E">
              <w:t xml:space="preserve">This version released with </w:t>
            </w:r>
            <w:r w:rsidR="00A33478">
              <w:t>FWP</w:t>
            </w:r>
            <w:r w:rsidR="00337E82" w:rsidRPr="00CC451E">
              <w:t xml:space="preserve"> </w:t>
            </w:r>
            <w:r w:rsidR="00387DBB" w:rsidRPr="00387DBB">
              <w:t xml:space="preserve">Forest and Wood Products Training Package </w:t>
            </w:r>
            <w:r w:rsidRPr="00CC451E">
              <w:t xml:space="preserve">Version </w:t>
            </w:r>
            <w:r w:rsidR="00A33478">
              <w:t>6</w:t>
            </w:r>
            <w:r w:rsidR="00337E82" w:rsidRPr="00CC451E">
              <w:t>.0</w:t>
            </w:r>
            <w:r w:rsidRPr="00CC451E">
              <w:t>.</w:t>
            </w:r>
          </w:p>
        </w:tc>
      </w:tr>
    </w:tbl>
    <w:p w14:paraId="12ED41A6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58B23AB" w14:textId="77777777" w:rsidTr="000D7BE6">
        <w:tc>
          <w:tcPr>
            <w:tcW w:w="1396" w:type="pct"/>
            <w:shd w:val="clear" w:color="auto" w:fill="auto"/>
          </w:tcPr>
          <w:p w14:paraId="32FC2B76" w14:textId="00F12091" w:rsidR="00F1480E" w:rsidRPr="00923720" w:rsidRDefault="00A33478" w:rsidP="00923720">
            <w:pPr>
              <w:pStyle w:val="SIQUALCODE"/>
            </w:pPr>
            <w:r>
              <w:t>FWP</w:t>
            </w:r>
            <w:r w:rsidR="003501ED">
              <w:t>4</w:t>
            </w:r>
            <w:r w:rsidR="00AC3703">
              <w:t>04</w:t>
            </w:r>
            <w:r w:rsidR="001956B2">
              <w:t>20</w:t>
            </w:r>
          </w:p>
        </w:tc>
        <w:tc>
          <w:tcPr>
            <w:tcW w:w="3604" w:type="pct"/>
            <w:shd w:val="clear" w:color="auto" w:fill="auto"/>
          </w:tcPr>
          <w:p w14:paraId="0F1C2383" w14:textId="77777777" w:rsidR="00F1480E" w:rsidRPr="00923720" w:rsidRDefault="002950A3" w:rsidP="00A772D9">
            <w:pPr>
              <w:pStyle w:val="SIQUALtitle"/>
            </w:pPr>
            <w:r>
              <w:t>Certificate I</w:t>
            </w:r>
            <w:r w:rsidR="003501ED">
              <w:t>V</w:t>
            </w:r>
            <w:r>
              <w:t xml:space="preserve"> in Timber </w:t>
            </w:r>
            <w:r w:rsidRPr="002950A3">
              <w:t>Systems Design</w:t>
            </w:r>
          </w:p>
        </w:tc>
      </w:tr>
      <w:tr w:rsidR="00A772D9" w:rsidRPr="00963A46" w14:paraId="1C2B93C0" w14:textId="77777777" w:rsidTr="000D7BE6">
        <w:tc>
          <w:tcPr>
            <w:tcW w:w="5000" w:type="pct"/>
            <w:gridSpan w:val="2"/>
            <w:shd w:val="clear" w:color="auto" w:fill="auto"/>
          </w:tcPr>
          <w:p w14:paraId="05E4311D" w14:textId="77777777" w:rsidR="00A772D9" w:rsidRPr="00F07C48" w:rsidRDefault="00A772D9" w:rsidP="00F07C48">
            <w:pPr>
              <w:pStyle w:val="SITextHeading2"/>
            </w:pPr>
            <w:r w:rsidRPr="00F07C48">
              <w:t>Qualification Description</w:t>
            </w:r>
          </w:p>
          <w:p w14:paraId="10817695" w14:textId="14E47279" w:rsidR="0084704B" w:rsidRPr="00911909" w:rsidRDefault="0084704B" w:rsidP="0084704B">
            <w:pPr>
              <w:pStyle w:val="SIText"/>
            </w:pPr>
            <w:r w:rsidRPr="00911909">
              <w:t>This qualification reflects the role of people who work as timber systems designers</w:t>
            </w:r>
            <w:r>
              <w:t>, estimators or detailers</w:t>
            </w:r>
            <w:r w:rsidRPr="00911909">
              <w:t xml:space="preserve"> </w:t>
            </w:r>
            <w:r w:rsidRPr="0084704B">
              <w:rPr>
                <w:rStyle w:val="CommentReference"/>
                <w:rFonts w:eastAsiaTheme="minorHAnsi"/>
              </w:rPr>
              <w:t/>
            </w:r>
            <w:r w:rsidRPr="00911909">
              <w:t xml:space="preserve">in the timber truss and frame industry. </w:t>
            </w:r>
            <w:r>
              <w:t>In these roles they are</w:t>
            </w:r>
            <w:r w:rsidRPr="00911909">
              <w:t xml:space="preserve"> required to read architectural plans to calculate material quantities and costs, and produce building code compliant timber system wall and/or truss f</w:t>
            </w:r>
            <w:r>
              <w:t>abrication plans and documents.</w:t>
            </w:r>
          </w:p>
          <w:p w14:paraId="37E3756F" w14:textId="77777777" w:rsidR="00161239" w:rsidRDefault="00161239" w:rsidP="00161239">
            <w:pPr>
              <w:pStyle w:val="SIBulletList1"/>
              <w:numPr>
                <w:ilvl w:val="0"/>
                <w:numId w:val="0"/>
              </w:numPr>
            </w:pPr>
          </w:p>
          <w:p w14:paraId="2C1CEABC" w14:textId="77777777" w:rsidR="00161239" w:rsidRPr="00161239" w:rsidRDefault="00161239" w:rsidP="00161239">
            <w:pPr>
              <w:pStyle w:val="SIText"/>
            </w:pPr>
            <w:r w:rsidRPr="00161239">
              <w:rPr>
                <w:rStyle w:val="SITemporarytext-green"/>
                <w:rFonts w:eastAsiaTheme="minorHAnsi"/>
                <w:color w:val="auto"/>
                <w:sz w:val="20"/>
              </w:rPr>
              <w:t>No licensing, legislative or certification requirements apply to this qualification at the time of publication.</w:t>
            </w:r>
          </w:p>
          <w:p w14:paraId="6C65E5BE" w14:textId="77777777" w:rsidR="00A772D9" w:rsidRPr="00856837" w:rsidRDefault="00A772D9" w:rsidP="001956B2">
            <w:pPr>
              <w:pStyle w:val="SIText"/>
              <w:rPr>
                <w:color w:val="000000" w:themeColor="text1"/>
              </w:rPr>
            </w:pPr>
          </w:p>
        </w:tc>
      </w:tr>
      <w:tr w:rsidR="00A772D9" w:rsidRPr="00963A46" w14:paraId="16AB4BCC" w14:textId="77777777" w:rsidTr="000D7BE6">
        <w:trPr>
          <w:trHeight w:val="1232"/>
        </w:trPr>
        <w:tc>
          <w:tcPr>
            <w:tcW w:w="5000" w:type="pct"/>
            <w:gridSpan w:val="2"/>
            <w:shd w:val="clear" w:color="auto" w:fill="auto"/>
          </w:tcPr>
          <w:p w14:paraId="4ECFEB9D" w14:textId="77777777" w:rsidR="00A772D9" w:rsidRDefault="00A772D9" w:rsidP="00856837">
            <w:pPr>
              <w:pStyle w:val="SITextHeading2"/>
            </w:pPr>
            <w:r>
              <w:t>Entry R</w:t>
            </w:r>
            <w:r w:rsidRPr="00940100">
              <w:t>equirements</w:t>
            </w:r>
          </w:p>
          <w:p w14:paraId="198ECF16" w14:textId="77777777" w:rsidR="001F28F9" w:rsidRPr="008908DE" w:rsidRDefault="00856837" w:rsidP="002950A3">
            <w:pPr>
              <w:pStyle w:val="SIText"/>
            </w:pPr>
            <w:r w:rsidRPr="0028003F">
              <w:t>There are no</w:t>
            </w:r>
            <w:r w:rsidR="0028003F">
              <w:t xml:space="preserve"> </w:t>
            </w:r>
            <w:r w:rsidRPr="00502C52">
              <w:t>entry requir</w:t>
            </w:r>
            <w:r w:rsidR="004B2A2B" w:rsidRPr="00502C52">
              <w:t>ements for this qualification.</w:t>
            </w:r>
          </w:p>
        </w:tc>
      </w:tr>
      <w:tr w:rsidR="001C0FE9" w:rsidRPr="00963A46" w14:paraId="59146CFA" w14:textId="77777777" w:rsidTr="000D7BE6">
        <w:trPr>
          <w:trHeight w:val="1232"/>
        </w:trPr>
        <w:tc>
          <w:tcPr>
            <w:tcW w:w="5000" w:type="pct"/>
            <w:gridSpan w:val="2"/>
            <w:shd w:val="clear" w:color="auto" w:fill="auto"/>
          </w:tcPr>
          <w:p w14:paraId="44878B8E" w14:textId="77777777" w:rsidR="001C0FE9" w:rsidRPr="001C0FE9" w:rsidRDefault="001C0FE9" w:rsidP="001C0FE9">
            <w:pPr>
              <w:pStyle w:val="SITextHeading2"/>
            </w:pPr>
            <w:r w:rsidRPr="001C0FE9">
              <w:t>Packaging Rules</w:t>
            </w:r>
          </w:p>
          <w:p w14:paraId="1F019424" w14:textId="77777777" w:rsidR="001C0FE9" w:rsidRPr="001C0FE9" w:rsidRDefault="001C0FE9" w:rsidP="001C0FE9">
            <w:pPr>
              <w:pStyle w:val="SIText"/>
            </w:pPr>
            <w:r w:rsidRPr="001C0FE9">
              <w:t xml:space="preserve">To achieve this qualification, competency must be demonstrated in: </w:t>
            </w:r>
          </w:p>
          <w:p w14:paraId="1A9CDC7B" w14:textId="765AC358" w:rsidR="001C0FE9" w:rsidRPr="001C0FE9" w:rsidRDefault="001C0FE9" w:rsidP="001C0FE9">
            <w:pPr>
              <w:pStyle w:val="SIBulletList1"/>
            </w:pPr>
            <w:r w:rsidRPr="001C0FE9">
              <w:t>1</w:t>
            </w:r>
            <w:r w:rsidR="00BC359D">
              <w:t>5</w:t>
            </w:r>
            <w:r w:rsidRPr="001C0FE9">
              <w:t xml:space="preserve"> units of competency:</w:t>
            </w:r>
          </w:p>
          <w:p w14:paraId="0EC32564" w14:textId="46D6815B" w:rsidR="001C0FE9" w:rsidRPr="001C0FE9" w:rsidRDefault="00A87899" w:rsidP="00A87899">
            <w:pPr>
              <w:pStyle w:val="SIBulletList2"/>
            </w:pPr>
            <w:r>
              <w:t>6 c</w:t>
            </w:r>
            <w:r w:rsidR="001C0FE9" w:rsidRPr="001C0FE9">
              <w:t>ore units plus</w:t>
            </w:r>
          </w:p>
          <w:p w14:paraId="6F7E2479" w14:textId="2E2D60CB" w:rsidR="001C0FE9" w:rsidRPr="001C0FE9" w:rsidRDefault="00A87899" w:rsidP="001C0FE9">
            <w:pPr>
              <w:pStyle w:val="SIBulletList2"/>
            </w:pPr>
            <w:r>
              <w:t>9</w:t>
            </w:r>
            <w:r w:rsidR="001C0FE9" w:rsidRPr="001C0FE9">
              <w:t xml:space="preserve"> elective units.</w:t>
            </w:r>
          </w:p>
          <w:p w14:paraId="554A2A2B" w14:textId="77777777" w:rsidR="001C0FE9" w:rsidRPr="001C0FE9" w:rsidRDefault="001C0FE9" w:rsidP="001C0FE9">
            <w:pPr>
              <w:pStyle w:val="SIText"/>
            </w:pPr>
          </w:p>
          <w:p w14:paraId="1940A956" w14:textId="77777777" w:rsidR="001C0FE9" w:rsidRPr="008B6A19" w:rsidRDefault="001C0FE9" w:rsidP="008B6A19">
            <w:pPr>
              <w:pStyle w:val="SIText"/>
            </w:pPr>
            <w:r w:rsidRPr="001C0FE9">
              <w:t>Elective units must ensure the integrity of the qualification’s Australian Qualification Framework (AQF) alignment and contribute to a valid, industry-supported vocational outcome. The electives are to be chosen as follows:</w:t>
            </w:r>
          </w:p>
          <w:p w14:paraId="60AD096E" w14:textId="267FAC9A" w:rsidR="001C0FE9" w:rsidRPr="008B6A19" w:rsidRDefault="001C0FE9" w:rsidP="008B6A19">
            <w:pPr>
              <w:pStyle w:val="SIBulletList1"/>
              <w:rPr>
                <w:rStyle w:val="SITemporarytext-green"/>
                <w:rFonts w:eastAsiaTheme="majorEastAsia"/>
                <w:color w:val="auto"/>
                <w:sz w:val="20"/>
              </w:rPr>
            </w:pPr>
            <w:r w:rsidRPr="008B6A19">
              <w:rPr>
                <w:rStyle w:val="SITemporarytext-green"/>
                <w:rFonts w:eastAsiaTheme="majorEastAsia"/>
                <w:color w:val="auto"/>
                <w:sz w:val="20"/>
              </w:rPr>
              <w:t xml:space="preserve">at least </w:t>
            </w:r>
            <w:r w:rsidR="008B6A19" w:rsidRPr="008B6A19">
              <w:rPr>
                <w:rStyle w:val="SITemporarytext-green"/>
                <w:rFonts w:eastAsiaTheme="majorEastAsia"/>
                <w:color w:val="auto"/>
                <w:sz w:val="20"/>
              </w:rPr>
              <w:t>five</w:t>
            </w:r>
            <w:r w:rsidRPr="008B6A19">
              <w:rPr>
                <w:rStyle w:val="SITemporarytext-green"/>
                <w:rFonts w:eastAsiaTheme="majorEastAsia"/>
                <w:color w:val="auto"/>
                <w:sz w:val="20"/>
              </w:rPr>
              <w:t xml:space="preserve"> units </w:t>
            </w:r>
            <w:r w:rsidR="008B6A19" w:rsidRPr="008B6A19">
              <w:rPr>
                <w:rStyle w:val="SITemporarytext-green"/>
                <w:rFonts w:eastAsiaTheme="majorEastAsia"/>
                <w:color w:val="auto"/>
                <w:sz w:val="20"/>
              </w:rPr>
              <w:t xml:space="preserve">must be selected </w:t>
            </w:r>
            <w:r w:rsidRPr="008B6A19">
              <w:rPr>
                <w:rStyle w:val="SITemporarytext-green"/>
                <w:rFonts w:eastAsiaTheme="majorEastAsia"/>
                <w:color w:val="auto"/>
                <w:sz w:val="20"/>
              </w:rPr>
              <w:t xml:space="preserve">from </w:t>
            </w:r>
            <w:r w:rsidR="003501ED" w:rsidRPr="008B6A19">
              <w:rPr>
                <w:rStyle w:val="SITemporarytext-green"/>
                <w:rFonts w:eastAsiaTheme="majorEastAsia"/>
                <w:color w:val="auto"/>
                <w:sz w:val="20"/>
              </w:rPr>
              <w:t>Group A</w:t>
            </w:r>
          </w:p>
          <w:p w14:paraId="2E1ABA56" w14:textId="38FB33B5" w:rsidR="001C0FE9" w:rsidRPr="00C17F58" w:rsidRDefault="0084704B" w:rsidP="008B6A19">
            <w:pPr>
              <w:pStyle w:val="SIBulletList1"/>
              <w:rPr>
                <w:rStyle w:val="SITemporarytext-green"/>
                <w:color w:val="auto"/>
                <w:sz w:val="20"/>
              </w:rPr>
            </w:pPr>
            <w:r w:rsidRPr="008B6A19">
              <w:rPr>
                <w:rStyle w:val="SITemporarytext-green"/>
                <w:rFonts w:eastAsiaTheme="majorEastAsia"/>
                <w:color w:val="auto"/>
                <w:sz w:val="20"/>
              </w:rPr>
              <w:t xml:space="preserve">remaining elective units may be selected from Group A or </w:t>
            </w:r>
            <w:r w:rsidR="001D0DD1" w:rsidRPr="008B6A19">
              <w:rPr>
                <w:rStyle w:val="SITemporarytext-green"/>
                <w:rFonts w:eastAsiaTheme="majorEastAsia"/>
                <w:color w:val="auto"/>
                <w:sz w:val="20"/>
              </w:rPr>
              <w:t xml:space="preserve">Group </w:t>
            </w:r>
            <w:r w:rsidR="008B6A19" w:rsidRPr="008B6A19">
              <w:rPr>
                <w:rStyle w:val="SITemporarytext-green"/>
                <w:rFonts w:eastAsiaTheme="majorEastAsia"/>
                <w:color w:val="auto"/>
                <w:sz w:val="20"/>
              </w:rPr>
              <w:t>B</w:t>
            </w:r>
            <w:r w:rsidRPr="008B6A19">
              <w:rPr>
                <w:rStyle w:val="SITemporarytext-green"/>
                <w:rFonts w:eastAsiaTheme="majorEastAsia"/>
                <w:color w:val="auto"/>
                <w:sz w:val="20"/>
              </w:rPr>
              <w:t xml:space="preserve"> and </w:t>
            </w:r>
            <w:r w:rsidR="001C0FE9" w:rsidRPr="008B6A19">
              <w:rPr>
                <w:rStyle w:val="SITemporarytext-green"/>
                <w:rFonts w:eastAsiaTheme="majorEastAsia"/>
                <w:color w:val="auto"/>
                <w:sz w:val="20"/>
              </w:rPr>
              <w:t xml:space="preserve">up to </w:t>
            </w:r>
            <w:r w:rsidR="00F67C54" w:rsidRPr="008B6A19">
              <w:rPr>
                <w:rStyle w:val="SITemporarytext-green"/>
                <w:rFonts w:eastAsiaTheme="majorEastAsia"/>
                <w:color w:val="auto"/>
                <w:sz w:val="20"/>
              </w:rPr>
              <w:t>two</w:t>
            </w:r>
            <w:r w:rsidR="001C0FE9" w:rsidRPr="008B6A19">
              <w:rPr>
                <w:rStyle w:val="SITemporarytext-green"/>
                <w:rFonts w:eastAsiaTheme="majorEastAsia"/>
                <w:color w:val="auto"/>
                <w:sz w:val="20"/>
              </w:rPr>
              <w:t xml:space="preserve"> units </w:t>
            </w:r>
            <w:r w:rsidRPr="008B6A19">
              <w:rPr>
                <w:rStyle w:val="SITemporarytext-green"/>
                <w:rFonts w:eastAsiaTheme="majorEastAsia"/>
                <w:color w:val="auto"/>
                <w:sz w:val="20"/>
              </w:rPr>
              <w:t xml:space="preserve">may be selected </w:t>
            </w:r>
            <w:r w:rsidR="001C0FE9" w:rsidRPr="008B6A19">
              <w:rPr>
                <w:rStyle w:val="SITemporarytext-green"/>
                <w:rFonts w:eastAsiaTheme="majorEastAsia"/>
                <w:color w:val="auto"/>
                <w:sz w:val="20"/>
              </w:rPr>
              <w:t>from any currently endorsed Training Package or accredited course.</w:t>
            </w:r>
          </w:p>
          <w:p w14:paraId="17FB6A1E" w14:textId="77777777" w:rsidR="00C17F58" w:rsidRPr="008B6A19" w:rsidRDefault="00C17F58" w:rsidP="00C17F58">
            <w:pPr>
              <w:pStyle w:val="SIBulletList1"/>
              <w:numPr>
                <w:ilvl w:val="0"/>
                <w:numId w:val="0"/>
              </w:numPr>
              <w:ind w:left="357"/>
            </w:pPr>
            <w:bookmarkStart w:id="0" w:name="_GoBack"/>
            <w:bookmarkEnd w:id="0"/>
          </w:p>
          <w:p w14:paraId="526B3B4D" w14:textId="77777777" w:rsidR="001C0FE9" w:rsidRPr="001C0FE9" w:rsidRDefault="001C0FE9" w:rsidP="001C0FE9">
            <w:pPr>
              <w:pStyle w:val="SITextHeading2"/>
            </w:pPr>
            <w:r w:rsidRPr="001C0FE9">
              <w:t>Core Units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6901"/>
            </w:tblGrid>
            <w:tr w:rsidR="000B502D" w:rsidRPr="003501ED" w14:paraId="4EEF8F7B" w14:textId="77777777" w:rsidTr="00C94CA5">
              <w:tc>
                <w:tcPr>
                  <w:tcW w:w="1718" w:type="dxa"/>
                </w:tcPr>
                <w:p w14:paraId="52E1E1E8" w14:textId="65C94E5F" w:rsidR="000B502D" w:rsidRPr="000B502D" w:rsidRDefault="000B502D" w:rsidP="000B502D">
                  <w:pPr>
                    <w:pStyle w:val="SIText"/>
                  </w:pPr>
                  <w:r w:rsidRPr="003501ED">
                    <w:t>CPPCMN4008</w:t>
                  </w:r>
                </w:p>
              </w:tc>
              <w:tc>
                <w:tcPr>
                  <w:tcW w:w="6901" w:type="dxa"/>
                </w:tcPr>
                <w:p w14:paraId="06C85849" w14:textId="77777777" w:rsidR="000B502D" w:rsidRPr="000B502D" w:rsidRDefault="000B502D" w:rsidP="000B502D">
                  <w:pPr>
                    <w:pStyle w:val="SIText"/>
                  </w:pPr>
                  <w:r w:rsidRPr="003501ED">
                    <w:t>Read plans, drawings and specifications for residential buildings</w:t>
                  </w:r>
                </w:p>
              </w:tc>
            </w:tr>
            <w:tr w:rsidR="000B502D" w:rsidRPr="003501ED" w14:paraId="731F2DB7" w14:textId="77777777" w:rsidTr="00C94CA5">
              <w:tc>
                <w:tcPr>
                  <w:tcW w:w="1718" w:type="dxa"/>
                </w:tcPr>
                <w:p w14:paraId="57604CE8" w14:textId="419DD65D" w:rsidR="000B502D" w:rsidRPr="000B502D" w:rsidRDefault="000B502D" w:rsidP="000B502D">
                  <w:pPr>
                    <w:pStyle w:val="SIText"/>
                  </w:pPr>
                  <w:r>
                    <w:t>BSBXTW301</w:t>
                  </w:r>
                </w:p>
              </w:tc>
              <w:tc>
                <w:tcPr>
                  <w:tcW w:w="6901" w:type="dxa"/>
                </w:tcPr>
                <w:p w14:paraId="2473375A" w14:textId="71556160" w:rsidR="000B502D" w:rsidRPr="000B502D" w:rsidRDefault="000B502D" w:rsidP="000B502D">
                  <w:pPr>
                    <w:pStyle w:val="SIText"/>
                  </w:pPr>
                  <w:r>
                    <w:t>Work in a team</w:t>
                  </w:r>
                </w:p>
              </w:tc>
            </w:tr>
            <w:tr w:rsidR="000B502D" w:rsidRPr="003501ED" w14:paraId="766DDF4C" w14:textId="77777777" w:rsidTr="00C94CA5">
              <w:tc>
                <w:tcPr>
                  <w:tcW w:w="1718" w:type="dxa"/>
                </w:tcPr>
                <w:p w14:paraId="0E29C443" w14:textId="6280CB68" w:rsidR="000B502D" w:rsidRPr="000B502D" w:rsidRDefault="000B502D" w:rsidP="000B502D">
                  <w:pPr>
                    <w:pStyle w:val="SIText"/>
                  </w:pPr>
                  <w:r w:rsidRPr="003501ED">
                    <w:t>FWP</w:t>
                  </w:r>
                  <w:r w:rsidRPr="000B502D">
                    <w:t>COT3</w:t>
                  </w:r>
                  <w:r w:rsidR="00AC3703">
                    <w:t>305</w:t>
                  </w:r>
                  <w:r w:rsidRPr="000B502D">
                    <w:t xml:space="preserve"> </w:t>
                  </w:r>
                </w:p>
              </w:tc>
              <w:tc>
                <w:tcPr>
                  <w:tcW w:w="6901" w:type="dxa"/>
                </w:tcPr>
                <w:p w14:paraId="2401DC51" w14:textId="7F4FD0E0" w:rsidR="000B502D" w:rsidRPr="000B502D" w:rsidRDefault="007E57D7" w:rsidP="000B502D">
                  <w:pPr>
                    <w:pStyle w:val="SIText"/>
                  </w:pPr>
                  <w:r>
                    <w:t>Interpret and quote from manufactured timber product plans</w:t>
                  </w:r>
                </w:p>
              </w:tc>
            </w:tr>
            <w:tr w:rsidR="000B502D" w:rsidRPr="003501ED" w14:paraId="40F91EE8" w14:textId="77777777" w:rsidTr="00C94CA5">
              <w:tc>
                <w:tcPr>
                  <w:tcW w:w="1718" w:type="dxa"/>
                </w:tcPr>
                <w:p w14:paraId="701C5893" w14:textId="49E40994" w:rsidR="000B502D" w:rsidRPr="000B502D" w:rsidRDefault="000B502D" w:rsidP="000B502D">
                  <w:pPr>
                    <w:pStyle w:val="SIText"/>
                  </w:pPr>
                  <w:r w:rsidRPr="003501ED">
                    <w:t>FWPCOT</w:t>
                  </w:r>
                  <w:r w:rsidR="00AC3703">
                    <w:t>3304</w:t>
                  </w:r>
                </w:p>
              </w:tc>
              <w:tc>
                <w:tcPr>
                  <w:tcW w:w="6901" w:type="dxa"/>
                </w:tcPr>
                <w:p w14:paraId="0A7EE3E3" w14:textId="77777777" w:rsidR="000B502D" w:rsidRPr="000B502D" w:rsidRDefault="000B502D" w:rsidP="000B502D">
                  <w:pPr>
                    <w:pStyle w:val="SIText"/>
                  </w:pPr>
                  <w:r w:rsidRPr="003501ED">
                    <w:t>Take off material quantities</w:t>
                  </w:r>
                </w:p>
              </w:tc>
            </w:tr>
            <w:tr w:rsidR="000B502D" w:rsidRPr="003501ED" w14:paraId="028F62EB" w14:textId="77777777" w:rsidTr="00C94CA5">
              <w:tc>
                <w:tcPr>
                  <w:tcW w:w="1718" w:type="dxa"/>
                </w:tcPr>
                <w:p w14:paraId="302380E6" w14:textId="38746138" w:rsidR="000B502D" w:rsidRPr="00AC3703" w:rsidRDefault="000B502D" w:rsidP="00AC3703">
                  <w:pPr>
                    <w:pStyle w:val="SIText"/>
                  </w:pPr>
                  <w:r w:rsidRPr="00AC3703">
                    <w:rPr>
                      <w:rStyle w:val="Hyperlink"/>
                      <w:rFonts w:eastAsiaTheme="majorEastAsia"/>
                      <w:color w:val="auto"/>
                      <w:u w:val="none"/>
                    </w:rPr>
                    <w:t>FWP</w:t>
                  </w:r>
                  <w:r w:rsidR="00AC3703" w:rsidRPr="00AC3703">
                    <w:rPr>
                      <w:rStyle w:val="Hyperlink"/>
                      <w:rFonts w:eastAsiaTheme="majorEastAsia"/>
                      <w:color w:val="auto"/>
                      <w:u w:val="none"/>
                    </w:rPr>
                    <w:t>TMM3215</w:t>
                  </w:r>
                </w:p>
              </w:tc>
              <w:tc>
                <w:tcPr>
                  <w:tcW w:w="6901" w:type="dxa"/>
                </w:tcPr>
                <w:p w14:paraId="5D14D07E" w14:textId="5CB1F0C6" w:rsidR="000B502D" w:rsidRPr="007E57D7" w:rsidRDefault="000B502D" w:rsidP="007E57D7">
                  <w:pPr>
                    <w:pStyle w:val="SIText"/>
                  </w:pPr>
                  <w:r w:rsidRPr="007E57D7">
                    <w:rPr>
                      <w:rStyle w:val="Hyperlink"/>
                      <w:rFonts w:eastAsiaTheme="majorEastAsia"/>
                      <w:color w:val="auto"/>
                      <w:u w:val="none"/>
                    </w:rPr>
                    <w:t xml:space="preserve">Work effectively in the timber systems design industry </w:t>
                  </w:r>
                </w:p>
              </w:tc>
            </w:tr>
            <w:tr w:rsidR="000B502D" w:rsidRPr="003501ED" w14:paraId="7521D24C" w14:textId="77777777" w:rsidTr="00C94CA5">
              <w:tc>
                <w:tcPr>
                  <w:tcW w:w="1718" w:type="dxa"/>
                </w:tcPr>
                <w:p w14:paraId="1F7B9C65" w14:textId="4FC702F7" w:rsidR="000B502D" w:rsidRPr="00AC3703" w:rsidRDefault="000B502D" w:rsidP="00AC3703">
                  <w:pPr>
                    <w:pStyle w:val="SIText"/>
                    <w:rPr>
                      <w:rStyle w:val="Hyperlink"/>
                      <w:rFonts w:eastAsiaTheme="majorEastAsia"/>
                      <w:color w:val="auto"/>
                      <w:u w:val="none"/>
                    </w:rPr>
                  </w:pPr>
                  <w:r w:rsidRPr="00AC3703">
                    <w:rPr>
                      <w:rStyle w:val="Hyperlink"/>
                      <w:rFonts w:eastAsiaTheme="majorEastAsia"/>
                      <w:color w:val="auto"/>
                      <w:u w:val="none"/>
                    </w:rPr>
                    <w:t>FWPCOT3</w:t>
                  </w:r>
                  <w:r w:rsidR="00AC3703" w:rsidRPr="00AC3703">
                    <w:rPr>
                      <w:rStyle w:val="Hyperlink"/>
                      <w:rFonts w:eastAsiaTheme="majorEastAsia"/>
                      <w:color w:val="auto"/>
                      <w:u w:val="none"/>
                    </w:rPr>
                    <w:t>303</w:t>
                  </w:r>
                </w:p>
              </w:tc>
              <w:tc>
                <w:tcPr>
                  <w:tcW w:w="6901" w:type="dxa"/>
                </w:tcPr>
                <w:p w14:paraId="642B8889" w14:textId="07BD1F6A" w:rsidR="000B502D" w:rsidRPr="007E57D7" w:rsidRDefault="000B502D" w:rsidP="007E57D7">
                  <w:pPr>
                    <w:pStyle w:val="SIText"/>
                    <w:rPr>
                      <w:rStyle w:val="Hyperlink"/>
                      <w:rFonts w:eastAsiaTheme="majorEastAsia"/>
                      <w:color w:val="auto"/>
                      <w:u w:val="none"/>
                    </w:rPr>
                  </w:pPr>
                  <w:r w:rsidRPr="007E57D7">
                    <w:rPr>
                      <w:rStyle w:val="Hyperlink"/>
                      <w:rFonts w:eastAsiaTheme="majorEastAsia"/>
                      <w:color w:val="auto"/>
                      <w:u w:val="none"/>
                    </w:rPr>
                    <w:t>Prepare sketches and drawings</w:t>
                  </w:r>
                </w:p>
              </w:tc>
            </w:tr>
          </w:tbl>
          <w:p w14:paraId="51D28F7C" w14:textId="77777777" w:rsidR="001C0FE9" w:rsidRPr="001C0FE9" w:rsidRDefault="001C0FE9" w:rsidP="001C0FE9"/>
          <w:p w14:paraId="15D77825" w14:textId="77777777" w:rsidR="001C0FE9" w:rsidRPr="001C0FE9" w:rsidRDefault="001C0FE9" w:rsidP="001C0FE9">
            <w:pPr>
              <w:pStyle w:val="SITextHeading2"/>
            </w:pPr>
            <w:r w:rsidRPr="001C0FE9">
              <w:t>Elective Units</w:t>
            </w:r>
          </w:p>
          <w:p w14:paraId="0628E3BC" w14:textId="639FFE3D" w:rsidR="001C0FE9" w:rsidRPr="001C0FE9" w:rsidRDefault="001C0FE9" w:rsidP="001C0FE9">
            <w:pPr>
              <w:pStyle w:val="SIText-Bold"/>
            </w:pPr>
            <w:r w:rsidRPr="001C0FE9">
              <w:t>Group A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6991"/>
            </w:tblGrid>
            <w:tr w:rsidR="00072C50" w:rsidRPr="00E51D8B" w14:paraId="283DD49A" w14:textId="77777777" w:rsidTr="00C94CA5">
              <w:tc>
                <w:tcPr>
                  <w:tcW w:w="1718" w:type="dxa"/>
                </w:tcPr>
                <w:p w14:paraId="0C5442A5" w14:textId="427FB7E8" w:rsidR="00072C50" w:rsidRPr="00561A21" w:rsidRDefault="00072C50" w:rsidP="0018200B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561A21">
                    <w:rPr>
                      <w:rStyle w:val="SITemporarytext-green"/>
                      <w:color w:val="auto"/>
                      <w:sz w:val="20"/>
                    </w:rPr>
                    <w:t>FWPCOT3219</w:t>
                  </w:r>
                </w:p>
              </w:tc>
              <w:tc>
                <w:tcPr>
                  <w:tcW w:w="6991" w:type="dxa"/>
                </w:tcPr>
                <w:p w14:paraId="178D713C" w14:textId="38BF07F6" w:rsidR="00072C50" w:rsidRPr="00561A21" w:rsidRDefault="00072C50" w:rsidP="0018200B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561A21">
                    <w:rPr>
                      <w:rStyle w:val="SITemporarytext-green"/>
                      <w:color w:val="auto"/>
                      <w:sz w:val="20"/>
                    </w:rPr>
                    <w:t>Produce standard truss or frame plans and details using computers</w:t>
                  </w:r>
                </w:p>
              </w:tc>
            </w:tr>
            <w:tr w:rsidR="00072C50" w:rsidRPr="00E51D8B" w14:paraId="388B98DD" w14:textId="77777777" w:rsidTr="00C94CA5">
              <w:tc>
                <w:tcPr>
                  <w:tcW w:w="1718" w:type="dxa"/>
                </w:tcPr>
                <w:p w14:paraId="69B550ED" w14:textId="77777777" w:rsidR="00072C50" w:rsidRPr="00561A21" w:rsidRDefault="00072C50" w:rsidP="0018200B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561A21">
                    <w:rPr>
                      <w:rStyle w:val="SITemporarytext-green"/>
                      <w:color w:val="auto"/>
                      <w:sz w:val="20"/>
                    </w:rPr>
                    <w:t>FWPCOT4201</w:t>
                  </w:r>
                </w:p>
              </w:tc>
              <w:tc>
                <w:tcPr>
                  <w:tcW w:w="6991" w:type="dxa"/>
                </w:tcPr>
                <w:p w14:paraId="6BEE85B0" w14:textId="77777777" w:rsidR="00072C50" w:rsidRPr="00561A21" w:rsidRDefault="00072C50" w:rsidP="0018200B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561A21">
                    <w:rPr>
                      <w:rStyle w:val="SITemporarytext-green"/>
                      <w:color w:val="auto"/>
                      <w:sz w:val="20"/>
                    </w:rPr>
                    <w:t>Produce complex truss and frame plans and details using computers</w:t>
                  </w:r>
                </w:p>
              </w:tc>
            </w:tr>
            <w:tr w:rsidR="00072C50" w:rsidRPr="00E51D8B" w14:paraId="73DA980A" w14:textId="77777777" w:rsidTr="00C94CA5">
              <w:tc>
                <w:tcPr>
                  <w:tcW w:w="1718" w:type="dxa"/>
                  <w:vAlign w:val="center"/>
                </w:tcPr>
                <w:p w14:paraId="6A4DB66D" w14:textId="7E5062ED" w:rsidR="00072C50" w:rsidRPr="00072C50" w:rsidRDefault="00072C50" w:rsidP="00072C50">
                  <w:pPr>
                    <w:pStyle w:val="SIText"/>
                  </w:pPr>
                  <w:r>
                    <w:t>FWPTMM4</w:t>
                  </w:r>
                  <w:r w:rsidRPr="00072C50">
                    <w:t>211</w:t>
                  </w:r>
                </w:p>
              </w:tc>
              <w:tc>
                <w:tcPr>
                  <w:tcW w:w="6991" w:type="dxa"/>
                </w:tcPr>
                <w:p w14:paraId="0599AEFB" w14:textId="5C008943" w:rsidR="00072C50" w:rsidRPr="00072C50" w:rsidRDefault="00072C50" w:rsidP="00072C50">
                  <w:pPr>
                    <w:pStyle w:val="SIText"/>
                  </w:pPr>
                  <w:r w:rsidRPr="007E57D7">
                    <w:t xml:space="preserve">Interpret details of timber wall frames to inform design of plans and </w:t>
                  </w:r>
                  <w:r w:rsidRPr="00072C50">
                    <w:t>production documents</w:t>
                  </w:r>
                </w:p>
              </w:tc>
            </w:tr>
            <w:tr w:rsidR="00072C50" w:rsidRPr="00E51D8B" w14:paraId="01A5466A" w14:textId="77777777" w:rsidTr="00C94CA5">
              <w:tc>
                <w:tcPr>
                  <w:tcW w:w="1718" w:type="dxa"/>
                  <w:vAlign w:val="center"/>
                </w:tcPr>
                <w:p w14:paraId="01DA3F10" w14:textId="285B0752" w:rsidR="00072C50" w:rsidRPr="00072C50" w:rsidRDefault="00072C50" w:rsidP="00072C50">
                  <w:pPr>
                    <w:pStyle w:val="SIText"/>
                  </w:pPr>
                  <w:r>
                    <w:t>FWPTMM4</w:t>
                  </w:r>
                  <w:r w:rsidRPr="00072C50">
                    <w:t>209</w:t>
                  </w:r>
                </w:p>
              </w:tc>
              <w:tc>
                <w:tcPr>
                  <w:tcW w:w="6991" w:type="dxa"/>
                </w:tcPr>
                <w:p w14:paraId="46ECB33F" w14:textId="1B9EC1FC" w:rsidR="00072C50" w:rsidRPr="00072C50" w:rsidRDefault="00072C50" w:rsidP="00072C50">
                  <w:pPr>
                    <w:pStyle w:val="SIText"/>
                  </w:pPr>
                  <w:r w:rsidRPr="007E57D7">
                    <w:t>Interpret details of timber roof trusses to inform design of plans and production documents</w:t>
                  </w:r>
                </w:p>
              </w:tc>
            </w:tr>
            <w:tr w:rsidR="00072C50" w:rsidRPr="00E51D8B" w14:paraId="5799FFBB" w14:textId="77777777" w:rsidTr="008D0416">
              <w:tc>
                <w:tcPr>
                  <w:tcW w:w="1718" w:type="dxa"/>
                  <w:vAlign w:val="center"/>
                </w:tcPr>
                <w:p w14:paraId="288BE115" w14:textId="04DA28FC" w:rsidR="00072C50" w:rsidRPr="00072C50" w:rsidRDefault="00072C50" w:rsidP="00072C50">
                  <w:pPr>
                    <w:pStyle w:val="SIText"/>
                  </w:pPr>
                  <w:r>
                    <w:t>FWPTMM4</w:t>
                  </w:r>
                  <w:r w:rsidRPr="00072C50">
                    <w:t>210</w:t>
                  </w:r>
                </w:p>
              </w:tc>
              <w:tc>
                <w:tcPr>
                  <w:tcW w:w="6991" w:type="dxa"/>
                </w:tcPr>
                <w:p w14:paraId="345FBB1C" w14:textId="7E1A90CD" w:rsidR="00072C50" w:rsidRPr="00072C50" w:rsidRDefault="00072C50" w:rsidP="00072C50">
                  <w:pPr>
                    <w:pStyle w:val="SIText"/>
                  </w:pPr>
                  <w:r w:rsidRPr="007E57D7">
                    <w:t>Interpret details of timber floor systems to inform design of plans and production documents</w:t>
                  </w:r>
                </w:p>
              </w:tc>
            </w:tr>
            <w:tr w:rsidR="00072C50" w:rsidRPr="00E51D8B" w14:paraId="2F8A376F" w14:textId="77777777" w:rsidTr="008D0416">
              <w:tc>
                <w:tcPr>
                  <w:tcW w:w="1718" w:type="dxa"/>
                  <w:vAlign w:val="center"/>
                </w:tcPr>
                <w:p w14:paraId="49F48B9D" w14:textId="77777777" w:rsidR="00072C50" w:rsidRPr="00072C50" w:rsidRDefault="00072C50" w:rsidP="00072C50">
                  <w:pPr>
                    <w:pStyle w:val="SIText"/>
                  </w:pPr>
                  <w:r w:rsidRPr="00E51D8B">
                    <w:t>CPCCBC4001A</w:t>
                  </w:r>
                </w:p>
              </w:tc>
              <w:tc>
                <w:tcPr>
                  <w:tcW w:w="6991" w:type="dxa"/>
                </w:tcPr>
                <w:p w14:paraId="459CE857" w14:textId="77777777" w:rsidR="00072C50" w:rsidRPr="00072C50" w:rsidRDefault="00072C50" w:rsidP="00072C50">
                  <w:pPr>
                    <w:pStyle w:val="SIText"/>
                  </w:pPr>
                  <w:r w:rsidRPr="00E51D8B">
                    <w:t>Apply building codes and standards to the construction process for low rise building projects</w:t>
                  </w:r>
                </w:p>
              </w:tc>
            </w:tr>
            <w:tr w:rsidR="00072C50" w:rsidRPr="00E51D8B" w14:paraId="6C794544" w14:textId="77777777" w:rsidTr="008D0416">
              <w:tc>
                <w:tcPr>
                  <w:tcW w:w="1718" w:type="dxa"/>
                  <w:vAlign w:val="center"/>
                </w:tcPr>
                <w:p w14:paraId="647D7164" w14:textId="50C4B877" w:rsidR="00072C50" w:rsidRPr="00072C50" w:rsidRDefault="00072C50" w:rsidP="00072C50">
                  <w:pPr>
                    <w:pStyle w:val="SIText"/>
                  </w:pPr>
                  <w:r w:rsidRPr="00E51D8B">
                    <w:t>FWPCOT4</w:t>
                  </w:r>
                  <w:r w:rsidRPr="00072C50">
                    <w:t>209</w:t>
                  </w:r>
                </w:p>
              </w:tc>
              <w:tc>
                <w:tcPr>
                  <w:tcW w:w="6991" w:type="dxa"/>
                </w:tcPr>
                <w:p w14:paraId="3B7401E3" w14:textId="77777777" w:rsidR="00072C50" w:rsidRPr="00072C50" w:rsidRDefault="00072C50" w:rsidP="00072C50">
                  <w:pPr>
                    <w:pStyle w:val="SIText"/>
                  </w:pPr>
                  <w:r w:rsidRPr="00E51D8B">
                    <w:t>Design timber structures</w:t>
                  </w:r>
                </w:p>
              </w:tc>
            </w:tr>
          </w:tbl>
          <w:p w14:paraId="03633FD0" w14:textId="77777777" w:rsidR="001C0FE9" w:rsidRPr="001C0FE9" w:rsidRDefault="001C0FE9" w:rsidP="001C0FE9">
            <w:pPr>
              <w:pStyle w:val="SIText-Bold"/>
            </w:pPr>
            <w:r w:rsidRPr="001C0FE9">
              <w:t>Group B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6991"/>
            </w:tblGrid>
            <w:tr w:rsidR="00703A2D" w:rsidRPr="005C7EA8" w14:paraId="36C06958" w14:textId="77777777" w:rsidTr="00C94CA5">
              <w:tc>
                <w:tcPr>
                  <w:tcW w:w="1718" w:type="dxa"/>
                  <w:vAlign w:val="center"/>
                </w:tcPr>
                <w:p w14:paraId="1193B6A7" w14:textId="77777777" w:rsidR="00703A2D" w:rsidRPr="00703A2D" w:rsidRDefault="00703A2D" w:rsidP="00703A2D">
                  <w:pPr>
                    <w:pStyle w:val="SIText"/>
                  </w:pPr>
                  <w:r w:rsidRPr="00703A2D">
                    <w:t>AHCWRK509</w:t>
                  </w:r>
                </w:p>
              </w:tc>
              <w:tc>
                <w:tcPr>
                  <w:tcW w:w="6991" w:type="dxa"/>
                  <w:vAlign w:val="center"/>
                </w:tcPr>
                <w:p w14:paraId="6AD2DEF6" w14:textId="77777777" w:rsidR="00703A2D" w:rsidRPr="00703A2D" w:rsidRDefault="00703A2D" w:rsidP="00703A2D">
                  <w:pPr>
                    <w:pStyle w:val="SIText"/>
                  </w:pPr>
                  <w:r w:rsidRPr="00703A2D">
                    <w:t>Provide specialist advice to clients</w:t>
                  </w:r>
                </w:p>
              </w:tc>
            </w:tr>
            <w:tr w:rsidR="00703A2D" w:rsidRPr="005C7EA8" w14:paraId="0400A061" w14:textId="77777777" w:rsidTr="00C94CA5">
              <w:tc>
                <w:tcPr>
                  <w:tcW w:w="1718" w:type="dxa"/>
                  <w:vAlign w:val="center"/>
                </w:tcPr>
                <w:p w14:paraId="0E96370E" w14:textId="77777777" w:rsidR="00703A2D" w:rsidRPr="00703A2D" w:rsidRDefault="00703A2D" w:rsidP="00703A2D">
                  <w:pPr>
                    <w:pStyle w:val="SIText"/>
                  </w:pPr>
                  <w:r w:rsidRPr="00703A2D">
                    <w:lastRenderedPageBreak/>
                    <w:t>CPCCBC4024A</w:t>
                  </w:r>
                </w:p>
              </w:tc>
              <w:tc>
                <w:tcPr>
                  <w:tcW w:w="6991" w:type="dxa"/>
                  <w:vAlign w:val="center"/>
                </w:tcPr>
                <w:p w14:paraId="33CABEA5" w14:textId="77777777" w:rsidR="00703A2D" w:rsidRPr="00703A2D" w:rsidRDefault="00703A2D" w:rsidP="00703A2D">
                  <w:pPr>
                    <w:pStyle w:val="SIText"/>
                  </w:pPr>
                  <w:r w:rsidRPr="00703A2D">
                    <w:t>Resolve business disputes</w:t>
                  </w:r>
                </w:p>
              </w:tc>
            </w:tr>
            <w:tr w:rsidR="00703A2D" w:rsidRPr="005C7EA8" w14:paraId="24680E5A" w14:textId="77777777" w:rsidTr="00C94CA5">
              <w:tc>
                <w:tcPr>
                  <w:tcW w:w="1718" w:type="dxa"/>
                  <w:vAlign w:val="center"/>
                </w:tcPr>
                <w:p w14:paraId="271553F3" w14:textId="77777777" w:rsidR="00703A2D" w:rsidRPr="00703A2D" w:rsidRDefault="00703A2D" w:rsidP="00703A2D">
                  <w:pPr>
                    <w:pStyle w:val="SIText"/>
                  </w:pPr>
                  <w:r w:rsidRPr="00703A2D">
                    <w:t>CPPBDN5001A</w:t>
                  </w:r>
                </w:p>
              </w:tc>
              <w:tc>
                <w:tcPr>
                  <w:tcW w:w="6991" w:type="dxa"/>
                  <w:vAlign w:val="center"/>
                </w:tcPr>
                <w:p w14:paraId="78425948" w14:textId="7D7B1EA7" w:rsidR="00703A2D" w:rsidRPr="00703A2D" w:rsidRDefault="00703A2D" w:rsidP="00703A2D">
                  <w:pPr>
                    <w:pStyle w:val="SIText"/>
                  </w:pPr>
                  <w:r w:rsidRPr="00703A2D">
                    <w:t>Research construction materials and methods for small-scale residential building design</w:t>
                  </w:r>
                  <w:r w:rsidR="00B20CBB">
                    <w:t xml:space="preserve"> projects</w:t>
                  </w:r>
                </w:p>
              </w:tc>
            </w:tr>
            <w:tr w:rsidR="00703A2D" w:rsidRPr="005C7EA8" w14:paraId="4ADE752B" w14:textId="77777777" w:rsidTr="00C94CA5">
              <w:tc>
                <w:tcPr>
                  <w:tcW w:w="1718" w:type="dxa"/>
                  <w:vAlign w:val="center"/>
                </w:tcPr>
                <w:p w14:paraId="16D4F40C" w14:textId="77777777" w:rsidR="00703A2D" w:rsidRPr="00703A2D" w:rsidRDefault="00703A2D" w:rsidP="00703A2D">
                  <w:pPr>
                    <w:pStyle w:val="SIText"/>
                  </w:pPr>
                  <w:r w:rsidRPr="00703A2D">
                    <w:t>TAEDEL301</w:t>
                  </w:r>
                </w:p>
              </w:tc>
              <w:tc>
                <w:tcPr>
                  <w:tcW w:w="6991" w:type="dxa"/>
                  <w:vAlign w:val="center"/>
                </w:tcPr>
                <w:p w14:paraId="02A3396B" w14:textId="77777777" w:rsidR="00703A2D" w:rsidRPr="00703A2D" w:rsidRDefault="00703A2D" w:rsidP="00703A2D">
                  <w:pPr>
                    <w:pStyle w:val="SIText"/>
                  </w:pPr>
                  <w:r w:rsidRPr="00703A2D">
                    <w:t>Provide work skill instruction</w:t>
                  </w:r>
                </w:p>
              </w:tc>
            </w:tr>
            <w:tr w:rsidR="004F6E7C" w:rsidRPr="005C7EA8" w14:paraId="0348FB91" w14:textId="77777777" w:rsidTr="00C94CA5">
              <w:tc>
                <w:tcPr>
                  <w:tcW w:w="1718" w:type="dxa"/>
                  <w:vAlign w:val="center"/>
                </w:tcPr>
                <w:p w14:paraId="11E3E702" w14:textId="41462263" w:rsidR="004F6E7C" w:rsidRPr="00703A2D" w:rsidRDefault="004F6E7C" w:rsidP="00703A2D">
                  <w:pPr>
                    <w:pStyle w:val="SIText"/>
                  </w:pPr>
                  <w:r>
                    <w:t xml:space="preserve">MSMSUP390 </w:t>
                  </w:r>
                </w:p>
              </w:tc>
              <w:tc>
                <w:tcPr>
                  <w:tcW w:w="6991" w:type="dxa"/>
                  <w:vAlign w:val="center"/>
                </w:tcPr>
                <w:p w14:paraId="6F21EB33" w14:textId="1DD5CE27" w:rsidR="004F6E7C" w:rsidRPr="00703A2D" w:rsidRDefault="00BA0AA2" w:rsidP="00703A2D">
                  <w:pPr>
                    <w:pStyle w:val="SIText"/>
                  </w:pPr>
                  <w:r>
                    <w:t>Use structured problem-solving tools</w:t>
                  </w:r>
                </w:p>
              </w:tc>
            </w:tr>
            <w:tr w:rsidR="00BA0AA2" w:rsidRPr="005C7EA8" w14:paraId="1B24FD35" w14:textId="77777777" w:rsidTr="00C94CA5">
              <w:tc>
                <w:tcPr>
                  <w:tcW w:w="1718" w:type="dxa"/>
                  <w:vAlign w:val="center"/>
                </w:tcPr>
                <w:p w14:paraId="4E271C1C" w14:textId="01BBF292" w:rsidR="00BA0AA2" w:rsidRDefault="00BA0AA2" w:rsidP="00703A2D">
                  <w:pPr>
                    <w:pStyle w:val="SIText"/>
                  </w:pPr>
                  <w:r>
                    <w:t xml:space="preserve">TLIJ3002 </w:t>
                  </w:r>
                </w:p>
              </w:tc>
              <w:tc>
                <w:tcPr>
                  <w:tcW w:w="6991" w:type="dxa"/>
                  <w:vAlign w:val="center"/>
                </w:tcPr>
                <w:p w14:paraId="4D6E4A4B" w14:textId="76C1B87A" w:rsidR="00BA0AA2" w:rsidRDefault="00BA0AA2" w:rsidP="00703A2D">
                  <w:pPr>
                    <w:pStyle w:val="SIText"/>
                  </w:pPr>
                  <w:r>
                    <w:t>Apply quality system</w:t>
                  </w:r>
                </w:p>
              </w:tc>
            </w:tr>
            <w:tr w:rsidR="00BA0AA2" w:rsidRPr="005C7EA8" w14:paraId="79447636" w14:textId="77777777" w:rsidTr="00C94CA5">
              <w:tc>
                <w:tcPr>
                  <w:tcW w:w="1718" w:type="dxa"/>
                  <w:vAlign w:val="center"/>
                </w:tcPr>
                <w:p w14:paraId="7918198A" w14:textId="48977B66" w:rsidR="00BA0AA2" w:rsidRDefault="00BA0AA2" w:rsidP="00703A2D">
                  <w:pPr>
                    <w:pStyle w:val="SIText"/>
                  </w:pPr>
                  <w:r>
                    <w:t xml:space="preserve">BSBCUS401 </w:t>
                  </w:r>
                </w:p>
              </w:tc>
              <w:tc>
                <w:tcPr>
                  <w:tcW w:w="6991" w:type="dxa"/>
                  <w:vAlign w:val="center"/>
                </w:tcPr>
                <w:p w14:paraId="2C98B42A" w14:textId="678D0EFE" w:rsidR="00BA0AA2" w:rsidRDefault="00BA0AA2" w:rsidP="00703A2D">
                  <w:pPr>
                    <w:pStyle w:val="SIText"/>
                  </w:pPr>
                  <w:r>
                    <w:t>Coordinate implementation of customer service strategies</w:t>
                  </w:r>
                </w:p>
              </w:tc>
            </w:tr>
            <w:tr w:rsidR="000B502D" w:rsidRPr="005C7EA8" w14:paraId="0062249F" w14:textId="77777777" w:rsidTr="00B36B45">
              <w:tc>
                <w:tcPr>
                  <w:tcW w:w="1718" w:type="dxa"/>
                </w:tcPr>
                <w:p w14:paraId="40F0E64D" w14:textId="15A2AB43" w:rsidR="000B502D" w:rsidRPr="000B502D" w:rsidRDefault="000B502D" w:rsidP="000B502D">
                  <w:pPr>
                    <w:pStyle w:val="SIText"/>
                  </w:pPr>
                  <w:r w:rsidRPr="003501ED">
                    <w:t>CPCCCM1015</w:t>
                  </w:r>
                </w:p>
              </w:tc>
              <w:tc>
                <w:tcPr>
                  <w:tcW w:w="6991" w:type="dxa"/>
                </w:tcPr>
                <w:p w14:paraId="74BFE286" w14:textId="1C90E01D" w:rsidR="000B502D" w:rsidRPr="000B502D" w:rsidRDefault="000B502D" w:rsidP="000B502D">
                  <w:pPr>
                    <w:pStyle w:val="SIText"/>
                  </w:pPr>
                  <w:r w:rsidRPr="003501ED">
                    <w:t>Carry out measurements and calculations</w:t>
                  </w:r>
                </w:p>
              </w:tc>
            </w:tr>
            <w:tr w:rsidR="00072C50" w:rsidRPr="005C7EA8" w14:paraId="14279BC5" w14:textId="77777777" w:rsidTr="00B36B45">
              <w:tc>
                <w:tcPr>
                  <w:tcW w:w="1718" w:type="dxa"/>
                </w:tcPr>
                <w:p w14:paraId="21BB8D5E" w14:textId="25964721" w:rsidR="00072C50" w:rsidRPr="0018200B" w:rsidRDefault="00072C50" w:rsidP="0018200B">
                  <w:pPr>
                    <w:pStyle w:val="SIText"/>
                  </w:pPr>
                  <w:r w:rsidRPr="00561A21">
                    <w:rPr>
                      <w:rStyle w:val="Hyperlink"/>
                      <w:rFonts w:eastAsiaTheme="majorEastAsia"/>
                      <w:color w:val="auto"/>
                      <w:u w:val="none"/>
                    </w:rPr>
                    <w:t xml:space="preserve">FWPCOR2205 </w:t>
                  </w:r>
                </w:p>
              </w:tc>
              <w:tc>
                <w:tcPr>
                  <w:tcW w:w="6991" w:type="dxa"/>
                </w:tcPr>
                <w:p w14:paraId="332B033A" w14:textId="11338632" w:rsidR="00072C50" w:rsidRPr="0018200B" w:rsidRDefault="00072C50" w:rsidP="0018200B">
                  <w:pPr>
                    <w:pStyle w:val="SIText"/>
                  </w:pPr>
                  <w:r w:rsidRPr="00561A21">
                    <w:rPr>
                      <w:rStyle w:val="Hyperlink"/>
                      <w:rFonts w:eastAsiaTheme="majorEastAsia"/>
                      <w:color w:val="auto"/>
                      <w:u w:val="none"/>
                    </w:rPr>
                    <w:t>Follow WHS policies and procedures</w:t>
                  </w:r>
                </w:p>
              </w:tc>
            </w:tr>
            <w:tr w:rsidR="00072C50" w:rsidRPr="005C7EA8" w14:paraId="498EE929" w14:textId="77777777" w:rsidTr="00561A21">
              <w:tc>
                <w:tcPr>
                  <w:tcW w:w="1718" w:type="dxa"/>
                  <w:vAlign w:val="center"/>
                </w:tcPr>
                <w:p w14:paraId="6867FDAF" w14:textId="5327FE8C" w:rsidR="00072C50" w:rsidRPr="00561A21" w:rsidRDefault="00072C50" w:rsidP="0018200B">
                  <w:pPr>
                    <w:pStyle w:val="SIText"/>
                    <w:rPr>
                      <w:rStyle w:val="Hyperlink"/>
                      <w:rFonts w:eastAsiaTheme="majorEastAsia"/>
                      <w:color w:val="auto"/>
                      <w:u w:val="none"/>
                    </w:rPr>
                  </w:pPr>
                  <w:r w:rsidRPr="0018200B">
                    <w:t>FWPCOT3307</w:t>
                  </w:r>
                </w:p>
              </w:tc>
              <w:tc>
                <w:tcPr>
                  <w:tcW w:w="6991" w:type="dxa"/>
                  <w:vAlign w:val="center"/>
                </w:tcPr>
                <w:p w14:paraId="787C09BF" w14:textId="405D2EEE" w:rsidR="00072C50" w:rsidRPr="00561A21" w:rsidRDefault="00072C50" w:rsidP="0018200B">
                  <w:pPr>
                    <w:pStyle w:val="SIText"/>
                    <w:rPr>
                      <w:rStyle w:val="Hyperlink"/>
                      <w:rFonts w:eastAsiaTheme="majorEastAsia"/>
                      <w:color w:val="auto"/>
                      <w:u w:val="none"/>
                    </w:rPr>
                  </w:pPr>
                  <w:r w:rsidRPr="0018200B">
                    <w:t>Create drawings using computer aided design software</w:t>
                  </w:r>
                </w:p>
              </w:tc>
            </w:tr>
          </w:tbl>
          <w:p w14:paraId="1E98702F" w14:textId="77777777" w:rsidR="001C0FE9" w:rsidRDefault="001C0FE9" w:rsidP="00856837">
            <w:pPr>
              <w:pStyle w:val="SITextHeading2"/>
            </w:pPr>
          </w:p>
        </w:tc>
      </w:tr>
    </w:tbl>
    <w:p w14:paraId="7FA58B9B" w14:textId="77777777" w:rsidR="000D7BE6" w:rsidRDefault="000D7BE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5C7EA8" w:rsidRPr="00963A46" w14:paraId="2FDB0DFA" w14:textId="77777777" w:rsidTr="000D7BE6">
        <w:trPr>
          <w:trHeight w:val="2728"/>
        </w:trPr>
        <w:tc>
          <w:tcPr>
            <w:tcW w:w="5000" w:type="pct"/>
            <w:shd w:val="clear" w:color="auto" w:fill="auto"/>
          </w:tcPr>
          <w:p w14:paraId="0CE9C2E1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Qualification Mapping Information</w:t>
            </w:r>
          </w:p>
          <w:p w14:paraId="7EE5F818" w14:textId="77777777" w:rsidR="000C13F1" w:rsidRDefault="000C13F1" w:rsidP="000C13F1"/>
          <w:tbl>
            <w:tblPr>
              <w:tblStyle w:val="TableGrid"/>
              <w:tblW w:w="5000" w:type="pct"/>
              <w:tblLook w:val="04A0" w:firstRow="1" w:lastRow="0" w:firstColumn="1" w:lastColumn="0" w:noHBand="0" w:noVBand="1"/>
            </w:tblPr>
            <w:tblGrid>
              <w:gridCol w:w="1933"/>
              <w:gridCol w:w="2078"/>
              <w:gridCol w:w="2629"/>
              <w:gridCol w:w="2762"/>
            </w:tblGrid>
            <w:tr w:rsidR="000C13F1" w:rsidRPr="00923720" w14:paraId="3A2A09C0" w14:textId="77777777" w:rsidTr="008846E4">
              <w:trPr>
                <w:tblHeader/>
              </w:trPr>
              <w:tc>
                <w:tcPr>
                  <w:tcW w:w="1028" w:type="pct"/>
                </w:tcPr>
                <w:p w14:paraId="576BA010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current version</w:t>
                  </w:r>
                </w:p>
              </w:tc>
              <w:tc>
                <w:tcPr>
                  <w:tcW w:w="1105" w:type="pct"/>
                </w:tcPr>
                <w:p w14:paraId="56E85CA7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previous version</w:t>
                  </w:r>
                </w:p>
              </w:tc>
              <w:tc>
                <w:tcPr>
                  <w:tcW w:w="1398" w:type="pct"/>
                </w:tcPr>
                <w:p w14:paraId="2B376084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Comments</w:t>
                  </w:r>
                </w:p>
              </w:tc>
              <w:tc>
                <w:tcPr>
                  <w:tcW w:w="1469" w:type="pct"/>
                </w:tcPr>
                <w:p w14:paraId="067E665F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Equivalence status</w:t>
                  </w:r>
                </w:p>
              </w:tc>
            </w:tr>
            <w:tr w:rsidR="000C13F1" w:rsidRPr="00BC49BB" w14:paraId="2EFBC053" w14:textId="77777777" w:rsidTr="008846E4">
              <w:tc>
                <w:tcPr>
                  <w:tcW w:w="1028" w:type="pct"/>
                </w:tcPr>
                <w:p w14:paraId="79C4F046" w14:textId="4E4DA216" w:rsidR="000C13F1" w:rsidRPr="00923720" w:rsidRDefault="0087633E" w:rsidP="000C13F1">
                  <w:pPr>
                    <w:pStyle w:val="SIText"/>
                  </w:pPr>
                  <w:r>
                    <w:t>FWP</w:t>
                  </w:r>
                  <w:r w:rsidR="00A15430">
                    <w:t>4</w:t>
                  </w:r>
                  <w:r w:rsidR="00AC3703">
                    <w:t>04</w:t>
                  </w:r>
                  <w:r w:rsidRPr="0087633E">
                    <w:t>20</w:t>
                  </w:r>
                  <w:r>
                    <w:t xml:space="preserve"> Certificate I</w:t>
                  </w:r>
                  <w:r w:rsidR="00A15430">
                    <w:t>V</w:t>
                  </w:r>
                  <w:r>
                    <w:t xml:space="preserve"> in Timber </w:t>
                  </w:r>
                  <w:r w:rsidR="001C0FE9">
                    <w:t>Systems Design</w:t>
                  </w:r>
                </w:p>
              </w:tc>
              <w:tc>
                <w:tcPr>
                  <w:tcW w:w="1105" w:type="pct"/>
                </w:tcPr>
                <w:p w14:paraId="1342B25B" w14:textId="77777777" w:rsidR="000C13F1" w:rsidRPr="00BC49BB" w:rsidRDefault="00A15430" w:rsidP="0087633E">
                  <w:pPr>
                    <w:pStyle w:val="SIText"/>
                  </w:pPr>
                  <w:r w:rsidRPr="00A15430">
                    <w:t>FWP40416 Certificate IV in Timber Truss and Frame Design</w:t>
                  </w:r>
                </w:p>
              </w:tc>
              <w:tc>
                <w:tcPr>
                  <w:tcW w:w="1398" w:type="pct"/>
                </w:tcPr>
                <w:p w14:paraId="6703C4AB" w14:textId="77777777" w:rsidR="00561A21" w:rsidRDefault="00561A21" w:rsidP="000C13F1">
                  <w:pPr>
                    <w:pStyle w:val="SIText"/>
                  </w:pPr>
                  <w:r>
                    <w:t>Retitled</w:t>
                  </w:r>
                </w:p>
                <w:p w14:paraId="00C10988" w14:textId="0E1216DD" w:rsidR="000C13F1" w:rsidRPr="00BC49BB" w:rsidRDefault="00ED2E35" w:rsidP="000C13F1">
                  <w:pPr>
                    <w:pStyle w:val="SIText"/>
                  </w:pPr>
                  <w:r>
                    <w:t>Removal of entry requirements. Change to number of units for qualification outcome and core and elective units.</w:t>
                  </w:r>
                </w:p>
              </w:tc>
              <w:tc>
                <w:tcPr>
                  <w:tcW w:w="1469" w:type="pct"/>
                </w:tcPr>
                <w:p w14:paraId="089749ED" w14:textId="083812F0" w:rsidR="000C13F1" w:rsidRPr="00BC49BB" w:rsidRDefault="000C13F1" w:rsidP="000C13F1">
                  <w:pPr>
                    <w:pStyle w:val="SIText"/>
                  </w:pPr>
                  <w:r>
                    <w:t>No</w:t>
                  </w:r>
                  <w:r w:rsidR="00457D26">
                    <w:t>t</w:t>
                  </w:r>
                  <w:r>
                    <w:t xml:space="preserve"> </w:t>
                  </w:r>
                  <w:r w:rsidR="00457D26">
                    <w:t>E</w:t>
                  </w:r>
                  <w:r>
                    <w:t>quivalent</w:t>
                  </w:r>
                </w:p>
              </w:tc>
            </w:tr>
          </w:tbl>
          <w:p w14:paraId="0B0DEA1D" w14:textId="77777777" w:rsidR="000C13F1" w:rsidRPr="000C13F1" w:rsidRDefault="000C13F1" w:rsidP="000C13F1"/>
        </w:tc>
      </w:tr>
      <w:tr w:rsidR="005C7EA8" w:rsidRPr="00963A46" w14:paraId="5739B18F" w14:textId="77777777" w:rsidTr="000D7BE6">
        <w:trPr>
          <w:trHeight w:val="790"/>
        </w:trPr>
        <w:tc>
          <w:tcPr>
            <w:tcW w:w="5000" w:type="pct"/>
            <w:shd w:val="clear" w:color="auto" w:fill="auto"/>
          </w:tcPr>
          <w:p w14:paraId="01B3EAD5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Links</w:t>
            </w:r>
          </w:p>
          <w:p w14:paraId="6E448F48" w14:textId="77777777" w:rsidR="000C13F1" w:rsidRPr="00AF2F35" w:rsidRDefault="00140954" w:rsidP="0087633E">
            <w:pPr>
              <w:pStyle w:val="SIText"/>
              <w:rPr>
                <w:rStyle w:val="SITemporarytext-red"/>
              </w:rPr>
            </w:pPr>
            <w:r w:rsidRPr="00140954">
              <w:t xml:space="preserve">Companion Volumes, including Implementation Guides, are available at </w:t>
            </w:r>
            <w:proofErr w:type="spellStart"/>
            <w:r w:rsidRPr="00140954">
              <w:t>VETNet</w:t>
            </w:r>
            <w:proofErr w:type="spellEnd"/>
            <w:r w:rsidR="0087633E">
              <w:t xml:space="preserve">: </w:t>
            </w:r>
            <w:hyperlink r:id="rId11" w:history="1">
              <w:r w:rsidR="0087633E" w:rsidRPr="00495957">
                <w:rPr>
                  <w:rStyle w:val="Hyperlink"/>
                </w:rPr>
                <w:t>https://vetnet.education.gov.au/Pages/TrainingDocs.aspx?q=0d96fe23-5747-4c01-9d6f-3509ff8d3d47</w:t>
              </w:r>
            </w:hyperlink>
            <w:r w:rsidR="0087633E">
              <w:rPr>
                <w:rStyle w:val="Hyperlink"/>
              </w:rPr>
              <w:t>.</w:t>
            </w:r>
          </w:p>
        </w:tc>
      </w:tr>
    </w:tbl>
    <w:p w14:paraId="5B5D9F94" w14:textId="77777777" w:rsidR="00F1480E" w:rsidRDefault="00F1480E" w:rsidP="00F1480E">
      <w:pPr>
        <w:pStyle w:val="SIText"/>
      </w:pPr>
    </w:p>
    <w:sectPr w:rsidR="00F1480E" w:rsidSect="00AE32CB">
      <w:headerReference w:type="default" r:id="rId12"/>
      <w:footerReference w:type="default" r:id="rId13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8CB7EC" w16cex:dateUtc="2020-06-11T04:02:00Z"/>
  <w16cex:commentExtensible w16cex:durableId="228CB6B9" w16cex:dateUtc="2020-06-11T03:57:00Z"/>
  <w16cex:commentExtensible w16cex:durableId="228CB744" w16cex:dateUtc="2020-06-11T03:59:00Z"/>
  <w16cex:commentExtensible w16cex:durableId="228CB8E6" w16cex:dateUtc="2020-06-11T04:06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3BECF3" w14:textId="77777777" w:rsidR="001A0E84" w:rsidRDefault="001A0E84" w:rsidP="00BF3F0A">
      <w:r>
        <w:separator/>
      </w:r>
    </w:p>
    <w:p w14:paraId="39FE0E81" w14:textId="77777777" w:rsidR="001A0E84" w:rsidRDefault="001A0E84"/>
  </w:endnote>
  <w:endnote w:type="continuationSeparator" w:id="0">
    <w:p w14:paraId="458D154E" w14:textId="77777777" w:rsidR="001A0E84" w:rsidRDefault="001A0E84" w:rsidP="00BF3F0A">
      <w:r>
        <w:continuationSeparator/>
      </w:r>
    </w:p>
    <w:p w14:paraId="50773D02" w14:textId="77777777" w:rsidR="001A0E84" w:rsidRDefault="001A0E8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inorHAnsi" w:eastAsiaTheme="minorHAnsi" w:hAnsiTheme="minorHAnsi" w:cstheme="minorBidi"/>
        <w:sz w:val="22"/>
        <w:szCs w:val="24"/>
        <w:lang w:val="en-GB" w:eastAsia="en-AU"/>
      </w:rPr>
      <w:id w:val="-1028721817"/>
      <w:docPartObj>
        <w:docPartGallery w:val="Page Numbers (Bottom of Page)"/>
        <w:docPartUnique/>
      </w:docPartObj>
    </w:sdtPr>
    <w:sdtEndPr>
      <w:rPr>
        <w:noProof/>
        <w:sz w:val="24"/>
        <w:lang w:eastAsia="en-US"/>
      </w:rPr>
    </w:sdtEndPr>
    <w:sdtContent>
      <w:p w14:paraId="2CF75D04" w14:textId="475870AF" w:rsidR="008E1B41" w:rsidRDefault="00D810DE" w:rsidP="000D7BE6">
        <w:pPr>
          <w:pStyle w:val="SIText"/>
          <w:tabs>
            <w:tab w:val="right" w:pos="9498"/>
          </w:tabs>
          <w:rPr>
            <w:noProof/>
          </w:rPr>
        </w:pPr>
        <w:r>
          <w:t>Skills Im</w:t>
        </w:r>
        <w:r w:rsidR="00151D93">
          <w:t xml:space="preserve">pact </w:t>
        </w:r>
        <w:r w:rsidR="00894FBB">
          <w:t>Qualification</w:t>
        </w:r>
        <w:r w:rsidR="000D7BE6"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B6A19">
          <w:rPr>
            <w:noProof/>
          </w:rPr>
          <w:t>1</w:t>
        </w:r>
        <w:r>
          <w:rPr>
            <w:noProof/>
          </w:rPr>
          <w:fldChar w:fldCharType="end"/>
        </w:r>
      </w:p>
      <w:p w14:paraId="28B83A32" w14:textId="77777777" w:rsidR="00D810DE" w:rsidRPr="008E1B41" w:rsidRDefault="008E1B41" w:rsidP="008E1B41">
        <w:pPr>
          <w:tabs>
            <w:tab w:val="right" w:pos="9498"/>
          </w:tabs>
          <w:rPr>
            <w:sz w:val="18"/>
            <w:szCs w:val="18"/>
          </w:rPr>
        </w:pPr>
        <w:r>
          <w:rPr>
            <w:rFonts w:cs="Arial"/>
            <w:sz w:val="18"/>
            <w:szCs w:val="18"/>
          </w:rPr>
          <w:t xml:space="preserve">Template modified on </w:t>
        </w:r>
        <w:r w:rsidR="00AF2F35">
          <w:rPr>
            <w:rFonts w:cs="Arial"/>
            <w:sz w:val="18"/>
            <w:szCs w:val="18"/>
          </w:rPr>
          <w:t>14 August 2019</w:t>
        </w:r>
      </w:p>
    </w:sdtContent>
  </w:sdt>
  <w:p w14:paraId="3E9D5E8A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E1FD05" w14:textId="77777777" w:rsidR="001A0E84" w:rsidRDefault="001A0E84" w:rsidP="00BF3F0A">
      <w:r>
        <w:separator/>
      </w:r>
    </w:p>
    <w:p w14:paraId="47B4788A" w14:textId="77777777" w:rsidR="001A0E84" w:rsidRDefault="001A0E84"/>
  </w:footnote>
  <w:footnote w:type="continuationSeparator" w:id="0">
    <w:p w14:paraId="033B538B" w14:textId="77777777" w:rsidR="001A0E84" w:rsidRDefault="001A0E84" w:rsidP="00BF3F0A">
      <w:r>
        <w:continuationSeparator/>
      </w:r>
    </w:p>
    <w:p w14:paraId="1600BDA9" w14:textId="77777777" w:rsidR="001A0E84" w:rsidRDefault="001A0E8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FD3135" w14:textId="305B2E04" w:rsidR="009C2650" w:rsidRDefault="001A0E84" w:rsidP="00F07C48">
    <w:pPr>
      <w:pStyle w:val="SIText"/>
    </w:pPr>
    <w:sdt>
      <w:sdtPr>
        <w:id w:val="-251657494"/>
        <w:docPartObj>
          <w:docPartGallery w:val="Watermarks"/>
          <w:docPartUnique/>
        </w:docPartObj>
      </w:sdtPr>
      <w:sdtEndPr/>
      <w:sdtContent>
        <w:r>
          <w:pict w14:anchorId="7C482698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alt="" style="position:absolute;margin-left:0;margin-top:0;width:412.4pt;height:247.45pt;rotation:315;z-index:-25165875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A33478">
      <w:t>FWP</w:t>
    </w:r>
    <w:r w:rsidR="003501ED">
      <w:t>4</w:t>
    </w:r>
    <w:r w:rsidR="00AC3703">
      <w:t>04</w:t>
    </w:r>
    <w:r w:rsidR="001956B2">
      <w:t>20</w:t>
    </w:r>
    <w:r w:rsidR="00A33478">
      <w:t xml:space="preserve"> Certificate I</w:t>
    </w:r>
    <w:r w:rsidR="003501ED">
      <w:t>V</w:t>
    </w:r>
    <w:r w:rsidR="00A33478">
      <w:t xml:space="preserve"> in Timber </w:t>
    </w:r>
    <w:r w:rsidR="002950A3">
      <w:t>Systems Design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3664B0"/>
    <w:multiLevelType w:val="hybridMultilevel"/>
    <w:tmpl w:val="959C20D0"/>
    <w:lvl w:ilvl="0" w:tplc="42E6C5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7F4222"/>
    <w:multiLevelType w:val="hybridMultilevel"/>
    <w:tmpl w:val="BF68ABCE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7CA0FD5"/>
    <w:multiLevelType w:val="hybridMultilevel"/>
    <w:tmpl w:val="D36EC7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6642698C"/>
    <w:lvl w:ilvl="0" w:tplc="98A099E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86F0BEA"/>
    <w:multiLevelType w:val="hybridMultilevel"/>
    <w:tmpl w:val="760E90C4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5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4"/>
  </w:num>
  <w:num w:numId="10">
    <w:abstractNumId w:val="9"/>
  </w:num>
  <w:num w:numId="11">
    <w:abstractNumId w:val="13"/>
  </w:num>
  <w:num w:numId="12">
    <w:abstractNumId w:val="11"/>
  </w:num>
  <w:num w:numId="13">
    <w:abstractNumId w:val="16"/>
  </w:num>
  <w:num w:numId="14">
    <w:abstractNumId w:val="7"/>
  </w:num>
  <w:num w:numId="15">
    <w:abstractNumId w:val="17"/>
  </w:num>
  <w:num w:numId="16">
    <w:abstractNumId w:val="10"/>
  </w:num>
  <w:num w:numId="17">
    <w:abstractNumId w:val="8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nI+TuyrSgxu2caYmBNHuLglxZZb/qD5exoE2U4t0t/WDkC2RS0U6DAB+vJ64gUfOvICG+juzfqG2eOx+pzT9iQ==" w:salt="J/QerDn0Kghl5sjEQ3zpgg==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cwNrWwMDExNTYyNzVR0lEKTi0uzszPAykwNKoFAJtnw9AtAAAA"/>
  </w:docVars>
  <w:rsids>
    <w:rsidRoot w:val="004437BA"/>
    <w:rsid w:val="000014B9"/>
    <w:rsid w:val="0000561C"/>
    <w:rsid w:val="00005A15"/>
    <w:rsid w:val="0001108F"/>
    <w:rsid w:val="000115E2"/>
    <w:rsid w:val="0001296A"/>
    <w:rsid w:val="00016803"/>
    <w:rsid w:val="00017C6F"/>
    <w:rsid w:val="00022839"/>
    <w:rsid w:val="00022F07"/>
    <w:rsid w:val="00023992"/>
    <w:rsid w:val="00032256"/>
    <w:rsid w:val="00041E59"/>
    <w:rsid w:val="000455A1"/>
    <w:rsid w:val="00064B2D"/>
    <w:rsid w:val="00064BFE"/>
    <w:rsid w:val="00070B3E"/>
    <w:rsid w:val="00071F95"/>
    <w:rsid w:val="00072C50"/>
    <w:rsid w:val="000737BB"/>
    <w:rsid w:val="00074E47"/>
    <w:rsid w:val="000A5441"/>
    <w:rsid w:val="000B502D"/>
    <w:rsid w:val="000C13F1"/>
    <w:rsid w:val="000D7BE6"/>
    <w:rsid w:val="000E0556"/>
    <w:rsid w:val="000E2C86"/>
    <w:rsid w:val="000F29F2"/>
    <w:rsid w:val="00101659"/>
    <w:rsid w:val="001078BF"/>
    <w:rsid w:val="00133957"/>
    <w:rsid w:val="001372F6"/>
    <w:rsid w:val="00140954"/>
    <w:rsid w:val="00144385"/>
    <w:rsid w:val="00146AF0"/>
    <w:rsid w:val="00151293"/>
    <w:rsid w:val="00151D93"/>
    <w:rsid w:val="00156EF3"/>
    <w:rsid w:val="00161239"/>
    <w:rsid w:val="00176E4F"/>
    <w:rsid w:val="0018200B"/>
    <w:rsid w:val="0018546B"/>
    <w:rsid w:val="001956B2"/>
    <w:rsid w:val="001A0E84"/>
    <w:rsid w:val="001A6A3E"/>
    <w:rsid w:val="001A7B6D"/>
    <w:rsid w:val="001B34D5"/>
    <w:rsid w:val="001B513A"/>
    <w:rsid w:val="001C0A75"/>
    <w:rsid w:val="001C0FE9"/>
    <w:rsid w:val="001D0DD1"/>
    <w:rsid w:val="001D5AD3"/>
    <w:rsid w:val="001E16BC"/>
    <w:rsid w:val="001E212B"/>
    <w:rsid w:val="001F28F9"/>
    <w:rsid w:val="001F2BA5"/>
    <w:rsid w:val="001F308D"/>
    <w:rsid w:val="00201A7C"/>
    <w:rsid w:val="002039A1"/>
    <w:rsid w:val="00207F9C"/>
    <w:rsid w:val="0021414D"/>
    <w:rsid w:val="00223124"/>
    <w:rsid w:val="00234444"/>
    <w:rsid w:val="00242293"/>
    <w:rsid w:val="00244EA7"/>
    <w:rsid w:val="00262FC3"/>
    <w:rsid w:val="0027360D"/>
    <w:rsid w:val="00274B5C"/>
    <w:rsid w:val="00276DB8"/>
    <w:rsid w:val="0028003F"/>
    <w:rsid w:val="00282664"/>
    <w:rsid w:val="00285FB8"/>
    <w:rsid w:val="002931C2"/>
    <w:rsid w:val="002950A3"/>
    <w:rsid w:val="002A4CD3"/>
    <w:rsid w:val="002C55E9"/>
    <w:rsid w:val="002D0C8B"/>
    <w:rsid w:val="002D735C"/>
    <w:rsid w:val="002E193E"/>
    <w:rsid w:val="002E515A"/>
    <w:rsid w:val="002F1BE6"/>
    <w:rsid w:val="00321C7C"/>
    <w:rsid w:val="00337E82"/>
    <w:rsid w:val="0034421F"/>
    <w:rsid w:val="003501ED"/>
    <w:rsid w:val="00350BB1"/>
    <w:rsid w:val="00352C83"/>
    <w:rsid w:val="0037067D"/>
    <w:rsid w:val="0038735B"/>
    <w:rsid w:val="00387DBB"/>
    <w:rsid w:val="003916D1"/>
    <w:rsid w:val="003A21F0"/>
    <w:rsid w:val="003A58BA"/>
    <w:rsid w:val="003A5AE7"/>
    <w:rsid w:val="003A7221"/>
    <w:rsid w:val="003C0958"/>
    <w:rsid w:val="003C13AE"/>
    <w:rsid w:val="003D2E73"/>
    <w:rsid w:val="003D3E14"/>
    <w:rsid w:val="003E7BBE"/>
    <w:rsid w:val="004127E3"/>
    <w:rsid w:val="00423D30"/>
    <w:rsid w:val="004270D2"/>
    <w:rsid w:val="0043212E"/>
    <w:rsid w:val="00434366"/>
    <w:rsid w:val="00440FAA"/>
    <w:rsid w:val="00441CAC"/>
    <w:rsid w:val="004437BA"/>
    <w:rsid w:val="00444423"/>
    <w:rsid w:val="00452F3E"/>
    <w:rsid w:val="004545D5"/>
    <w:rsid w:val="00457D26"/>
    <w:rsid w:val="004640AE"/>
    <w:rsid w:val="00475172"/>
    <w:rsid w:val="004758B0"/>
    <w:rsid w:val="004769D6"/>
    <w:rsid w:val="00477A5F"/>
    <w:rsid w:val="004832D2"/>
    <w:rsid w:val="00485559"/>
    <w:rsid w:val="00496F57"/>
    <w:rsid w:val="004A142B"/>
    <w:rsid w:val="004A44E8"/>
    <w:rsid w:val="004B29B7"/>
    <w:rsid w:val="004B2A2B"/>
    <w:rsid w:val="004C2244"/>
    <w:rsid w:val="004C79A1"/>
    <w:rsid w:val="004D0D5F"/>
    <w:rsid w:val="004D1569"/>
    <w:rsid w:val="004D2710"/>
    <w:rsid w:val="004D44B1"/>
    <w:rsid w:val="004E0460"/>
    <w:rsid w:val="004E0D8E"/>
    <w:rsid w:val="004E1579"/>
    <w:rsid w:val="004E5FAE"/>
    <w:rsid w:val="004E7094"/>
    <w:rsid w:val="004F5537"/>
    <w:rsid w:val="004F5DC7"/>
    <w:rsid w:val="004F6E7C"/>
    <w:rsid w:val="004F78DA"/>
    <w:rsid w:val="00502C52"/>
    <w:rsid w:val="00503305"/>
    <w:rsid w:val="00514197"/>
    <w:rsid w:val="005248C1"/>
    <w:rsid w:val="00525EB2"/>
    <w:rsid w:val="00526134"/>
    <w:rsid w:val="00527F90"/>
    <w:rsid w:val="00535FDD"/>
    <w:rsid w:val="005427C8"/>
    <w:rsid w:val="005446D1"/>
    <w:rsid w:val="00547704"/>
    <w:rsid w:val="00556C4C"/>
    <w:rsid w:val="00557369"/>
    <w:rsid w:val="00561A21"/>
    <w:rsid w:val="00561F08"/>
    <w:rsid w:val="005708EB"/>
    <w:rsid w:val="00571715"/>
    <w:rsid w:val="00575BC6"/>
    <w:rsid w:val="00583902"/>
    <w:rsid w:val="005A3AA5"/>
    <w:rsid w:val="005A6C9C"/>
    <w:rsid w:val="005A74DC"/>
    <w:rsid w:val="005B119D"/>
    <w:rsid w:val="005B5146"/>
    <w:rsid w:val="005C1BF4"/>
    <w:rsid w:val="005C7EA8"/>
    <w:rsid w:val="005E5CFC"/>
    <w:rsid w:val="005F33CC"/>
    <w:rsid w:val="006121D4"/>
    <w:rsid w:val="00613B49"/>
    <w:rsid w:val="00620E8E"/>
    <w:rsid w:val="00625839"/>
    <w:rsid w:val="00632F3A"/>
    <w:rsid w:val="00633CFE"/>
    <w:rsid w:val="00634FCA"/>
    <w:rsid w:val="006404B5"/>
    <w:rsid w:val="006452B8"/>
    <w:rsid w:val="00645371"/>
    <w:rsid w:val="00646993"/>
    <w:rsid w:val="00652E62"/>
    <w:rsid w:val="0066580E"/>
    <w:rsid w:val="00687B62"/>
    <w:rsid w:val="00690371"/>
    <w:rsid w:val="00690C44"/>
    <w:rsid w:val="006969D9"/>
    <w:rsid w:val="006A2B68"/>
    <w:rsid w:val="006A5C55"/>
    <w:rsid w:val="006B19B1"/>
    <w:rsid w:val="006C2F32"/>
    <w:rsid w:val="006D4448"/>
    <w:rsid w:val="006E2C4D"/>
    <w:rsid w:val="006F20C4"/>
    <w:rsid w:val="006F6037"/>
    <w:rsid w:val="00703A2D"/>
    <w:rsid w:val="00703F3E"/>
    <w:rsid w:val="00705EEC"/>
    <w:rsid w:val="00707741"/>
    <w:rsid w:val="00722769"/>
    <w:rsid w:val="00727901"/>
    <w:rsid w:val="0073075B"/>
    <w:rsid w:val="007341FF"/>
    <w:rsid w:val="00735CCA"/>
    <w:rsid w:val="007404E9"/>
    <w:rsid w:val="007444CF"/>
    <w:rsid w:val="0076523B"/>
    <w:rsid w:val="00770C15"/>
    <w:rsid w:val="00770FF9"/>
    <w:rsid w:val="00771B60"/>
    <w:rsid w:val="00781D77"/>
    <w:rsid w:val="007860B7"/>
    <w:rsid w:val="00786DC8"/>
    <w:rsid w:val="00795C2B"/>
    <w:rsid w:val="007A1149"/>
    <w:rsid w:val="007C474E"/>
    <w:rsid w:val="007D5A78"/>
    <w:rsid w:val="007E0C4E"/>
    <w:rsid w:val="007E3BD1"/>
    <w:rsid w:val="007E57D7"/>
    <w:rsid w:val="007F1563"/>
    <w:rsid w:val="007F44DB"/>
    <w:rsid w:val="007F5A8B"/>
    <w:rsid w:val="00817D51"/>
    <w:rsid w:val="00823530"/>
    <w:rsid w:val="00823FF4"/>
    <w:rsid w:val="008306E7"/>
    <w:rsid w:val="00834BC8"/>
    <w:rsid w:val="008374E6"/>
    <w:rsid w:val="00837FD6"/>
    <w:rsid w:val="0084704B"/>
    <w:rsid w:val="00847B60"/>
    <w:rsid w:val="00847DDB"/>
    <w:rsid w:val="00850243"/>
    <w:rsid w:val="008545EB"/>
    <w:rsid w:val="00856837"/>
    <w:rsid w:val="008647F3"/>
    <w:rsid w:val="00865011"/>
    <w:rsid w:val="00867E2C"/>
    <w:rsid w:val="0087633E"/>
    <w:rsid w:val="00883C6C"/>
    <w:rsid w:val="00886790"/>
    <w:rsid w:val="00887C5C"/>
    <w:rsid w:val="008908DE"/>
    <w:rsid w:val="00894FBB"/>
    <w:rsid w:val="008A01A6"/>
    <w:rsid w:val="008A12ED"/>
    <w:rsid w:val="008B2C77"/>
    <w:rsid w:val="008B4AD2"/>
    <w:rsid w:val="008B6A19"/>
    <w:rsid w:val="008C3BBC"/>
    <w:rsid w:val="008E1B41"/>
    <w:rsid w:val="008E39BE"/>
    <w:rsid w:val="008E62EC"/>
    <w:rsid w:val="008E7B69"/>
    <w:rsid w:val="008F32F6"/>
    <w:rsid w:val="00902F55"/>
    <w:rsid w:val="00911909"/>
    <w:rsid w:val="00916CD7"/>
    <w:rsid w:val="00920927"/>
    <w:rsid w:val="00921B38"/>
    <w:rsid w:val="00923720"/>
    <w:rsid w:val="00924FBA"/>
    <w:rsid w:val="0092586D"/>
    <w:rsid w:val="009278C9"/>
    <w:rsid w:val="009303A7"/>
    <w:rsid w:val="009527CB"/>
    <w:rsid w:val="00953835"/>
    <w:rsid w:val="00960F6C"/>
    <w:rsid w:val="00964D87"/>
    <w:rsid w:val="00970747"/>
    <w:rsid w:val="0098725E"/>
    <w:rsid w:val="0099125C"/>
    <w:rsid w:val="009A1E7B"/>
    <w:rsid w:val="009A5900"/>
    <w:rsid w:val="009C2650"/>
    <w:rsid w:val="009D15E2"/>
    <w:rsid w:val="009D15FE"/>
    <w:rsid w:val="009D5D2C"/>
    <w:rsid w:val="009E28E0"/>
    <w:rsid w:val="009E568C"/>
    <w:rsid w:val="009F0DCC"/>
    <w:rsid w:val="009F11CA"/>
    <w:rsid w:val="009F39A0"/>
    <w:rsid w:val="00A0695B"/>
    <w:rsid w:val="00A13052"/>
    <w:rsid w:val="00A15430"/>
    <w:rsid w:val="00A216A8"/>
    <w:rsid w:val="00A223A6"/>
    <w:rsid w:val="00A33478"/>
    <w:rsid w:val="00A354FC"/>
    <w:rsid w:val="00A5092E"/>
    <w:rsid w:val="00A56E14"/>
    <w:rsid w:val="00A637BB"/>
    <w:rsid w:val="00A6476B"/>
    <w:rsid w:val="00A6651B"/>
    <w:rsid w:val="00A76C6C"/>
    <w:rsid w:val="00A772D9"/>
    <w:rsid w:val="00A82207"/>
    <w:rsid w:val="00A87899"/>
    <w:rsid w:val="00A92DD1"/>
    <w:rsid w:val="00AA04FA"/>
    <w:rsid w:val="00AA5338"/>
    <w:rsid w:val="00AB1B8E"/>
    <w:rsid w:val="00AB386E"/>
    <w:rsid w:val="00AC0696"/>
    <w:rsid w:val="00AC3703"/>
    <w:rsid w:val="00AC4C98"/>
    <w:rsid w:val="00AC5F6B"/>
    <w:rsid w:val="00AC60E3"/>
    <w:rsid w:val="00AD3896"/>
    <w:rsid w:val="00AD5B47"/>
    <w:rsid w:val="00AE1ED9"/>
    <w:rsid w:val="00AE32CB"/>
    <w:rsid w:val="00AF2F35"/>
    <w:rsid w:val="00AF3957"/>
    <w:rsid w:val="00B12013"/>
    <w:rsid w:val="00B20CBB"/>
    <w:rsid w:val="00B22C67"/>
    <w:rsid w:val="00B332DD"/>
    <w:rsid w:val="00B3508F"/>
    <w:rsid w:val="00B443EE"/>
    <w:rsid w:val="00B44B9F"/>
    <w:rsid w:val="00B560C8"/>
    <w:rsid w:val="00B61150"/>
    <w:rsid w:val="00B65BC7"/>
    <w:rsid w:val="00B746B9"/>
    <w:rsid w:val="00B848D4"/>
    <w:rsid w:val="00B865B7"/>
    <w:rsid w:val="00BA0AA2"/>
    <w:rsid w:val="00BA1CB1"/>
    <w:rsid w:val="00BA482D"/>
    <w:rsid w:val="00BB23F4"/>
    <w:rsid w:val="00BC359D"/>
    <w:rsid w:val="00BC5075"/>
    <w:rsid w:val="00BD3B0F"/>
    <w:rsid w:val="00BD53E0"/>
    <w:rsid w:val="00BF1D4C"/>
    <w:rsid w:val="00BF3F0A"/>
    <w:rsid w:val="00BF4B20"/>
    <w:rsid w:val="00C143C3"/>
    <w:rsid w:val="00C1739B"/>
    <w:rsid w:val="00C17F58"/>
    <w:rsid w:val="00C26067"/>
    <w:rsid w:val="00C30A29"/>
    <w:rsid w:val="00C317DC"/>
    <w:rsid w:val="00C578E9"/>
    <w:rsid w:val="00C60D97"/>
    <w:rsid w:val="00C703E2"/>
    <w:rsid w:val="00C70626"/>
    <w:rsid w:val="00C72860"/>
    <w:rsid w:val="00C73B90"/>
    <w:rsid w:val="00C75116"/>
    <w:rsid w:val="00C840C9"/>
    <w:rsid w:val="00C87E0C"/>
    <w:rsid w:val="00C905B0"/>
    <w:rsid w:val="00C96AF3"/>
    <w:rsid w:val="00C97CCC"/>
    <w:rsid w:val="00CA0274"/>
    <w:rsid w:val="00CA303F"/>
    <w:rsid w:val="00CB746F"/>
    <w:rsid w:val="00CC451E"/>
    <w:rsid w:val="00CC6253"/>
    <w:rsid w:val="00CD4E9D"/>
    <w:rsid w:val="00CD4F4D"/>
    <w:rsid w:val="00CE7D19"/>
    <w:rsid w:val="00CF0CF5"/>
    <w:rsid w:val="00CF2B3E"/>
    <w:rsid w:val="00CF4A56"/>
    <w:rsid w:val="00D0201F"/>
    <w:rsid w:val="00D03685"/>
    <w:rsid w:val="00D07D4E"/>
    <w:rsid w:val="00D115AA"/>
    <w:rsid w:val="00D145BE"/>
    <w:rsid w:val="00D20A66"/>
    <w:rsid w:val="00D20C57"/>
    <w:rsid w:val="00D23D12"/>
    <w:rsid w:val="00D25D16"/>
    <w:rsid w:val="00D30BC5"/>
    <w:rsid w:val="00D32124"/>
    <w:rsid w:val="00D527EF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C1D69"/>
    <w:rsid w:val="00DC5A3A"/>
    <w:rsid w:val="00DE4D8D"/>
    <w:rsid w:val="00DF10FA"/>
    <w:rsid w:val="00DF1F9E"/>
    <w:rsid w:val="00E048B1"/>
    <w:rsid w:val="00E10050"/>
    <w:rsid w:val="00E238E6"/>
    <w:rsid w:val="00E246B1"/>
    <w:rsid w:val="00E35064"/>
    <w:rsid w:val="00E41517"/>
    <w:rsid w:val="00E438C3"/>
    <w:rsid w:val="00E501F0"/>
    <w:rsid w:val="00E51D8B"/>
    <w:rsid w:val="00E91BFF"/>
    <w:rsid w:val="00E92933"/>
    <w:rsid w:val="00EA3B97"/>
    <w:rsid w:val="00EB0AA4"/>
    <w:rsid w:val="00EB58C7"/>
    <w:rsid w:val="00EB5C88"/>
    <w:rsid w:val="00EC0469"/>
    <w:rsid w:val="00ED2E35"/>
    <w:rsid w:val="00EF01F8"/>
    <w:rsid w:val="00EF40EF"/>
    <w:rsid w:val="00F05A20"/>
    <w:rsid w:val="00F07C48"/>
    <w:rsid w:val="00F1480E"/>
    <w:rsid w:val="00F1497D"/>
    <w:rsid w:val="00F16AAC"/>
    <w:rsid w:val="00F35A06"/>
    <w:rsid w:val="00F35A6A"/>
    <w:rsid w:val="00F438FC"/>
    <w:rsid w:val="00F5616F"/>
    <w:rsid w:val="00F56827"/>
    <w:rsid w:val="00F65EF0"/>
    <w:rsid w:val="00F67C54"/>
    <w:rsid w:val="00F67CAC"/>
    <w:rsid w:val="00F71651"/>
    <w:rsid w:val="00F73518"/>
    <w:rsid w:val="00F76CC6"/>
    <w:rsid w:val="00F818DF"/>
    <w:rsid w:val="00FE0282"/>
    <w:rsid w:val="00FE124D"/>
    <w:rsid w:val="00FE38C4"/>
    <w:rsid w:val="00FE792C"/>
    <w:rsid w:val="00FF2CCA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1030C322"/>
  <w15:docId w15:val="{0D58F0E3-0681-47FA-A7B6-0839E3533B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2950A3"/>
    <w:pPr>
      <w:spacing w:after="0" w:line="240" w:lineRule="auto"/>
    </w:pPr>
    <w:rPr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QUALCODE">
    <w:name w:val="SI QUAL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QUALtitle">
    <w:name w:val="SI QUAL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F07C48"/>
    <w:pPr>
      <w:spacing w:after="6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styleId="Header">
    <w:name w:val="header"/>
    <w:basedOn w:val="Normal"/>
    <w:link w:val="Head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0954"/>
    <w:rPr>
      <w:rFonts w:ascii="Arial" w:eastAsia="Times New Roman" w:hAnsi="Arial" w:cs="Times New Roman"/>
      <w:lang w:eastAsia="en-AU"/>
    </w:rPr>
  </w:style>
  <w:style w:type="character" w:customStyle="1" w:styleId="SIStrikethroughtext">
    <w:name w:val="SI Strikethrough text"/>
    <w:basedOn w:val="SITextChar"/>
    <w:uiPriority w:val="1"/>
    <w:qFormat/>
    <w:rsid w:val="00AC60E3"/>
    <w:rPr>
      <w:rFonts w:ascii="Arial" w:eastAsia="Times New Roman" w:hAnsi="Arial" w:cs="Times New Roman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FF0000"/>
      <w:sz w:val="22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00B0F0"/>
      <w:sz w:val="22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00B050"/>
      <w:sz w:val="22"/>
      <w:vertAlign w:val="baseline"/>
    </w:rPr>
  </w:style>
  <w:style w:type="paragraph" w:styleId="ListParagraph">
    <w:name w:val="List Paragraph"/>
    <w:aliases w:val="List Paragraph1,List Paragraph11,Bullet point,Recommendation,Dot point 1.5 line spacing,L,bullet point list,List Paragraph - bullets,DDM Gen Text,NFP GP Bulleted List,List Paragraph Number,Content descriptions,Bullet Point,Bullet points"/>
    <w:basedOn w:val="Normal"/>
    <w:uiPriority w:val="34"/>
    <w:qFormat/>
    <w:rsid w:val="00847DDB"/>
    <w:pPr>
      <w:spacing w:after="160" w:line="259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7633E"/>
    <w:pPr>
      <w:spacing w:before="100" w:beforeAutospacing="1" w:after="100" w:afterAutospacing="1" w:line="259" w:lineRule="auto"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7633E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072C50"/>
    <w:pPr>
      <w:spacing w:after="0" w:line="240" w:lineRule="auto"/>
    </w:pPr>
    <w:rPr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620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2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0d96fe23-5747-4c01-9d6f-3509ff8d3d47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daian.FORESTWORKS\Desktop\TEM.SkillsImpact.Qualificatio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7E961E2FA3634993DDD6030B601A1B" ma:contentTypeVersion="12" ma:contentTypeDescription="Create a new document." ma:contentTypeScope="" ma:versionID="cb8cf613ecdcb77862f52f69f421947a">
  <xsd:schema xmlns:xsd="http://www.w3.org/2001/XMLSchema" xmlns:xs="http://www.w3.org/2001/XMLSchema" xmlns:p="http://schemas.microsoft.com/office/2006/metadata/properties" xmlns:ns2="9e75435c-c636-47e8-8c1a-73b57ad86f99" xmlns:ns3="c5f7a395-ead5-4a20-a97c-528bed93594b" targetNamespace="http://schemas.microsoft.com/office/2006/metadata/properties" ma:root="true" ma:fieldsID="aa916aee8bca84b47a5ed0400ebc29d5" ns2:_="" ns3:_="">
    <xsd:import namespace="9e75435c-c636-47e8-8c1a-73b57ad86f99"/>
    <xsd:import namespace="c5f7a395-ead5-4a20-a97c-528bed9359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5435c-c636-47e8-8c1a-73b57ad8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f7a395-ead5-4a20-a97c-528bed93594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e2bdb2b-981f-4d38-b0f7-a8d047f128d0"/>
  </ds:schemaRefs>
</ds:datastoreItem>
</file>

<file path=customXml/itemProps2.xml><?xml version="1.0" encoding="utf-8"?>
<ds:datastoreItem xmlns:ds="http://schemas.openxmlformats.org/officeDocument/2006/customXml" ds:itemID="{62DE2AD1-1B8F-4E31-9608-04A533DCE98B}"/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51060FD-481E-42DA-99B3-D137E4890F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TEM.SkillsImpact.Qualification.dotx</Template>
  <TotalTime>6</TotalTime>
  <Pages>2</Pages>
  <Words>530</Words>
  <Characters>3021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Qualification Template</vt:lpstr>
    </vt:vector>
  </TitlesOfParts>
  <Company>AgriFood Skills Australia</Company>
  <LinksUpToDate>false</LinksUpToDate>
  <CharactersWithSpaces>3544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Qualification Template</dc:title>
  <dc:creator>gdaian</dc:creator>
  <cp:lastModifiedBy>gdaian</cp:lastModifiedBy>
  <cp:revision>8</cp:revision>
  <cp:lastPrinted>2016-05-27T05:21:00Z</cp:lastPrinted>
  <dcterms:created xsi:type="dcterms:W3CDTF">2020-06-12T03:56:00Z</dcterms:created>
  <dcterms:modified xsi:type="dcterms:W3CDTF">2020-06-17T03:05:00Z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0x010100037E961E2FA3634993DDD6030B601A1B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45900</vt:r8>
  </property>
  <property fmtid="{D5CDD505-2E9C-101B-9397-08002B2CF9AE}" pid="24" name="File Category">
    <vt:lpwstr>Templates</vt:lpwstr>
  </property>
  <property fmtid="{D5CDD505-2E9C-101B-9397-08002B2CF9AE}" pid="25" name="_SourceUrl">
    <vt:lpwstr/>
  </property>
  <property fmtid="{D5CDD505-2E9C-101B-9397-08002B2CF9AE}" pid="26" name="_SharedFileIndex">
    <vt:lpwstr/>
  </property>
</Properties>
</file>