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365"/>
      </w:tblGrid>
      <w:tr w:rsidR="00F1480E" w14:paraId="309BFCB3" w14:textId="77777777" w:rsidTr="00BD2AFD">
        <w:tc>
          <w:tcPr>
            <w:tcW w:w="2263" w:type="dxa"/>
          </w:tcPr>
          <w:p w14:paraId="41652363" w14:textId="77777777" w:rsidR="00F1480E" w:rsidRPr="000754EC" w:rsidRDefault="00830267" w:rsidP="000754EC">
            <w:pPr>
              <w:pStyle w:val="SIText-Bold"/>
            </w:pPr>
            <w:r w:rsidRPr="00A326C2">
              <w:t>Release</w:t>
            </w:r>
          </w:p>
        </w:tc>
        <w:tc>
          <w:tcPr>
            <w:tcW w:w="7365" w:type="dxa"/>
          </w:tcPr>
          <w:p w14:paraId="600B67DA" w14:textId="77777777" w:rsidR="00F1480E" w:rsidRPr="000754EC" w:rsidRDefault="00830267" w:rsidP="000754EC">
            <w:pPr>
              <w:pStyle w:val="SIText-Bold"/>
            </w:pPr>
            <w:r w:rsidRPr="00A326C2">
              <w:t>Comments</w:t>
            </w:r>
          </w:p>
        </w:tc>
      </w:tr>
      <w:tr w:rsidR="00DD6B74" w14:paraId="3F4A620D" w14:textId="77777777" w:rsidTr="00BD2AFD">
        <w:tc>
          <w:tcPr>
            <w:tcW w:w="2263" w:type="dxa"/>
          </w:tcPr>
          <w:p w14:paraId="4B65BE7E" w14:textId="0B589864" w:rsidR="00DD6B74" w:rsidRPr="00AB5133" w:rsidRDefault="00DD6B74" w:rsidP="00AB5133">
            <w:r w:rsidRPr="00AB5133">
              <w:t xml:space="preserve">Release </w:t>
            </w:r>
            <w:r w:rsidR="00126461">
              <w:t>1</w:t>
            </w:r>
          </w:p>
        </w:tc>
        <w:tc>
          <w:tcPr>
            <w:tcW w:w="7365"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65"/>
      </w:tblGrid>
      <w:tr w:rsidR="00F1480E" w:rsidRPr="00963A46" w14:paraId="3CCE656A" w14:textId="77777777" w:rsidTr="00BD2AFD">
        <w:trPr>
          <w:tblHeader/>
        </w:trPr>
        <w:tc>
          <w:tcPr>
            <w:tcW w:w="1175" w:type="pct"/>
            <w:shd w:val="clear" w:color="auto" w:fill="auto"/>
          </w:tcPr>
          <w:p w14:paraId="42E58BBB" w14:textId="6F885770" w:rsidR="00F1480E" w:rsidRPr="000754EC" w:rsidRDefault="00E15B78" w:rsidP="00F47281">
            <w:pPr>
              <w:pStyle w:val="SIUnittitle"/>
            </w:pPr>
            <w:r w:rsidRPr="006F5A28">
              <w:t>FWP</w:t>
            </w:r>
            <w:r>
              <w:t>COT3317</w:t>
            </w:r>
          </w:p>
        </w:tc>
        <w:tc>
          <w:tcPr>
            <w:tcW w:w="3825" w:type="pct"/>
            <w:shd w:val="clear" w:color="auto" w:fill="auto"/>
          </w:tcPr>
          <w:p w14:paraId="7B2E5DB8" w14:textId="02C05AB4" w:rsidR="00F1480E" w:rsidRPr="000754EC" w:rsidRDefault="00DB6D9C" w:rsidP="00F47281">
            <w:pPr>
              <w:pStyle w:val="SIUnittitle"/>
            </w:pPr>
            <w:r w:rsidRPr="00DB6D9C">
              <w:t xml:space="preserve">Use chainsaw </w:t>
            </w:r>
            <w:r w:rsidR="0075113E">
              <w:t>with</w:t>
            </w:r>
            <w:r w:rsidR="006243DA">
              <w:t xml:space="preserve">in </w:t>
            </w:r>
            <w:r w:rsidR="0075113E">
              <w:t xml:space="preserve">a </w:t>
            </w:r>
            <w:r w:rsidR="006243DA">
              <w:t>tree</w:t>
            </w:r>
          </w:p>
        </w:tc>
      </w:tr>
      <w:tr w:rsidR="00F1480E" w:rsidRPr="00963A46" w14:paraId="2304FCB4" w14:textId="77777777" w:rsidTr="00BD2AFD">
        <w:tc>
          <w:tcPr>
            <w:tcW w:w="1175"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825" w:type="pct"/>
            <w:shd w:val="clear" w:color="auto" w:fill="auto"/>
          </w:tcPr>
          <w:p w14:paraId="71E9E5B6" w14:textId="4B4FF8E5" w:rsidR="008E2FD6" w:rsidRDefault="008E2FD6" w:rsidP="008E2FD6">
            <w:r w:rsidRPr="000F7282">
              <w:t xml:space="preserve">This unit of competency describes the skills and knowledge required to operate a </w:t>
            </w:r>
            <w:r w:rsidR="00DB6D9C" w:rsidRPr="00DB6D9C">
              <w:t xml:space="preserve">chainsaw </w:t>
            </w:r>
            <w:r w:rsidR="00A63484">
              <w:t>at heights within a tree</w:t>
            </w:r>
            <w:r w:rsidR="00DB41AD">
              <w:t xml:space="preserve"> safely</w:t>
            </w:r>
            <w:r w:rsidR="00A63484" w:rsidRPr="00A63484">
              <w:t>.</w:t>
            </w:r>
            <w:r>
              <w:t xml:space="preserve"> </w:t>
            </w:r>
          </w:p>
          <w:p w14:paraId="70105053" w14:textId="77777777" w:rsidR="008E2FD6" w:rsidRPr="000F7282" w:rsidRDefault="008E2FD6" w:rsidP="008E2FD6"/>
          <w:p w14:paraId="07442391" w14:textId="557040D3" w:rsidR="00C97A0F" w:rsidRDefault="00C97A0F" w:rsidP="00C97A0F">
            <w:r w:rsidRPr="000F7282">
              <w:t xml:space="preserve">The unit applies to individuals who </w:t>
            </w:r>
            <w:r w:rsidRPr="00C97A0F">
              <w:t xml:space="preserve">use chainsaws off ground when conducting tree trimming or dismantling work whilst working at height in arboriculture settings. </w:t>
            </w:r>
            <w:r w:rsidR="00ED0D75">
              <w:t>They work under some supervision, generally within a team environment</w:t>
            </w:r>
            <w:r w:rsidR="008E4A75">
              <w:t>.</w:t>
            </w:r>
          </w:p>
          <w:p w14:paraId="33A9D6AC" w14:textId="159D552F" w:rsidR="00F07844" w:rsidRDefault="00F07844" w:rsidP="00C97A0F"/>
          <w:p w14:paraId="4FD9B79A" w14:textId="114A880C" w:rsidR="00F07844" w:rsidRDefault="00F07844" w:rsidP="00C97A0F">
            <w:r w:rsidRPr="00F07844">
              <w:t>Individuals who use this unit will have had experience in using arborist climbing techniques and chainsaws in an arboriculture, forestry or related work context. This unit is not intended for use by novice or inexperienced chainsaw operators.</w:t>
            </w:r>
          </w:p>
          <w:p w14:paraId="42BDDB08" w14:textId="77777777" w:rsidR="00AF3833" w:rsidRPr="00C97A0F" w:rsidRDefault="00AF3833" w:rsidP="00C97A0F"/>
          <w:p w14:paraId="70DFBFED" w14:textId="560C3CF6" w:rsidR="008E2FD6" w:rsidRDefault="00222711" w:rsidP="00222711">
            <w:pPr>
              <w:pStyle w:val="SIText"/>
            </w:pPr>
            <w:r w:rsidRPr="009C01ED">
              <w:t>All work must be carried out to comply with workplace procedures, according to state/territory health and safety regulations, legislation</w:t>
            </w:r>
            <w:r w:rsidR="002F704A">
              <w:t xml:space="preserve">, </w:t>
            </w:r>
            <w:r w:rsidRPr="009C01ED">
              <w:t>standards</w:t>
            </w:r>
            <w:r w:rsidR="002F704A">
              <w:t xml:space="preserve"> and industry codes of practice</w:t>
            </w:r>
            <w:r w:rsidRPr="009C01ED">
              <w:t xml:space="preserve"> that apply to the workplace</w:t>
            </w:r>
            <w:r>
              <w:t>.</w:t>
            </w:r>
          </w:p>
          <w:p w14:paraId="438F28C3" w14:textId="77777777" w:rsidR="00222711" w:rsidRPr="000F7282" w:rsidRDefault="00222711" w:rsidP="00AF3833">
            <w:pPr>
              <w:pStyle w:val="SIText"/>
            </w:pPr>
          </w:p>
          <w:p w14:paraId="1DECDDC8" w14:textId="5716FA21" w:rsidR="00373436" w:rsidRPr="000754EC" w:rsidRDefault="002B49B1" w:rsidP="008E2FD6">
            <w:r>
              <w:t xml:space="preserve">No </w:t>
            </w:r>
            <w:r w:rsidR="008E2FD6" w:rsidRPr="000F7282">
              <w:t>licensing, legislative or certification requirements apply to this unit at the time of publication.</w:t>
            </w:r>
          </w:p>
        </w:tc>
      </w:tr>
      <w:tr w:rsidR="00F1480E" w:rsidRPr="00963A46" w14:paraId="54EA39BE" w14:textId="77777777" w:rsidTr="00BD2AFD">
        <w:tc>
          <w:tcPr>
            <w:tcW w:w="1175" w:type="pct"/>
            <w:shd w:val="clear" w:color="auto" w:fill="auto"/>
          </w:tcPr>
          <w:p w14:paraId="115F3DF7" w14:textId="77777777" w:rsidR="00F1480E" w:rsidRPr="000754EC" w:rsidRDefault="00FD557D" w:rsidP="000754EC">
            <w:pPr>
              <w:pStyle w:val="SIHeading2"/>
            </w:pPr>
            <w:r w:rsidRPr="00923720">
              <w:t>Prerequisite Unit</w:t>
            </w:r>
          </w:p>
        </w:tc>
        <w:tc>
          <w:tcPr>
            <w:tcW w:w="3825"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BD2AFD">
        <w:tc>
          <w:tcPr>
            <w:tcW w:w="1175" w:type="pct"/>
            <w:shd w:val="clear" w:color="auto" w:fill="auto"/>
          </w:tcPr>
          <w:p w14:paraId="38B615BA" w14:textId="77777777" w:rsidR="00F1480E" w:rsidRPr="000754EC" w:rsidRDefault="00FD557D" w:rsidP="000754EC">
            <w:pPr>
              <w:pStyle w:val="SIHeading2"/>
            </w:pPr>
            <w:r w:rsidRPr="00923720">
              <w:t>Unit Sector</w:t>
            </w:r>
          </w:p>
        </w:tc>
        <w:tc>
          <w:tcPr>
            <w:tcW w:w="3825" w:type="pct"/>
            <w:shd w:val="clear" w:color="auto" w:fill="auto"/>
          </w:tcPr>
          <w:p w14:paraId="2054682B" w14:textId="73BAC589" w:rsidR="008547E9" w:rsidRPr="000754EC" w:rsidRDefault="001768DB" w:rsidP="00E943A9">
            <w:pPr>
              <w:pStyle w:val="SIText"/>
            </w:pPr>
            <w:r>
              <w:t>Common Technical</w:t>
            </w:r>
            <w:r w:rsidR="007B38D8">
              <w:t xml:space="preserve"> (COT)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65"/>
      </w:tblGrid>
      <w:tr w:rsidR="00F1480E" w:rsidRPr="00963A46" w14:paraId="3F1FFC4F" w14:textId="77777777" w:rsidTr="00BD2AFD">
        <w:trPr>
          <w:cantSplit/>
          <w:tblHeader/>
        </w:trPr>
        <w:tc>
          <w:tcPr>
            <w:tcW w:w="1175"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825"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BD2AFD">
        <w:trPr>
          <w:cantSplit/>
          <w:tblHeader/>
        </w:trPr>
        <w:tc>
          <w:tcPr>
            <w:tcW w:w="1175"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825" w:type="pct"/>
            <w:tcBorders>
              <w:top w:val="single" w:sz="4" w:space="0" w:color="C0C0C0"/>
            </w:tcBorders>
            <w:shd w:val="clear" w:color="auto" w:fill="auto"/>
          </w:tcPr>
          <w:p w14:paraId="4EC12789" w14:textId="794DAE2B"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BD2AFD">
        <w:trPr>
          <w:cantSplit/>
        </w:trPr>
        <w:tc>
          <w:tcPr>
            <w:tcW w:w="1175" w:type="pct"/>
            <w:shd w:val="clear" w:color="auto" w:fill="auto"/>
          </w:tcPr>
          <w:p w14:paraId="75A990FC" w14:textId="1814D1A8" w:rsidR="00956978" w:rsidRPr="00956978" w:rsidRDefault="008E2FD6" w:rsidP="00956978">
            <w:r w:rsidRPr="000F7282">
              <w:t>1. P</w:t>
            </w:r>
            <w:r w:rsidR="00126461">
              <w:t>repare for work</w:t>
            </w:r>
          </w:p>
        </w:tc>
        <w:tc>
          <w:tcPr>
            <w:tcW w:w="3825" w:type="pct"/>
            <w:shd w:val="clear" w:color="auto" w:fill="auto"/>
          </w:tcPr>
          <w:p w14:paraId="038EE363" w14:textId="0BB77C0F" w:rsidR="00273F5F" w:rsidRPr="00273F5F" w:rsidRDefault="008E2FD6" w:rsidP="00273F5F">
            <w:r w:rsidRPr="000F7282">
              <w:t xml:space="preserve">1.1 </w:t>
            </w:r>
            <w:r w:rsidR="009802BD">
              <w:t xml:space="preserve">Determine job requirements from </w:t>
            </w:r>
            <w:r w:rsidR="00273F5F" w:rsidRPr="00273F5F">
              <w:t>work order or instruction and, where required, seek clarification from appropriate personnel</w:t>
            </w:r>
          </w:p>
          <w:p w14:paraId="64E5CFED" w14:textId="6B505CBF" w:rsidR="008E2FD6" w:rsidRPr="008E2FD6" w:rsidRDefault="00273F5F" w:rsidP="006F5A28">
            <w:r>
              <w:t>1</w:t>
            </w:r>
            <w:r w:rsidR="006F5A28">
              <w:t>.2</w:t>
            </w:r>
            <w:r w:rsidR="008E2FD6" w:rsidRPr="000F7282">
              <w:t xml:space="preserve"> </w:t>
            </w:r>
            <w:r w:rsidR="009802BD">
              <w:t>Confirm safety and environmental protection requirements according to</w:t>
            </w:r>
            <w:r w:rsidR="009802BD" w:rsidRPr="00273F5F">
              <w:t xml:space="preserve"> </w:t>
            </w:r>
            <w:r w:rsidRPr="00273F5F">
              <w:t>workplace procedures</w:t>
            </w:r>
          </w:p>
          <w:p w14:paraId="0137064C" w14:textId="2932950A" w:rsidR="008E2FD6" w:rsidRDefault="008E2FD6" w:rsidP="00273F5F">
            <w:pPr>
              <w:pStyle w:val="SIText"/>
            </w:pPr>
            <w:r w:rsidRPr="000F7282">
              <w:t>1.</w:t>
            </w:r>
            <w:r w:rsidR="006F5A28">
              <w:t>3</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6F5A28">
              <w:t xml:space="preserve">using chainsaws </w:t>
            </w:r>
            <w:r w:rsidR="0094167F">
              <w:t>off ground</w:t>
            </w:r>
          </w:p>
          <w:p w14:paraId="70BB8CF9" w14:textId="4381D25A" w:rsidR="00014615" w:rsidRDefault="008E2FD6" w:rsidP="008E2FD6">
            <w:r w:rsidRPr="000F7282">
              <w:t>1.</w:t>
            </w:r>
            <w:r w:rsidR="009802BD">
              <w:t>4</w:t>
            </w:r>
            <w:r w:rsidR="009802BD" w:rsidRPr="000F7282">
              <w:t xml:space="preserve"> </w:t>
            </w:r>
            <w:r w:rsidRPr="000F7282">
              <w:t>Identify emergency plan procedures to follow in the event of an emergency</w:t>
            </w:r>
          </w:p>
          <w:p w14:paraId="159348D6" w14:textId="621588F5" w:rsidR="00014615" w:rsidRPr="00014615" w:rsidRDefault="00014615" w:rsidP="00014615">
            <w:r>
              <w:t>1.</w:t>
            </w:r>
            <w:r w:rsidR="003D0B01">
              <w:t>5</w:t>
            </w:r>
            <w:r w:rsidR="003D0B01" w:rsidRPr="000F7282">
              <w:t xml:space="preserve"> </w:t>
            </w:r>
            <w:r>
              <w:t>E</w:t>
            </w:r>
            <w:r w:rsidRPr="00014615">
              <w:t>rect warning and prohibition signs to indicate a hazardous worksite and that unauthorised access is prohibited</w:t>
            </w:r>
            <w:r>
              <w:t xml:space="preserve"> according to workplace </w:t>
            </w:r>
            <w:r w:rsidR="00592DBC">
              <w:t>safety</w:t>
            </w:r>
            <w:r>
              <w:t xml:space="preserve"> procedures</w:t>
            </w:r>
            <w:r w:rsidRPr="00014615">
              <w:t xml:space="preserve"> </w:t>
            </w:r>
          </w:p>
          <w:p w14:paraId="6889A46F" w14:textId="11359BB3" w:rsidR="009802BD" w:rsidRDefault="004213B6" w:rsidP="009802BD">
            <w:r w:rsidRPr="004213B6">
              <w:t>1.</w:t>
            </w:r>
            <w:r w:rsidR="003D0B01">
              <w:t>6</w:t>
            </w:r>
            <w:r w:rsidR="003D0B01" w:rsidRPr="004213B6">
              <w:t xml:space="preserve"> </w:t>
            </w:r>
            <w:r w:rsidRPr="004213B6">
              <w:t xml:space="preserve">Identify, assess and determine </w:t>
            </w:r>
            <w:r>
              <w:t xml:space="preserve">cutting </w:t>
            </w:r>
            <w:r w:rsidRPr="004213B6">
              <w:t>requirements according to work order or instruction</w:t>
            </w:r>
          </w:p>
          <w:p w14:paraId="4C50FC88" w14:textId="6177AEF5" w:rsidR="009802BD" w:rsidRDefault="009802BD" w:rsidP="009802BD">
            <w:r w:rsidRPr="004213B6">
              <w:t>1.</w:t>
            </w:r>
            <w:r w:rsidRPr="009802BD">
              <w:t>7 Consult with appropriate personnel to ensure that work is coordinated effectively with others in the workplace</w:t>
            </w:r>
          </w:p>
          <w:p w14:paraId="477FCDD0" w14:textId="7351DF5E" w:rsidR="009802BD" w:rsidRPr="009802BD" w:rsidRDefault="00E31EE5" w:rsidP="009802BD">
            <w:r>
              <w:t xml:space="preserve">1.8 </w:t>
            </w:r>
            <w:r w:rsidR="009802BD" w:rsidRPr="009802BD">
              <w:t xml:space="preserve">Select, fit and use personal protective equipment </w:t>
            </w:r>
          </w:p>
          <w:p w14:paraId="06B7907F" w14:textId="175F2C47" w:rsidR="009802BD" w:rsidRDefault="009802BD" w:rsidP="009802BD">
            <w:r w:rsidRPr="004213B6">
              <w:t>1.</w:t>
            </w:r>
            <w:r w:rsidR="00E31EE5">
              <w:t>9</w:t>
            </w:r>
            <w:r w:rsidRPr="009802BD">
              <w:t xml:space="preserve"> Obtain chainsaw appropriate for the task, height access equipment and other tools and equipment needed for the work, and check for correct operation and safety according to manufacturer recommendations and workplace procedures</w:t>
            </w:r>
          </w:p>
          <w:p w14:paraId="7A6ED6D1" w14:textId="24AE6647" w:rsidR="00F95834" w:rsidRPr="00956978" w:rsidRDefault="009802BD">
            <w:r>
              <w:t>1.</w:t>
            </w:r>
            <w:r w:rsidR="00E31EE5">
              <w:t>10</w:t>
            </w:r>
            <w:r w:rsidRPr="009802BD">
              <w:t xml:space="preserve"> Confirm </w:t>
            </w:r>
            <w:r w:rsidR="00616215">
              <w:t xml:space="preserve">with appropriate personnel </w:t>
            </w:r>
            <w:r w:rsidRPr="009802BD">
              <w:t xml:space="preserve">that </w:t>
            </w:r>
            <w:r w:rsidR="00616215">
              <w:t>one person is</w:t>
            </w:r>
            <w:r w:rsidRPr="009802BD">
              <w:t xml:space="preserve"> present </w:t>
            </w:r>
            <w:r w:rsidR="00DB50D5">
              <w:t xml:space="preserve">on the ground </w:t>
            </w:r>
            <w:r w:rsidRPr="009802BD">
              <w:t xml:space="preserve">during working at height operations and </w:t>
            </w:r>
            <w:r w:rsidR="00DB50D5">
              <w:t>this</w:t>
            </w:r>
            <w:r w:rsidRPr="009802BD">
              <w:t xml:space="preserve"> person is competent and equipped to perform aerial rescue</w:t>
            </w:r>
          </w:p>
        </w:tc>
      </w:tr>
      <w:tr w:rsidR="004213B6" w:rsidRPr="00963A46" w14:paraId="7AB440D3" w14:textId="77777777" w:rsidTr="00BD2AFD">
        <w:trPr>
          <w:cantSplit/>
        </w:trPr>
        <w:tc>
          <w:tcPr>
            <w:tcW w:w="1175" w:type="pct"/>
            <w:shd w:val="clear" w:color="auto" w:fill="auto"/>
          </w:tcPr>
          <w:p w14:paraId="6EE9035C" w14:textId="50A2DDF8" w:rsidR="004213B6" w:rsidRPr="004213B6" w:rsidRDefault="004213B6" w:rsidP="004213B6">
            <w:r w:rsidRPr="004213B6">
              <w:lastRenderedPageBreak/>
              <w:t xml:space="preserve">2. </w:t>
            </w:r>
            <w:r w:rsidR="009802BD">
              <w:t>A</w:t>
            </w:r>
            <w:r w:rsidRPr="004213B6">
              <w:t>ssess site conditions and surroundings</w:t>
            </w:r>
          </w:p>
        </w:tc>
        <w:tc>
          <w:tcPr>
            <w:tcW w:w="3825" w:type="pct"/>
            <w:shd w:val="clear" w:color="auto" w:fill="auto"/>
          </w:tcPr>
          <w:p w14:paraId="3177A298" w14:textId="174549E2" w:rsidR="004213B6" w:rsidRDefault="004213B6" w:rsidP="004213B6">
            <w:r w:rsidRPr="004213B6">
              <w:t>2.1 Inspect site for conditions likely to affect safe</w:t>
            </w:r>
            <w:r w:rsidR="0094167F">
              <w:t xml:space="preserve"> use of chainsaw off ground</w:t>
            </w:r>
          </w:p>
          <w:p w14:paraId="2A715AA1" w14:textId="7555709B" w:rsidR="0036022A" w:rsidRPr="0036022A" w:rsidRDefault="0036022A" w:rsidP="0036022A">
            <w:r>
              <w:t xml:space="preserve">2.2 Observe weather </w:t>
            </w:r>
            <w:r w:rsidR="0094167F">
              <w:t>conditions</w:t>
            </w:r>
            <w:r>
              <w:t xml:space="preserve"> and assess </w:t>
            </w:r>
            <w:r w:rsidRPr="0036022A">
              <w:t xml:space="preserve">likely </w:t>
            </w:r>
            <w:r>
              <w:t>impact on</w:t>
            </w:r>
            <w:r w:rsidRPr="0036022A">
              <w:t xml:space="preserve"> </w:t>
            </w:r>
            <w:r w:rsidR="0094167F" w:rsidRPr="0094167F">
              <w:t>safe use of chainsaw off ground</w:t>
            </w:r>
          </w:p>
          <w:p w14:paraId="55A57C08" w14:textId="32978FB7" w:rsidR="004213B6" w:rsidRPr="004213B6" w:rsidRDefault="004213B6" w:rsidP="004213B6">
            <w:r w:rsidRPr="004213B6">
              <w:t>2.</w:t>
            </w:r>
            <w:r w:rsidR="0036022A">
              <w:t>3</w:t>
            </w:r>
            <w:r w:rsidRPr="004213B6">
              <w:t xml:space="preserve"> Identify and report site environmental conditions to appropriate personnel</w:t>
            </w:r>
          </w:p>
          <w:p w14:paraId="48941E71" w14:textId="30DF3D97" w:rsidR="004213B6" w:rsidRPr="004213B6" w:rsidRDefault="004213B6" w:rsidP="004213B6">
            <w:r w:rsidRPr="004213B6">
              <w:t>2.</w:t>
            </w:r>
            <w:r w:rsidR="0036022A">
              <w:t>4</w:t>
            </w:r>
            <w:r w:rsidRPr="004213B6">
              <w:t xml:space="preserve"> Determine </w:t>
            </w:r>
            <w:r w:rsidR="0094167F">
              <w:t>work area</w:t>
            </w:r>
            <w:r w:rsidRPr="004213B6">
              <w:t xml:space="preserve"> and implement control measures to minimise risks and hazards in the </w:t>
            </w:r>
            <w:r w:rsidR="0094167F">
              <w:t>area</w:t>
            </w:r>
            <w:r w:rsidRPr="004213B6">
              <w:t xml:space="preserve"> according to safe work procedures</w:t>
            </w:r>
          </w:p>
          <w:p w14:paraId="2A07722F" w14:textId="5B292DF8" w:rsidR="004213B6" w:rsidRPr="004213B6" w:rsidRDefault="004213B6" w:rsidP="004213B6">
            <w:r w:rsidRPr="004213B6">
              <w:t>2.</w:t>
            </w:r>
            <w:r w:rsidR="0036022A">
              <w:t>5</w:t>
            </w:r>
            <w:r w:rsidRPr="004213B6">
              <w:t xml:space="preserve"> Monitor location and activity of other personnel on the worksite</w:t>
            </w:r>
            <w:r w:rsidR="00565E23">
              <w:t>,</w:t>
            </w:r>
            <w:r w:rsidRPr="004213B6">
              <w:t xml:space="preserve"> and implement control measures according to workplace safety procedures</w:t>
            </w:r>
          </w:p>
        </w:tc>
      </w:tr>
      <w:tr w:rsidR="00956978" w:rsidRPr="00963A46" w14:paraId="1438C983" w14:textId="77777777" w:rsidTr="00BD2AFD">
        <w:trPr>
          <w:cantSplit/>
        </w:trPr>
        <w:tc>
          <w:tcPr>
            <w:tcW w:w="1175" w:type="pct"/>
            <w:shd w:val="clear" w:color="auto" w:fill="auto"/>
          </w:tcPr>
          <w:p w14:paraId="2BB7E69E" w14:textId="5F39087C" w:rsidR="00956978" w:rsidRPr="00956978" w:rsidRDefault="001E41B6" w:rsidP="00956978">
            <w:r>
              <w:t>3</w:t>
            </w:r>
            <w:r w:rsidR="008E2FD6" w:rsidRPr="000F7282">
              <w:t xml:space="preserve">. </w:t>
            </w:r>
            <w:r w:rsidR="00DB7961">
              <w:t>Pre</w:t>
            </w:r>
            <w:r w:rsidR="007B38D8">
              <w:t>-</w:t>
            </w:r>
            <w:r w:rsidR="00DB7961">
              <w:t>s</w:t>
            </w:r>
            <w:r w:rsidR="004213B6">
              <w:t xml:space="preserve">tart chainsaw </w:t>
            </w:r>
          </w:p>
        </w:tc>
        <w:tc>
          <w:tcPr>
            <w:tcW w:w="3825" w:type="pct"/>
            <w:shd w:val="clear" w:color="auto" w:fill="auto"/>
          </w:tcPr>
          <w:p w14:paraId="5DAD0818" w14:textId="292FFFE7" w:rsidR="009E6894" w:rsidRDefault="004213B6" w:rsidP="004213B6">
            <w:r>
              <w:t xml:space="preserve">3.1 </w:t>
            </w:r>
            <w:r w:rsidR="009E6894">
              <w:t>Fuel and lubricate saw on the ground according to manufacturer instructions and workplace procedures</w:t>
            </w:r>
          </w:p>
          <w:p w14:paraId="545D95D1" w14:textId="2A0776A8" w:rsidR="0049568A" w:rsidRDefault="0049568A" w:rsidP="004213B6">
            <w:r>
              <w:t>3.2 Perform pre</w:t>
            </w:r>
            <w:r w:rsidR="007B38D8">
              <w:t>-</w:t>
            </w:r>
            <w:r>
              <w:t xml:space="preserve">start checks on chainsaw </w:t>
            </w:r>
            <w:r w:rsidRPr="0049568A">
              <w:t>according to manufacturer instructions and workplace procedures</w:t>
            </w:r>
          </w:p>
          <w:p w14:paraId="504D5048" w14:textId="31791B5C" w:rsidR="004213B6" w:rsidRPr="004213B6" w:rsidRDefault="009E6894" w:rsidP="004213B6">
            <w:r>
              <w:t>3.</w:t>
            </w:r>
            <w:r w:rsidR="0049568A">
              <w:t>3</w:t>
            </w:r>
            <w:r>
              <w:t xml:space="preserve"> </w:t>
            </w:r>
            <w:r w:rsidR="004213B6">
              <w:t>Start c</w:t>
            </w:r>
            <w:r w:rsidR="004213B6" w:rsidRPr="004213B6">
              <w:t xml:space="preserve">hainsaw using cold and warm starting methods on the ground </w:t>
            </w:r>
            <w:r w:rsidR="004213B6">
              <w:t xml:space="preserve">according to workplace </w:t>
            </w:r>
            <w:r w:rsidR="00592DBC">
              <w:t xml:space="preserve">safety </w:t>
            </w:r>
            <w:r w:rsidR="004213B6">
              <w:t>procedures</w:t>
            </w:r>
          </w:p>
          <w:p w14:paraId="4E9345BA" w14:textId="132A58ED" w:rsidR="00807529" w:rsidRDefault="00596F25" w:rsidP="00807529">
            <w:r>
              <w:t>3</w:t>
            </w:r>
            <w:r w:rsidR="00807529" w:rsidRPr="00807529">
              <w:t>.</w:t>
            </w:r>
            <w:r>
              <w:t>4</w:t>
            </w:r>
            <w:r w:rsidR="00807529" w:rsidRPr="00807529">
              <w:t xml:space="preserve"> </w:t>
            </w:r>
            <w:r w:rsidR="003D0B01">
              <w:t>Confirm</w:t>
            </w:r>
            <w:r w:rsidR="003D0B01" w:rsidRPr="00807529">
              <w:t xml:space="preserve"> </w:t>
            </w:r>
            <w:r w:rsidR="00807529" w:rsidRPr="00807529">
              <w:t xml:space="preserve">the chainsaw is running effectively </w:t>
            </w:r>
            <w:r w:rsidR="00DB7961">
              <w:t>prior to ascending tre</w:t>
            </w:r>
            <w:r w:rsidR="00E058A2">
              <w:t>e</w:t>
            </w:r>
          </w:p>
          <w:p w14:paraId="31D6B05E" w14:textId="6EE73934" w:rsidR="00956978" w:rsidRPr="00956978" w:rsidRDefault="004213B6" w:rsidP="00807529">
            <w:r w:rsidRPr="004213B6">
              <w:t>3.</w:t>
            </w:r>
            <w:r w:rsidR="00596F25">
              <w:t xml:space="preserve">5 </w:t>
            </w:r>
            <w:r w:rsidR="00F67439">
              <w:t>Select</w:t>
            </w:r>
            <w:r w:rsidR="0049568A">
              <w:t xml:space="preserve">, </w:t>
            </w:r>
            <w:r w:rsidR="00F67439">
              <w:t xml:space="preserve">communicate to team members </w:t>
            </w:r>
            <w:r w:rsidR="0049568A">
              <w:t xml:space="preserve">and apply </w:t>
            </w:r>
            <w:r w:rsidR="00F67439">
              <w:t xml:space="preserve">appropriate method for sending chainsaw to the </w:t>
            </w:r>
            <w:r w:rsidR="009E6894">
              <w:t>operator</w:t>
            </w:r>
            <w:r w:rsidR="00F67439">
              <w:t xml:space="preserve"> </w:t>
            </w:r>
            <w:r w:rsidR="00F67439" w:rsidRPr="00F67439">
              <w:t xml:space="preserve">according to workplace </w:t>
            </w:r>
            <w:r w:rsidR="00592DBC">
              <w:t>health and safety</w:t>
            </w:r>
            <w:r w:rsidR="00F67439" w:rsidRPr="00F67439">
              <w:t xml:space="preserve"> procedures</w:t>
            </w:r>
            <w:r w:rsidR="00F67439" w:rsidRPr="00F67439" w:rsidDel="00F06F7C">
              <w:t xml:space="preserve"> </w:t>
            </w:r>
          </w:p>
        </w:tc>
      </w:tr>
      <w:tr w:rsidR="00956978" w:rsidRPr="00963A46" w14:paraId="197E49C5" w14:textId="77777777" w:rsidTr="00BD2AFD">
        <w:trPr>
          <w:cantSplit/>
        </w:trPr>
        <w:tc>
          <w:tcPr>
            <w:tcW w:w="1175" w:type="pct"/>
            <w:shd w:val="clear" w:color="auto" w:fill="auto"/>
          </w:tcPr>
          <w:p w14:paraId="61976561" w14:textId="3C9B6BBD" w:rsidR="00956978" w:rsidRPr="00956978" w:rsidRDefault="001947B1" w:rsidP="00956978">
            <w:r>
              <w:t>4</w:t>
            </w:r>
            <w:r w:rsidR="008E2FD6" w:rsidRPr="000F7282">
              <w:t xml:space="preserve">. </w:t>
            </w:r>
            <w:r w:rsidR="00ED0D75">
              <w:t xml:space="preserve">Carry out safe chainsaw operation </w:t>
            </w:r>
            <w:r w:rsidR="00C77EF0">
              <w:t xml:space="preserve"> </w:t>
            </w:r>
          </w:p>
        </w:tc>
        <w:tc>
          <w:tcPr>
            <w:tcW w:w="3825" w:type="pct"/>
            <w:shd w:val="clear" w:color="auto" w:fill="auto"/>
          </w:tcPr>
          <w:p w14:paraId="415B1F0B" w14:textId="30E13BEF" w:rsidR="00D43BBE" w:rsidRDefault="001947B1" w:rsidP="00126461">
            <w:r>
              <w:t>4</w:t>
            </w:r>
            <w:r w:rsidR="008E2FD6" w:rsidRPr="000F7282">
              <w:t xml:space="preserve">.1 </w:t>
            </w:r>
            <w:r w:rsidR="00C97A0F">
              <w:t xml:space="preserve">Access </w:t>
            </w:r>
            <w:r w:rsidR="0094167F">
              <w:t xml:space="preserve">tree safely and </w:t>
            </w:r>
            <w:r w:rsidR="00ED0D75">
              <w:t xml:space="preserve">confirm </w:t>
            </w:r>
            <w:r w:rsidR="00F55017">
              <w:t>that</w:t>
            </w:r>
            <w:r w:rsidR="00E51B71">
              <w:t xml:space="preserve"> body position</w:t>
            </w:r>
            <w:r w:rsidR="007C3CB4">
              <w:t>ing</w:t>
            </w:r>
            <w:r w:rsidR="00E51B71">
              <w:t xml:space="preserve"> and movements are safe and</w:t>
            </w:r>
            <w:r w:rsidR="00E51B71" w:rsidRPr="00E51B71">
              <w:t xml:space="preserve"> ergonomically </w:t>
            </w:r>
            <w:r w:rsidR="007C3CB4">
              <w:t>efficient</w:t>
            </w:r>
            <w:r w:rsidR="006F2521">
              <w:t xml:space="preserve"> according to </w:t>
            </w:r>
            <w:r w:rsidR="005F50D7">
              <w:t xml:space="preserve">current Australian Standards </w:t>
            </w:r>
            <w:r w:rsidR="006000C1">
              <w:t xml:space="preserve">and </w:t>
            </w:r>
            <w:r w:rsidR="00E51B71" w:rsidRPr="00E51B71">
              <w:t>work</w:t>
            </w:r>
            <w:r w:rsidR="00E51B71">
              <w:t xml:space="preserve">place </w:t>
            </w:r>
            <w:r w:rsidR="00887DD6">
              <w:t>safety</w:t>
            </w:r>
            <w:r w:rsidR="00E51B71" w:rsidRPr="00E51B71">
              <w:t xml:space="preserve"> procedures</w:t>
            </w:r>
          </w:p>
          <w:p w14:paraId="3F0C1D2D" w14:textId="4693F872" w:rsidR="00F67439" w:rsidRPr="00F67439" w:rsidRDefault="00F67439" w:rsidP="00F67439">
            <w:r w:rsidRPr="00F67439">
              <w:t>4.</w:t>
            </w:r>
            <w:r w:rsidR="00F55017">
              <w:t>2</w:t>
            </w:r>
            <w:r w:rsidRPr="00F67439">
              <w:t xml:space="preserve"> </w:t>
            </w:r>
            <w:r w:rsidR="00F55017">
              <w:t xml:space="preserve">Secure </w:t>
            </w:r>
            <w:r w:rsidRPr="00F67439">
              <w:t xml:space="preserve">chainsaw </w:t>
            </w:r>
            <w:r w:rsidR="00C97A0F">
              <w:t>whilst at height</w:t>
            </w:r>
            <w:r w:rsidRPr="00F67439">
              <w:t xml:space="preserve"> by means of a suitabl</w:t>
            </w:r>
            <w:r w:rsidR="00C97A0F">
              <w:t>e</w:t>
            </w:r>
            <w:r w:rsidRPr="00F67439">
              <w:t xml:space="preserve"> lanyard</w:t>
            </w:r>
          </w:p>
          <w:p w14:paraId="725E1F7E" w14:textId="15828820" w:rsidR="00F55017" w:rsidRPr="00F55017" w:rsidRDefault="00F55017" w:rsidP="00F55017">
            <w:r w:rsidRPr="00F55017">
              <w:t>4.</w:t>
            </w:r>
            <w:r w:rsidR="00194935">
              <w:t>3</w:t>
            </w:r>
            <w:r w:rsidRPr="00F55017">
              <w:t xml:space="preserve"> Obtain the best available </w:t>
            </w:r>
            <w:r w:rsidR="0094167F">
              <w:t>working</w:t>
            </w:r>
            <w:r w:rsidRPr="00F55017">
              <w:t xml:space="preserve"> position to minimise risk of being struck by saw or by severed pieces of wood</w:t>
            </w:r>
          </w:p>
          <w:p w14:paraId="6EB5E19E" w14:textId="45F0A22C" w:rsidR="007C3CB4" w:rsidRDefault="00F67439" w:rsidP="007C3CB4">
            <w:r>
              <w:t>4.</w:t>
            </w:r>
            <w:r w:rsidR="00F55017">
              <w:t>4</w:t>
            </w:r>
            <w:r>
              <w:t xml:space="preserve"> Check that</w:t>
            </w:r>
            <w:r w:rsidR="007C3CB4" w:rsidRPr="007C3CB4">
              <w:t xml:space="preserve"> </w:t>
            </w:r>
            <w:r w:rsidR="0032412D">
              <w:t xml:space="preserve">the </w:t>
            </w:r>
            <w:r w:rsidR="007C3CB4" w:rsidRPr="007C3CB4">
              <w:t xml:space="preserve">chain </w:t>
            </w:r>
            <w:r w:rsidR="0032412D">
              <w:t xml:space="preserve">of the </w:t>
            </w:r>
            <w:r w:rsidR="0032412D" w:rsidRPr="007C3CB4">
              <w:t xml:space="preserve">saw </w:t>
            </w:r>
            <w:r w:rsidR="007C3CB4" w:rsidRPr="007C3CB4">
              <w:t>is clear of obstructions</w:t>
            </w:r>
            <w:r>
              <w:t>,</w:t>
            </w:r>
            <w:r w:rsidR="007C3CB4" w:rsidRPr="007C3CB4">
              <w:t xml:space="preserve"> </w:t>
            </w:r>
            <w:r>
              <w:t>including</w:t>
            </w:r>
            <w:r w:rsidR="007C3CB4" w:rsidRPr="007C3CB4">
              <w:t xml:space="preserve"> climbing equipment, protective clothing or parts of the tree</w:t>
            </w:r>
            <w:r>
              <w:t>,</w:t>
            </w:r>
            <w:r w:rsidR="007C3CB4" w:rsidRPr="007C3CB4">
              <w:t xml:space="preserve"> </w:t>
            </w:r>
            <w:r w:rsidR="007C3CB4">
              <w:t>b</w:t>
            </w:r>
            <w:r w:rsidR="007C3CB4" w:rsidRPr="007C3CB4">
              <w:t>efore restarting in the tree</w:t>
            </w:r>
          </w:p>
          <w:p w14:paraId="0EED7C6E" w14:textId="46297131" w:rsidR="00F55017" w:rsidRDefault="00F55017" w:rsidP="007C3CB4">
            <w:r>
              <w:t>4.5 Start chainsaw acco</w:t>
            </w:r>
            <w:r w:rsidR="0049568A">
              <w:t>r</w:t>
            </w:r>
            <w:r>
              <w:t>ding to manufacturer instructions and wo</w:t>
            </w:r>
            <w:r w:rsidR="009E6894">
              <w:t>rk</w:t>
            </w:r>
            <w:r>
              <w:t xml:space="preserve">place </w:t>
            </w:r>
            <w:r w:rsidR="0032412D">
              <w:t>safety</w:t>
            </w:r>
            <w:r>
              <w:t xml:space="preserve"> procedures</w:t>
            </w:r>
          </w:p>
          <w:p w14:paraId="4AA05798" w14:textId="4CCB0377" w:rsidR="00C97A0F" w:rsidRPr="007C3CB4" w:rsidRDefault="00C97A0F" w:rsidP="007C3CB4">
            <w:r>
              <w:t xml:space="preserve">4.6 </w:t>
            </w:r>
            <w:r w:rsidRPr="00C97A0F">
              <w:t>Obtain confirmation from ground crew before performing cuts</w:t>
            </w:r>
            <w:r w:rsidR="00565E23">
              <w:t>,</w:t>
            </w:r>
            <w:r w:rsidRPr="00C97A0F">
              <w:t xml:space="preserve"> using the call and response protocol</w:t>
            </w:r>
          </w:p>
          <w:p w14:paraId="5E338033" w14:textId="597541F8" w:rsidR="00014615" w:rsidRDefault="00014615" w:rsidP="00014615">
            <w:r>
              <w:t>4.</w:t>
            </w:r>
            <w:r w:rsidR="00C97A0F">
              <w:t>7</w:t>
            </w:r>
            <w:r>
              <w:t xml:space="preserve"> M</w:t>
            </w:r>
            <w:r w:rsidRPr="00014615">
              <w:t>aintain proper control of the saw</w:t>
            </w:r>
            <w:r w:rsidR="00F67439">
              <w:t xml:space="preserve"> by gripping with two hands </w:t>
            </w:r>
            <w:r>
              <w:t>and k</w:t>
            </w:r>
            <w:r w:rsidRPr="00014615">
              <w:t>eep</w:t>
            </w:r>
            <w:r w:rsidR="005B7EBC">
              <w:t>ing</w:t>
            </w:r>
            <w:r w:rsidRPr="00014615">
              <w:t xml:space="preserve"> saw well clear of </w:t>
            </w:r>
            <w:r>
              <w:t>body</w:t>
            </w:r>
            <w:r w:rsidRPr="00014615">
              <w:t xml:space="preserve"> and climbing equipment at all times</w:t>
            </w:r>
            <w:r w:rsidR="007C3CB4">
              <w:t xml:space="preserve"> </w:t>
            </w:r>
            <w:r w:rsidR="007C3CB4" w:rsidRPr="007C3CB4">
              <w:t xml:space="preserve">according to workplace </w:t>
            </w:r>
            <w:r w:rsidR="0032412D">
              <w:t>safety</w:t>
            </w:r>
            <w:r w:rsidR="007C3CB4" w:rsidRPr="007C3CB4">
              <w:t xml:space="preserve"> procedures</w:t>
            </w:r>
          </w:p>
          <w:p w14:paraId="135C33CD" w14:textId="60327988" w:rsidR="00C97A0F" w:rsidRPr="00C97A0F" w:rsidRDefault="00C97A0F" w:rsidP="00C97A0F">
            <w:r>
              <w:t>4.8</w:t>
            </w:r>
            <w:r w:rsidRPr="00C97A0F">
              <w:t xml:space="preserve"> Select and accurately apply a range of appropriate cuts </w:t>
            </w:r>
            <w:r w:rsidR="006F2521">
              <w:t xml:space="preserve">according to current Australian Standards </w:t>
            </w:r>
            <w:r w:rsidR="008F3493">
              <w:t>and industry codes of practice</w:t>
            </w:r>
            <w:r w:rsidR="00565E23">
              <w:t>,</w:t>
            </w:r>
            <w:r w:rsidR="008F3493">
              <w:t xml:space="preserve"> </w:t>
            </w:r>
            <w:r w:rsidRPr="00C97A0F">
              <w:t>to achieve required behaviour of cut piece</w:t>
            </w:r>
            <w:r>
              <w:t xml:space="preserve"> according to workplace procedures</w:t>
            </w:r>
            <w:r w:rsidRPr="00C97A0F">
              <w:t xml:space="preserve"> </w:t>
            </w:r>
          </w:p>
          <w:p w14:paraId="6AA657AF" w14:textId="1A2A9609" w:rsidR="00F55017" w:rsidRDefault="007C3CB4" w:rsidP="00014615">
            <w:r>
              <w:t>4.</w:t>
            </w:r>
            <w:r w:rsidR="00C97A0F">
              <w:t>9</w:t>
            </w:r>
            <w:r>
              <w:t xml:space="preserve"> </w:t>
            </w:r>
            <w:r w:rsidR="003D0B01">
              <w:t>Confirm the</w:t>
            </w:r>
            <w:r w:rsidR="00014615" w:rsidRPr="00014615">
              <w:t xml:space="preserve"> chainsaw is switched off, or the chain brake applied, after each cutting operation</w:t>
            </w:r>
          </w:p>
          <w:p w14:paraId="4D26B0E1" w14:textId="09BA84C6" w:rsidR="00F55017" w:rsidRDefault="00F55017" w:rsidP="00014615">
            <w:r>
              <w:t>4.</w:t>
            </w:r>
            <w:r w:rsidR="00C97A0F">
              <w:t>10</w:t>
            </w:r>
            <w:r>
              <w:t xml:space="preserve"> Apply safe technique for freeing a trapped </w:t>
            </w:r>
            <w:r w:rsidR="0032412D">
              <w:t>chainsaw</w:t>
            </w:r>
            <w:r>
              <w:t xml:space="preserve"> according to workplace</w:t>
            </w:r>
            <w:r w:rsidR="0032412D">
              <w:t xml:space="preserve"> safety</w:t>
            </w:r>
            <w:r>
              <w:t xml:space="preserve"> procedures</w:t>
            </w:r>
          </w:p>
          <w:p w14:paraId="36AEC6C5" w14:textId="7163EBC5" w:rsidR="0049568A" w:rsidRDefault="001947B1" w:rsidP="008E2FD6">
            <w:r>
              <w:t>4</w:t>
            </w:r>
            <w:r w:rsidR="00126461" w:rsidRPr="00126461">
              <w:t>.</w:t>
            </w:r>
            <w:r w:rsidR="00F55017">
              <w:t>1</w:t>
            </w:r>
            <w:r w:rsidR="00AF3833">
              <w:t>1</w:t>
            </w:r>
            <w:r>
              <w:t xml:space="preserve"> </w:t>
            </w:r>
            <w:r w:rsidR="00F55017">
              <w:t xml:space="preserve">Apply safe cutting techniques </w:t>
            </w:r>
            <w:r w:rsidR="00A97C83">
              <w:t xml:space="preserve">according to </w:t>
            </w:r>
            <w:r w:rsidR="00167AC1">
              <w:t>current Australian Standards</w:t>
            </w:r>
            <w:r w:rsidR="00565E23">
              <w:t>,</w:t>
            </w:r>
            <w:r w:rsidR="002175A7" w:rsidRPr="002175A7">
              <w:t xml:space="preserve"> </w:t>
            </w:r>
            <w:r w:rsidR="00F55017">
              <w:t>and work positioning</w:t>
            </w:r>
            <w:r w:rsidR="00565E23">
              <w:t>,</w:t>
            </w:r>
            <w:r w:rsidR="00F55017">
              <w:t xml:space="preserve"> to complete</w:t>
            </w:r>
            <w:r w:rsidR="00D43BBE">
              <w:t xml:space="preserve"> o</w:t>
            </w:r>
            <w:r w:rsidR="00126461" w:rsidRPr="00126461">
              <w:t xml:space="preserve">perational tasks </w:t>
            </w:r>
            <w:r>
              <w:t>according to work order or work instructions</w:t>
            </w:r>
          </w:p>
          <w:p w14:paraId="7DA0B64B" w14:textId="44BFC11C" w:rsidR="00956978" w:rsidRPr="00956978" w:rsidRDefault="0049568A" w:rsidP="008E2FD6">
            <w:r>
              <w:t>4.1</w:t>
            </w:r>
            <w:r w:rsidR="00AF3833">
              <w:t>2</w:t>
            </w:r>
            <w:r>
              <w:t xml:space="preserve"> Apply safe methods for returning chainsaw to the ground</w:t>
            </w:r>
            <w:r w:rsidR="00C97A0F">
              <w:t xml:space="preserve"> for refuelling</w:t>
            </w:r>
            <w:r>
              <w:t xml:space="preserve"> according to workplace </w:t>
            </w:r>
            <w:r w:rsidR="00CB07E9">
              <w:t>safety</w:t>
            </w:r>
            <w:r>
              <w:t xml:space="preserve"> procedures</w:t>
            </w:r>
          </w:p>
        </w:tc>
      </w:tr>
      <w:tr w:rsidR="008E2FD6" w:rsidRPr="00963A46" w14:paraId="71ECCAE7" w14:textId="77777777" w:rsidTr="00BD2AFD">
        <w:trPr>
          <w:cantSplit/>
        </w:trPr>
        <w:tc>
          <w:tcPr>
            <w:tcW w:w="1175" w:type="pct"/>
            <w:shd w:val="clear" w:color="auto" w:fill="auto"/>
          </w:tcPr>
          <w:p w14:paraId="3BD8FEDB" w14:textId="3BDC787A" w:rsidR="008E2FD6" w:rsidRPr="000F7282" w:rsidRDefault="008E2FD6" w:rsidP="00956978">
            <w:r w:rsidRPr="000F7282">
              <w:t>5. Carry out machine operator maintenance</w:t>
            </w:r>
          </w:p>
        </w:tc>
        <w:tc>
          <w:tcPr>
            <w:tcW w:w="3825" w:type="pct"/>
            <w:shd w:val="clear" w:color="auto" w:fill="auto"/>
          </w:tcPr>
          <w:p w14:paraId="2B529728" w14:textId="77777777" w:rsidR="007C3CB4" w:rsidRPr="007C3CB4" w:rsidRDefault="007C3CB4" w:rsidP="007C3CB4">
            <w:r w:rsidRPr="007C3CB4">
              <w:t xml:space="preserve">5.1 Follow workplace safety procedures and manufacturer instructions to lock out equipment </w:t>
            </w:r>
          </w:p>
          <w:p w14:paraId="1A7D9C12" w14:textId="77777777" w:rsidR="007C3CB4" w:rsidRPr="007C3CB4" w:rsidRDefault="007C3CB4" w:rsidP="007C3CB4">
            <w:r w:rsidRPr="007C3CB4">
              <w:t>5.2 Inspect chainsaw on completion of cutting activities</w:t>
            </w:r>
          </w:p>
          <w:p w14:paraId="5FD91D67" w14:textId="33C2D8ED" w:rsidR="007C3CB4" w:rsidRPr="007C3CB4" w:rsidRDefault="007C3CB4" w:rsidP="007C3CB4">
            <w:r w:rsidRPr="007C3CB4">
              <w:t>5.3 Identify damage to chainsaw and cutting attachments</w:t>
            </w:r>
            <w:r w:rsidR="00565E23">
              <w:t>,</w:t>
            </w:r>
            <w:r w:rsidRPr="007C3CB4">
              <w:t xml:space="preserve"> and tag for repair, service or replacement according to workplace requirements and manufacturer recommendations</w:t>
            </w:r>
          </w:p>
          <w:p w14:paraId="0EB5DD05" w14:textId="0270A9DA" w:rsidR="008E2FD6" w:rsidRPr="000F7282" w:rsidRDefault="007C3CB4" w:rsidP="0053282D">
            <w:r w:rsidRPr="007C3CB4">
              <w:t>5.4 Remove, clean, adjust</w:t>
            </w:r>
            <w:r w:rsidR="00E7598E">
              <w:t>, sharpen</w:t>
            </w:r>
            <w:r w:rsidRPr="007C3CB4">
              <w:t xml:space="preserve"> or replace chain and other components according to workplace requirements and manufacturer recommendations</w:t>
            </w:r>
          </w:p>
        </w:tc>
      </w:tr>
    </w:tbl>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365"/>
      </w:tblGrid>
      <w:tr w:rsidR="00F1480E" w:rsidRPr="00336FCA" w:rsidDel="00423CB2" w14:paraId="3F27752F" w14:textId="77777777" w:rsidTr="00447F2D">
        <w:trPr>
          <w:tblHeader/>
        </w:trPr>
        <w:tc>
          <w:tcPr>
            <w:tcW w:w="5000" w:type="pct"/>
            <w:gridSpan w:val="2"/>
          </w:tcPr>
          <w:p w14:paraId="27B2FBC1" w14:textId="77777777" w:rsidR="00F1480E" w:rsidRPr="000754EC" w:rsidRDefault="00FD557D" w:rsidP="000754EC">
            <w:pPr>
              <w:pStyle w:val="SIHeading2"/>
            </w:pPr>
            <w:r w:rsidRPr="00041E59">
              <w:lastRenderedPageBreak/>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336">
        <w:trPr>
          <w:tblHeader/>
        </w:trPr>
        <w:tc>
          <w:tcPr>
            <w:tcW w:w="1175"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825"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0D6F7E2E" w14:textId="77777777" w:rsidTr="00CA2336">
        <w:tc>
          <w:tcPr>
            <w:tcW w:w="1175" w:type="pct"/>
          </w:tcPr>
          <w:p w14:paraId="64C786EC" w14:textId="16C12AF8" w:rsidR="00EE4378" w:rsidRPr="00EE4378" w:rsidRDefault="00EE4378" w:rsidP="00EE4378">
            <w:r w:rsidRPr="00EE4378">
              <w:t>Writing</w:t>
            </w:r>
          </w:p>
        </w:tc>
        <w:tc>
          <w:tcPr>
            <w:tcW w:w="3825" w:type="pct"/>
          </w:tcPr>
          <w:p w14:paraId="558FEC77" w14:textId="27D69210" w:rsidR="00EE4378" w:rsidRPr="00EE4378" w:rsidRDefault="003D0B01" w:rsidP="00EE4378">
            <w:pPr>
              <w:pStyle w:val="SIBulletList1"/>
            </w:pPr>
            <w:r w:rsidRPr="003D0B01">
              <w:rPr>
                <w:rFonts w:eastAsiaTheme="minorHAnsi"/>
              </w:rPr>
              <w:t>Use technical and enterprise specific vocabulary to accurately and legibly complete workplace records and forms</w:t>
            </w:r>
          </w:p>
        </w:tc>
      </w:tr>
      <w:tr w:rsidR="00EE4378" w:rsidRPr="00336FCA" w:rsidDel="00423CB2" w14:paraId="244CFD3A" w14:textId="77777777" w:rsidTr="00CA2336">
        <w:tc>
          <w:tcPr>
            <w:tcW w:w="1175" w:type="pct"/>
          </w:tcPr>
          <w:p w14:paraId="53959F1A" w14:textId="358E551F" w:rsidR="00EE4378" w:rsidRPr="00EE4378" w:rsidRDefault="00EE4378" w:rsidP="00EE4378">
            <w:r w:rsidRPr="00EE4378">
              <w:t>Numeracy</w:t>
            </w:r>
          </w:p>
        </w:tc>
        <w:tc>
          <w:tcPr>
            <w:tcW w:w="3825" w:type="pct"/>
          </w:tcPr>
          <w:p w14:paraId="2E0581B0" w14:textId="4995F887" w:rsidR="00EE4378" w:rsidRPr="00EE4378" w:rsidRDefault="00EE4378" w:rsidP="00A4234E">
            <w:pPr>
              <w:pStyle w:val="SIBulletList1"/>
            </w:pPr>
            <w:r w:rsidRPr="00EE4378">
              <w:t xml:space="preserve">Interpret </w:t>
            </w:r>
            <w:r w:rsidR="00A4234E">
              <w:t xml:space="preserve">numerical and graphical information </w:t>
            </w:r>
            <w:r w:rsidR="000E58D3">
              <w:t>in manufacturer manuals</w:t>
            </w:r>
          </w:p>
        </w:tc>
      </w:tr>
    </w:tbl>
    <w:p w14:paraId="25E8CE80" w14:textId="77777777" w:rsidR="00916CD7" w:rsidRDefault="00916CD7" w:rsidP="005F771F">
      <w:pPr>
        <w:pStyle w:val="SIText"/>
      </w:pPr>
    </w:p>
    <w:p w14:paraId="6F46BEF1" w14:textId="012E0A38" w:rsidR="00F1480E" w:rsidRDefault="00F1480E" w:rsidP="005F771F">
      <w:pPr>
        <w:pStyle w:val="SIText"/>
      </w:pPr>
    </w:p>
    <w:p w14:paraId="5E4AAAC2" w14:textId="77777777" w:rsidR="00CB07E9" w:rsidRDefault="00CB07E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1DEB5FED" w:rsidR="008E2FD6" w:rsidRPr="00922F35" w:rsidRDefault="006F5A28" w:rsidP="00CB07E9">
            <w:r w:rsidRPr="006F5A28">
              <w:t>FWP</w:t>
            </w:r>
            <w:r w:rsidR="00CB07E9">
              <w:t>COT3</w:t>
            </w:r>
            <w:r w:rsidR="00E15B78">
              <w:t>317</w:t>
            </w:r>
            <w:r w:rsidRPr="006F5A28">
              <w:t xml:space="preserve"> Use chainsaw </w:t>
            </w:r>
            <w:r w:rsidR="0075113E">
              <w:t>with</w:t>
            </w:r>
            <w:r w:rsidR="006243DA">
              <w:t xml:space="preserve">in </w:t>
            </w:r>
            <w:r w:rsidR="0075113E">
              <w:t xml:space="preserve">a </w:t>
            </w:r>
            <w:r w:rsidR="006243DA">
              <w:t>tree</w:t>
            </w:r>
          </w:p>
        </w:tc>
        <w:tc>
          <w:tcPr>
            <w:tcW w:w="1105" w:type="pct"/>
          </w:tcPr>
          <w:p w14:paraId="60098EE1" w14:textId="2FE1FA4A" w:rsidR="008E2FD6" w:rsidRPr="00922F35" w:rsidRDefault="00CB07E9" w:rsidP="00D001AC">
            <w:r>
              <w:t>Not applicable</w:t>
            </w:r>
          </w:p>
        </w:tc>
        <w:tc>
          <w:tcPr>
            <w:tcW w:w="1251" w:type="pct"/>
          </w:tcPr>
          <w:p w14:paraId="247BC361" w14:textId="72590773" w:rsidR="00D03578" w:rsidRPr="00D03578" w:rsidRDefault="00D03578" w:rsidP="00D03578">
            <w:r>
              <w:t>T</w:t>
            </w:r>
            <w:r w:rsidRPr="00D03578">
              <w:t>h</w:t>
            </w:r>
            <w:r>
              <w:t>is</w:t>
            </w:r>
            <w:r w:rsidRPr="00D03578">
              <w:t xml:space="preserve"> unit has been created to address an emerging skill or task required by industry</w:t>
            </w:r>
          </w:p>
          <w:p w14:paraId="69BB49BE" w14:textId="22FC5696" w:rsidR="008E2FD6" w:rsidRPr="008E2FD6" w:rsidRDefault="008E2FD6" w:rsidP="008E2FD6">
            <w:pPr>
              <w:pStyle w:val="SIText"/>
            </w:pPr>
          </w:p>
        </w:tc>
        <w:tc>
          <w:tcPr>
            <w:tcW w:w="1616" w:type="pct"/>
          </w:tcPr>
          <w:p w14:paraId="5108EF77" w14:textId="69920CA7" w:rsidR="008E2FD6" w:rsidRPr="008E2FD6" w:rsidRDefault="00D03578" w:rsidP="008E2FD6">
            <w:pPr>
              <w:pStyle w:val="SIText"/>
            </w:pPr>
            <w:r>
              <w:t>Newly created</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CB07E9">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4C1C6C21" w14:textId="43ECC8B1" w:rsidR="00F1480E" w:rsidRPr="000754EC" w:rsidRDefault="007B38D8" w:rsidP="00E40225">
            <w:pPr>
              <w:pStyle w:val="SIText"/>
            </w:pPr>
            <w:r w:rsidRPr="007B38D8">
              <w:t xml:space="preserve">Companion Volumes, including Implementation Guides, are available at </w:t>
            </w:r>
            <w:proofErr w:type="spellStart"/>
            <w:r w:rsidRPr="007B38D8">
              <w:t>VETNet</w:t>
            </w:r>
            <w:proofErr w:type="spellEnd"/>
            <w:r w:rsidR="00821FEA">
              <w:t>:</w:t>
            </w:r>
            <w:r w:rsidRPr="007B38D8">
              <w:t xml:space="preserve"> </w:t>
            </w:r>
            <w:hyperlink r:id="rId11" w:history="1">
              <w:r w:rsidRPr="007B38D8">
                <w:t>https://vetnet.gov.au/Pages/TrainingDocs.aspx?q=0d96fe23-5747-4c01-9d6f-3509ff8d3d47</w:t>
              </w:r>
            </w:hyperlink>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447F2D">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2BC47D46" w:rsidR="00556C4C" w:rsidRPr="000754EC" w:rsidRDefault="00556C4C" w:rsidP="00F47281">
            <w:pPr>
              <w:pStyle w:val="SIUnittitle"/>
            </w:pPr>
            <w:r w:rsidRPr="00F56827">
              <w:t xml:space="preserve">Assessment requirements for </w:t>
            </w:r>
            <w:r w:rsidR="00A4234E" w:rsidRPr="00A4234E">
              <w:t>FWP</w:t>
            </w:r>
            <w:r w:rsidR="00BD2AFD">
              <w:t>COT3</w:t>
            </w:r>
            <w:r w:rsidR="00E15B78">
              <w:t>317</w:t>
            </w:r>
            <w:r w:rsidR="00A4234E" w:rsidRPr="00A4234E">
              <w:t xml:space="preserve"> </w:t>
            </w:r>
            <w:r w:rsidR="006F5A28" w:rsidRPr="006F5A28">
              <w:t>Use chainsaw</w:t>
            </w:r>
            <w:r w:rsidR="009B0560">
              <w:t xml:space="preserve"> </w:t>
            </w:r>
            <w:r w:rsidR="0075113E">
              <w:t>with</w:t>
            </w:r>
            <w:r w:rsidR="006243DA">
              <w:t xml:space="preserve">in </w:t>
            </w:r>
            <w:r w:rsidR="0075113E">
              <w:t xml:space="preserve">a </w:t>
            </w:r>
            <w:r w:rsidR="006243DA">
              <w:t>tree</w:t>
            </w:r>
          </w:p>
        </w:tc>
      </w:tr>
      <w:tr w:rsidR="00556C4C" w:rsidRPr="00A55106" w14:paraId="5A8C9EA6" w14:textId="77777777" w:rsidTr="00447F2D">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447F2D">
        <w:tc>
          <w:tcPr>
            <w:tcW w:w="5000" w:type="pct"/>
            <w:gridSpan w:val="2"/>
            <w:shd w:val="clear" w:color="auto" w:fill="auto"/>
          </w:tcPr>
          <w:p w14:paraId="474359A0" w14:textId="7804400E" w:rsidR="00C97A0F" w:rsidRDefault="00C97A0F" w:rsidP="00C97A0F">
            <w:pPr>
              <w:pStyle w:val="SIText"/>
            </w:pPr>
            <w:r>
              <w:t xml:space="preserve">An individual demonstrating competency must satisfy all of the elements and performance criteria in this unit. </w:t>
            </w:r>
          </w:p>
          <w:p w14:paraId="561A626E" w14:textId="77777777" w:rsidR="00EA1D9C" w:rsidRPr="00C97A0F" w:rsidRDefault="00EA1D9C" w:rsidP="00C97A0F">
            <w:pPr>
              <w:pStyle w:val="SIText"/>
            </w:pPr>
          </w:p>
          <w:p w14:paraId="2F23499A" w14:textId="249950B2" w:rsidR="001713D6" w:rsidRDefault="00C97A0F" w:rsidP="00C97A0F">
            <w:r w:rsidRPr="00CD15EA">
              <w:t xml:space="preserve">There must be evidence that the individual </w:t>
            </w:r>
            <w:r w:rsidRPr="00C97A0F">
              <w:t xml:space="preserve">planned, prepared and safely and effectively operated a chainsaw </w:t>
            </w:r>
            <w:r w:rsidR="006243DA">
              <w:t xml:space="preserve">at height in </w:t>
            </w:r>
            <w:r w:rsidR="001713D6">
              <w:t>two trees</w:t>
            </w:r>
            <w:r w:rsidR="001713D6" w:rsidRPr="00C97A0F">
              <w:t xml:space="preserve"> </w:t>
            </w:r>
            <w:r w:rsidR="001713D6">
              <w:t>and performed cuts</w:t>
            </w:r>
            <w:r w:rsidR="001713D6" w:rsidRPr="00C97A0F">
              <w:t xml:space="preserve"> </w:t>
            </w:r>
            <w:r w:rsidR="001713D6" w:rsidRPr="001713D6">
              <w:t>according to a work order or work instructions</w:t>
            </w:r>
            <w:r w:rsidR="001713D6">
              <w:t xml:space="preserve"> and</w:t>
            </w:r>
            <w:r w:rsidR="001713D6" w:rsidRPr="00CA5D37">
              <w:t xml:space="preserve"> current Australian Standards and industry codes of practice applicable to </w:t>
            </w:r>
            <w:r w:rsidR="001713D6">
              <w:t>the safe use of chainsaw in trees</w:t>
            </w:r>
            <w:r w:rsidR="001713D6" w:rsidRPr="00CA5D37">
              <w:t>.</w:t>
            </w:r>
            <w:bookmarkStart w:id="0" w:name="_GoBack"/>
            <w:bookmarkEnd w:id="0"/>
          </w:p>
          <w:p w14:paraId="50DA5364" w14:textId="77777777" w:rsidR="001713D6" w:rsidRDefault="001713D6" w:rsidP="00C97A0F"/>
          <w:p w14:paraId="4EB7F97E" w14:textId="32C78EE2" w:rsidR="001713D6" w:rsidRDefault="001713D6" w:rsidP="00C97A0F">
            <w:r>
              <w:t xml:space="preserve">One tree must be in close proximity to a structure or other asset </w:t>
            </w:r>
            <w:r w:rsidR="00356105" w:rsidRPr="00356105">
              <w:t xml:space="preserve">or replicated structure or asset </w:t>
            </w:r>
            <w:r>
              <w:t xml:space="preserve">and have </w:t>
            </w:r>
            <w:r w:rsidR="006243DA">
              <w:t>a minimum height of 15 met</w:t>
            </w:r>
            <w:r w:rsidR="005432FB">
              <w:t>r</w:t>
            </w:r>
            <w:r w:rsidR="006243DA">
              <w:t>es and canopy spread with a minimum of 10 met</w:t>
            </w:r>
            <w:r w:rsidR="005432FB">
              <w:t>r</w:t>
            </w:r>
            <w:r w:rsidR="006243DA">
              <w:t>es</w:t>
            </w:r>
            <w:r>
              <w:t xml:space="preserve">. </w:t>
            </w:r>
            <w:r w:rsidRPr="00C97A0F">
              <w:t xml:space="preserve">There must be a </w:t>
            </w:r>
            <w:r w:rsidR="00356105">
              <w:t xml:space="preserve">designated </w:t>
            </w:r>
            <w:r w:rsidRPr="00C97A0F">
              <w:t xml:space="preserve">drop zone </w:t>
            </w:r>
            <w:r w:rsidR="00356105">
              <w:t>and cut material must be placed within this zone</w:t>
            </w:r>
            <w:r w:rsidRPr="00C97A0F">
              <w:t>.</w:t>
            </w:r>
            <w:r w:rsidR="006243DA">
              <w:t xml:space="preserve"> </w:t>
            </w:r>
          </w:p>
          <w:p w14:paraId="129B1562" w14:textId="77777777" w:rsidR="001713D6" w:rsidRDefault="001713D6" w:rsidP="00C97A0F"/>
          <w:p w14:paraId="7DD23AA5" w14:textId="12A5DF03" w:rsidR="00C97A0F" w:rsidRPr="00C97A0F" w:rsidRDefault="001713D6" w:rsidP="00C97A0F">
            <w:r>
              <w:t>T</w:t>
            </w:r>
            <w:r w:rsidR="00C97A0F" w:rsidRPr="00C97A0F">
              <w:t xml:space="preserve">here must </w:t>
            </w:r>
            <w:r w:rsidR="0075113E">
              <w:t xml:space="preserve">also </w:t>
            </w:r>
            <w:r w:rsidR="00C97A0F" w:rsidRPr="00C97A0F">
              <w:t xml:space="preserve">be evidence that </w:t>
            </w:r>
            <w:r>
              <w:t xml:space="preserve">for each tree </w:t>
            </w:r>
            <w:r w:rsidR="00C97A0F" w:rsidRPr="00C97A0F">
              <w:t>the individual</w:t>
            </w:r>
            <w:r>
              <w:t xml:space="preserve"> has</w:t>
            </w:r>
            <w:r w:rsidR="00C97A0F" w:rsidRPr="00C97A0F">
              <w:t>:</w:t>
            </w:r>
          </w:p>
          <w:p w14:paraId="5176C403" w14:textId="4B134784" w:rsidR="006243DA" w:rsidRDefault="006243DA" w:rsidP="00C97A0F">
            <w:pPr>
              <w:pStyle w:val="SIBulletList1"/>
            </w:pPr>
            <w:r>
              <w:t>applied safe and effective fall arrest positioning and cutting positioning to perform cuts</w:t>
            </w:r>
            <w:r w:rsidR="001713D6">
              <w:t xml:space="preserve"> </w:t>
            </w:r>
          </w:p>
          <w:p w14:paraId="4289C59C" w14:textId="07FE1BFB" w:rsidR="006243DA" w:rsidRDefault="006243DA" w:rsidP="00C97A0F">
            <w:pPr>
              <w:pStyle w:val="SIBulletList1"/>
            </w:pPr>
            <w:r>
              <w:t>applied safe and effective cutting techniques</w:t>
            </w:r>
            <w:r w:rsidR="00B442B6" w:rsidRPr="00C97A0F">
              <w:t xml:space="preserve"> </w:t>
            </w:r>
            <w:r w:rsidR="00B442B6" w:rsidRPr="00B442B6">
              <w:t xml:space="preserve">to achieve </w:t>
            </w:r>
            <w:r w:rsidR="00427349">
              <w:t xml:space="preserve">the </w:t>
            </w:r>
            <w:r w:rsidR="00B442B6" w:rsidRPr="00B442B6">
              <w:t>required behaviour of cut piece</w:t>
            </w:r>
            <w:r w:rsidR="00FF01F7">
              <w:t xml:space="preserve"> for:</w:t>
            </w:r>
          </w:p>
          <w:p w14:paraId="11820D4E" w14:textId="1F056F43" w:rsidR="00FF01F7" w:rsidRDefault="00FF01F7" w:rsidP="00FF01F7">
            <w:pPr>
              <w:pStyle w:val="SIBulletList2"/>
            </w:pPr>
            <w:r w:rsidRPr="00FF01F7">
              <w:t xml:space="preserve">a horizontal branch with a diameter </w:t>
            </w:r>
            <w:r>
              <w:t xml:space="preserve">greater than </w:t>
            </w:r>
            <w:r w:rsidR="00652606">
              <w:t>1</w:t>
            </w:r>
            <w:r w:rsidRPr="00FF01F7">
              <w:t>00</w:t>
            </w:r>
            <w:r>
              <w:t xml:space="preserve"> </w:t>
            </w:r>
            <w:r w:rsidRPr="00FF01F7">
              <w:t>mm</w:t>
            </w:r>
          </w:p>
          <w:p w14:paraId="5A4ABE74" w14:textId="29F01733" w:rsidR="00FF01F7" w:rsidRDefault="00FF01F7" w:rsidP="00FF01F7">
            <w:pPr>
              <w:pStyle w:val="SIBulletList2"/>
            </w:pPr>
            <w:r w:rsidRPr="00FF01F7">
              <w:t>a head or section of vertical timber with a diameter greater than the bar length of the saw</w:t>
            </w:r>
          </w:p>
          <w:p w14:paraId="7AB6C5F5" w14:textId="4FD8A5CA" w:rsidR="00FF01F7" w:rsidRDefault="00FF01F7" w:rsidP="00FF01F7">
            <w:pPr>
              <w:pStyle w:val="SIBulletList2"/>
            </w:pPr>
            <w:r>
              <w:t xml:space="preserve">a </w:t>
            </w:r>
            <w:r w:rsidRPr="00FF01F7">
              <w:t>leaning section or leader</w:t>
            </w:r>
          </w:p>
          <w:p w14:paraId="42D8A2EA" w14:textId="77777777" w:rsidR="001713D6" w:rsidRDefault="006243DA" w:rsidP="00C97A0F">
            <w:pPr>
              <w:pStyle w:val="SIBulletList1"/>
            </w:pPr>
            <w:r>
              <w:t xml:space="preserve">selected and used appropriate zone drops </w:t>
            </w:r>
            <w:r w:rsidR="001713D6">
              <w:t xml:space="preserve">as required </w:t>
            </w:r>
            <w:r w:rsidR="001713D6" w:rsidRPr="00C97A0F">
              <w:t>to ensure that all cut pieces land within the drop zone</w:t>
            </w:r>
          </w:p>
          <w:p w14:paraId="1B35CB00" w14:textId="630ED3BA" w:rsidR="00556C4C" w:rsidRPr="000754EC" w:rsidRDefault="00C97A0F" w:rsidP="00AF3833">
            <w:pPr>
              <w:pStyle w:val="SIBulletList1"/>
            </w:pPr>
            <w:r w:rsidRPr="00CD15EA">
              <w:t>c</w:t>
            </w:r>
            <w:r w:rsidRPr="00C97A0F">
              <w:t>arried out routine maintenance on a chainsaw on two occasions</w:t>
            </w:r>
            <w:r w:rsidR="00AF3833">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447F2D">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447F2D">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64BE7DE8" w14:textId="4F04BF19" w:rsidR="000E58D3" w:rsidRPr="000E58D3" w:rsidRDefault="000E58D3" w:rsidP="000E58D3">
            <w:pPr>
              <w:pStyle w:val="SIBulletList1"/>
            </w:pPr>
            <w:r w:rsidRPr="000E58D3">
              <w:t>types, cc rating</w:t>
            </w:r>
            <w:r>
              <w:t>,</w:t>
            </w:r>
            <w:r w:rsidRPr="000E58D3">
              <w:t xml:space="preserve"> bar length and operation of chainsaws</w:t>
            </w:r>
          </w:p>
          <w:p w14:paraId="7AF12158" w14:textId="0423FD6C" w:rsidR="000E58D3" w:rsidRDefault="000E58D3" w:rsidP="000E58D3">
            <w:pPr>
              <w:pStyle w:val="SIBulletList1"/>
            </w:pPr>
            <w:r w:rsidRPr="000E58D3">
              <w:t>features and names of different parts of chainsaws</w:t>
            </w:r>
          </w:p>
          <w:p w14:paraId="06DF281C" w14:textId="711DC856" w:rsidR="000E58D3" w:rsidRPr="000E58D3" w:rsidRDefault="00203249" w:rsidP="000E58D3">
            <w:pPr>
              <w:pStyle w:val="SIBulletList1"/>
            </w:pPr>
            <w:r>
              <w:t>workplace health and safety</w:t>
            </w:r>
            <w:r w:rsidR="000E58D3" w:rsidRPr="000E58D3">
              <w:t xml:space="preserve"> requirements </w:t>
            </w:r>
            <w:r w:rsidR="00A97C83">
              <w:t>according to</w:t>
            </w:r>
            <w:r w:rsidR="00BB7813">
              <w:t xml:space="preserve"> the </w:t>
            </w:r>
            <w:r w:rsidR="00BB7813" w:rsidRPr="00BB7813">
              <w:t>AS 2726.2 and AS 2727 or successor</w:t>
            </w:r>
            <w:r w:rsidR="003D0B01">
              <w:t>:</w:t>
            </w:r>
          </w:p>
          <w:p w14:paraId="3A126063" w14:textId="63D1AAAC" w:rsidR="000E58D3" w:rsidRPr="000E58D3" w:rsidRDefault="00203249" w:rsidP="000E58D3">
            <w:pPr>
              <w:pStyle w:val="SIBulletList2"/>
            </w:pPr>
            <w:r>
              <w:t>personal protective equipment (</w:t>
            </w:r>
            <w:r w:rsidR="000E58D3" w:rsidRPr="000E58D3">
              <w:t>PPE</w:t>
            </w:r>
            <w:r>
              <w:t>)</w:t>
            </w:r>
            <w:r w:rsidR="000E58D3" w:rsidRPr="000E58D3">
              <w:t xml:space="preserve"> and clothing</w:t>
            </w:r>
          </w:p>
          <w:p w14:paraId="6E0881DD" w14:textId="77777777" w:rsidR="000E58D3" w:rsidRPr="000E58D3" w:rsidRDefault="000E58D3" w:rsidP="000E58D3">
            <w:pPr>
              <w:pStyle w:val="SIBulletList2"/>
            </w:pPr>
            <w:r w:rsidRPr="000E58D3">
              <w:t>safety equipment</w:t>
            </w:r>
          </w:p>
          <w:p w14:paraId="576AFB90" w14:textId="77777777" w:rsidR="000E58D3" w:rsidRPr="000E58D3" w:rsidRDefault="000E58D3" w:rsidP="000E58D3">
            <w:pPr>
              <w:pStyle w:val="SIBulletList2"/>
            </w:pPr>
            <w:r w:rsidRPr="000E58D3">
              <w:t>first aid equipment</w:t>
            </w:r>
          </w:p>
          <w:p w14:paraId="3E419BF4" w14:textId="77777777" w:rsidR="000E58D3" w:rsidRPr="000E58D3" w:rsidRDefault="000E58D3" w:rsidP="000E58D3">
            <w:pPr>
              <w:pStyle w:val="SIBulletList2"/>
            </w:pPr>
            <w:r w:rsidRPr="000E58D3">
              <w:t>firefighting equipment</w:t>
            </w:r>
          </w:p>
          <w:p w14:paraId="7608B4E8" w14:textId="77777777" w:rsidR="000E58D3" w:rsidRPr="000E58D3" w:rsidRDefault="000E58D3" w:rsidP="000E58D3">
            <w:pPr>
              <w:pStyle w:val="SIBulletList2"/>
            </w:pPr>
            <w:r w:rsidRPr="000E58D3">
              <w:t>hazard and risk control procedures</w:t>
            </w:r>
          </w:p>
          <w:p w14:paraId="47111D3F" w14:textId="77777777" w:rsidR="000E58D3" w:rsidRPr="000E58D3" w:rsidRDefault="000E58D3" w:rsidP="000E58D3">
            <w:pPr>
              <w:pStyle w:val="SIBulletList2"/>
            </w:pPr>
            <w:r w:rsidRPr="000E58D3">
              <w:t>fatigue management procedures</w:t>
            </w:r>
          </w:p>
          <w:p w14:paraId="769BC231" w14:textId="77777777" w:rsidR="000E58D3" w:rsidRPr="000E58D3" w:rsidRDefault="000E58D3" w:rsidP="000E58D3">
            <w:pPr>
              <w:pStyle w:val="SIBulletList2"/>
            </w:pPr>
            <w:r w:rsidRPr="000E58D3">
              <w:t>safety signage</w:t>
            </w:r>
          </w:p>
          <w:p w14:paraId="5075B681" w14:textId="2CC15223" w:rsidR="000E58D3" w:rsidRPr="000E58D3" w:rsidRDefault="000E58D3" w:rsidP="000E58D3">
            <w:pPr>
              <w:pStyle w:val="SIBulletList2"/>
            </w:pPr>
            <w:r w:rsidRPr="000E58D3">
              <w:t>safe workplace practices</w:t>
            </w:r>
          </w:p>
          <w:p w14:paraId="53BA8289" w14:textId="6A5C9903" w:rsidR="000E58D3" w:rsidRPr="000E58D3" w:rsidRDefault="000E58D3" w:rsidP="000E58D3">
            <w:pPr>
              <w:pStyle w:val="SIBulletList1"/>
            </w:pPr>
            <w:r w:rsidRPr="000E58D3">
              <w:t xml:space="preserve">hazards and related risks </w:t>
            </w:r>
            <w:r>
              <w:t xml:space="preserve">associated with </w:t>
            </w:r>
            <w:r w:rsidR="0094167F">
              <w:t>chain</w:t>
            </w:r>
            <w:r>
              <w:t>saw use off ground</w:t>
            </w:r>
            <w:r w:rsidR="005432FB">
              <w:t>,</w:t>
            </w:r>
            <w:r w:rsidR="00447F2D" w:rsidRPr="000E58D3">
              <w:t xml:space="preserve"> </w:t>
            </w:r>
            <w:r w:rsidR="00447F2D" w:rsidRPr="00447F2D">
              <w:t>and methods to minimise associated risks</w:t>
            </w:r>
            <w:r w:rsidR="00203249">
              <w:t>:</w:t>
            </w:r>
          </w:p>
          <w:p w14:paraId="58A9FA9E" w14:textId="77777777" w:rsidR="000E58D3" w:rsidRPr="000E58D3" w:rsidRDefault="000E58D3" w:rsidP="000E58D3">
            <w:pPr>
              <w:pStyle w:val="SIBulletList2"/>
            </w:pPr>
            <w:r w:rsidRPr="000E58D3">
              <w:t>physical conditions of the site</w:t>
            </w:r>
          </w:p>
          <w:p w14:paraId="3C357B0E" w14:textId="6ABE8F57" w:rsidR="0094167F" w:rsidRDefault="0094167F" w:rsidP="000E58D3">
            <w:pPr>
              <w:pStyle w:val="SIBulletList2"/>
            </w:pPr>
            <w:r>
              <w:t>falls</w:t>
            </w:r>
          </w:p>
          <w:p w14:paraId="2B8DF2D8" w14:textId="72F1A7E6" w:rsidR="0094167F" w:rsidRDefault="0094167F" w:rsidP="000E58D3">
            <w:pPr>
              <w:pStyle w:val="SIBulletList2"/>
            </w:pPr>
            <w:r>
              <w:t>strains</w:t>
            </w:r>
          </w:p>
          <w:p w14:paraId="3BC32142" w14:textId="4DF6B6E6" w:rsidR="0094167F" w:rsidRDefault="0094167F" w:rsidP="000E58D3">
            <w:pPr>
              <w:pStyle w:val="SIBulletList2"/>
            </w:pPr>
            <w:r>
              <w:t>slips</w:t>
            </w:r>
          </w:p>
          <w:p w14:paraId="0CD37338" w14:textId="7CDF8F96" w:rsidR="0094167F" w:rsidRDefault="0094167F" w:rsidP="000E58D3">
            <w:pPr>
              <w:pStyle w:val="SIBulletList2"/>
            </w:pPr>
            <w:r>
              <w:t>dehydration</w:t>
            </w:r>
          </w:p>
          <w:p w14:paraId="0C0068AD" w14:textId="3D9FF2E1" w:rsidR="000E58D3" w:rsidRPr="000E58D3" w:rsidRDefault="000E58D3" w:rsidP="000E58D3">
            <w:pPr>
              <w:pStyle w:val="SIBulletList2"/>
            </w:pPr>
            <w:r w:rsidRPr="000E58D3">
              <w:t>fire</w:t>
            </w:r>
          </w:p>
          <w:p w14:paraId="06BC7032" w14:textId="68C1439D" w:rsidR="000E58D3" w:rsidRPr="000E58D3" w:rsidRDefault="000E58D3" w:rsidP="000E58D3">
            <w:pPr>
              <w:pStyle w:val="SIBulletList2"/>
            </w:pPr>
            <w:r w:rsidRPr="000E58D3">
              <w:t>overhead services</w:t>
            </w:r>
          </w:p>
          <w:p w14:paraId="7022C4A5" w14:textId="77777777" w:rsidR="00447F2D" w:rsidRDefault="00447F2D" w:rsidP="000E58D3">
            <w:pPr>
              <w:pStyle w:val="SIBulletList2"/>
            </w:pPr>
            <w:r w:rsidRPr="00447F2D">
              <w:t xml:space="preserve">carrying saw and equipment </w:t>
            </w:r>
          </w:p>
          <w:p w14:paraId="378D4B53" w14:textId="77777777" w:rsidR="00447F2D" w:rsidRPr="00447F2D" w:rsidRDefault="000E58D3" w:rsidP="000E58D3">
            <w:pPr>
              <w:pStyle w:val="SIBulletList2"/>
            </w:pPr>
            <w:r w:rsidRPr="000E58D3">
              <w:t>traffic</w:t>
            </w:r>
            <w:r w:rsidR="00447F2D">
              <w:rPr>
                <w:rFonts w:cs="Arial"/>
              </w:rPr>
              <w:t xml:space="preserve"> </w:t>
            </w:r>
          </w:p>
          <w:p w14:paraId="1645586F" w14:textId="2512685A" w:rsidR="00447F2D" w:rsidRDefault="00447F2D" w:rsidP="000E58D3">
            <w:pPr>
              <w:pStyle w:val="SIBulletList2"/>
            </w:pPr>
            <w:r w:rsidRPr="00447F2D">
              <w:t xml:space="preserve">features and cutting actions of chainsaw </w:t>
            </w:r>
          </w:p>
          <w:p w14:paraId="25F841DA" w14:textId="43A17BAD" w:rsidR="00447F2D" w:rsidRDefault="00447F2D" w:rsidP="000E58D3">
            <w:pPr>
              <w:pStyle w:val="SIBulletList2"/>
            </w:pPr>
            <w:r w:rsidRPr="00447F2D">
              <w:t xml:space="preserve">falling branches </w:t>
            </w:r>
          </w:p>
          <w:p w14:paraId="52BF0AA2" w14:textId="4ABCAF64" w:rsidR="00447F2D" w:rsidRDefault="00447F2D" w:rsidP="000E58D3">
            <w:pPr>
              <w:pStyle w:val="SIBulletList2"/>
            </w:pPr>
            <w:r w:rsidRPr="00447F2D">
              <w:t xml:space="preserve">overreaching </w:t>
            </w:r>
          </w:p>
          <w:p w14:paraId="712124DA" w14:textId="3CE22545" w:rsidR="00447F2D" w:rsidRDefault="00447F2D" w:rsidP="000E58D3">
            <w:pPr>
              <w:pStyle w:val="SIBulletList2"/>
            </w:pPr>
            <w:r w:rsidRPr="00447F2D">
              <w:t xml:space="preserve">operating saw above head height </w:t>
            </w:r>
          </w:p>
          <w:p w14:paraId="66CB9387" w14:textId="2B46240F" w:rsidR="00447F2D" w:rsidRDefault="00447F2D" w:rsidP="000E58D3">
            <w:pPr>
              <w:pStyle w:val="SIBulletList2"/>
            </w:pPr>
            <w:r w:rsidRPr="00447F2D">
              <w:t xml:space="preserve">saw nicking </w:t>
            </w:r>
          </w:p>
          <w:p w14:paraId="0EC7706C" w14:textId="25724176" w:rsidR="00447F2D" w:rsidRDefault="00447F2D" w:rsidP="000E58D3">
            <w:pPr>
              <w:pStyle w:val="SIBulletList2"/>
            </w:pPr>
            <w:r w:rsidRPr="00447F2D">
              <w:t xml:space="preserve">kickback </w:t>
            </w:r>
          </w:p>
          <w:p w14:paraId="26D7FD86" w14:textId="089593DE" w:rsidR="00447F2D" w:rsidRDefault="00447F2D" w:rsidP="00447F2D">
            <w:pPr>
              <w:pStyle w:val="SIBulletList2"/>
            </w:pPr>
            <w:bookmarkStart w:id="1" w:name="_Hlk34132739"/>
            <w:r w:rsidRPr="00447F2D">
              <w:t>user complacency and fatigue</w:t>
            </w:r>
          </w:p>
          <w:bookmarkEnd w:id="1"/>
          <w:p w14:paraId="68962B8F" w14:textId="43C93FD2" w:rsidR="000E58D3" w:rsidRPr="000E58D3" w:rsidRDefault="00447F2D" w:rsidP="000E58D3">
            <w:pPr>
              <w:pStyle w:val="SIBulletList2"/>
            </w:pPr>
            <w:r w:rsidRPr="00447F2D">
              <w:lastRenderedPageBreak/>
              <w:t>one-handed chainsaw use</w:t>
            </w:r>
            <w:r w:rsidR="00A60EB5">
              <w:t xml:space="preserve"> </w:t>
            </w:r>
          </w:p>
          <w:p w14:paraId="64120283" w14:textId="77777777" w:rsidR="000E58D3" w:rsidRPr="000E58D3" w:rsidRDefault="000E58D3" w:rsidP="000E58D3">
            <w:pPr>
              <w:pStyle w:val="SIBulletList2"/>
            </w:pPr>
            <w:r w:rsidRPr="000E58D3">
              <w:t>structures</w:t>
            </w:r>
          </w:p>
          <w:p w14:paraId="21F73535" w14:textId="77777777" w:rsidR="000E58D3" w:rsidRPr="000E58D3" w:rsidRDefault="000E58D3" w:rsidP="000E58D3">
            <w:pPr>
              <w:pStyle w:val="SIBulletList2"/>
            </w:pPr>
            <w:r w:rsidRPr="000E58D3">
              <w:t>hazardous materials</w:t>
            </w:r>
          </w:p>
          <w:p w14:paraId="23C0EF06" w14:textId="77777777" w:rsidR="000E58D3" w:rsidRPr="000E58D3" w:rsidRDefault="000E58D3" w:rsidP="000E58D3">
            <w:pPr>
              <w:pStyle w:val="SIBulletList2"/>
            </w:pPr>
            <w:r w:rsidRPr="000E58D3">
              <w:t>insects and animals</w:t>
            </w:r>
          </w:p>
          <w:p w14:paraId="3B9E7892" w14:textId="77777777" w:rsidR="000E58D3" w:rsidRPr="000E58D3" w:rsidRDefault="000E58D3" w:rsidP="000E58D3">
            <w:pPr>
              <w:pStyle w:val="SIBulletList2"/>
            </w:pPr>
            <w:r w:rsidRPr="000E58D3">
              <w:t>people on or near worksite</w:t>
            </w:r>
          </w:p>
          <w:p w14:paraId="49844624" w14:textId="594BD89E" w:rsidR="000E58D3" w:rsidRPr="000E58D3" w:rsidRDefault="000E58D3" w:rsidP="000E58D3">
            <w:pPr>
              <w:pStyle w:val="SIBulletList2"/>
            </w:pPr>
            <w:r w:rsidRPr="000E58D3">
              <w:t>machinery on or near worksite</w:t>
            </w:r>
          </w:p>
          <w:p w14:paraId="20866969" w14:textId="7409FE93" w:rsidR="00447F2D" w:rsidRDefault="001F1366" w:rsidP="00447F2D">
            <w:pPr>
              <w:pStyle w:val="SIBulletList1"/>
            </w:pPr>
            <w:r>
              <w:t>height access equipment</w:t>
            </w:r>
            <w:r w:rsidR="00203249">
              <w:t>:</w:t>
            </w:r>
          </w:p>
          <w:p w14:paraId="49D536DE" w14:textId="14F723E7" w:rsidR="00447F2D" w:rsidRPr="00447F2D" w:rsidRDefault="00447F2D" w:rsidP="0094167F">
            <w:pPr>
              <w:pStyle w:val="SIBulletList2"/>
            </w:pPr>
            <w:r w:rsidRPr="00447F2D">
              <w:t xml:space="preserve">belt and harness condition </w:t>
            </w:r>
          </w:p>
          <w:p w14:paraId="7D778624" w14:textId="1FA195A8" w:rsidR="00447F2D" w:rsidRPr="0094167F" w:rsidRDefault="00447F2D" w:rsidP="0094167F">
            <w:pPr>
              <w:pStyle w:val="SIBulletList2"/>
            </w:pPr>
            <w:r w:rsidRPr="00447F2D">
              <w:t>adjustment on user</w:t>
            </w:r>
            <w:r w:rsidRPr="0094167F">
              <w:t xml:space="preserve"> </w:t>
            </w:r>
          </w:p>
          <w:p w14:paraId="659BED8F" w14:textId="4F58E04C" w:rsidR="00447F2D" w:rsidRPr="0094167F" w:rsidRDefault="00447F2D" w:rsidP="0094167F">
            <w:pPr>
              <w:pStyle w:val="SIBulletList2"/>
            </w:pPr>
            <w:r w:rsidRPr="0094167F">
              <w:t xml:space="preserve">lanyard adjustment </w:t>
            </w:r>
          </w:p>
          <w:p w14:paraId="4AC4BB0C" w14:textId="79FBE3A3" w:rsidR="00447F2D" w:rsidRPr="0094167F" w:rsidRDefault="00447F2D" w:rsidP="0094167F">
            <w:pPr>
              <w:pStyle w:val="SIBulletList2"/>
            </w:pPr>
            <w:r w:rsidRPr="0094167F">
              <w:t xml:space="preserve">chainsaw securing hook </w:t>
            </w:r>
          </w:p>
          <w:p w14:paraId="14654DA2" w14:textId="35402C9A" w:rsidR="00447F2D" w:rsidRPr="0094167F" w:rsidRDefault="00447F2D" w:rsidP="0094167F">
            <w:pPr>
              <w:pStyle w:val="SIBulletList2"/>
            </w:pPr>
            <w:r w:rsidRPr="0094167F">
              <w:t xml:space="preserve">specification </w:t>
            </w:r>
          </w:p>
          <w:p w14:paraId="5C25526C" w14:textId="0D5FF4D4" w:rsidR="00447F2D" w:rsidRPr="0094167F" w:rsidRDefault="00447F2D" w:rsidP="0094167F">
            <w:pPr>
              <w:pStyle w:val="SIBulletList2"/>
            </w:pPr>
            <w:r w:rsidRPr="0094167F">
              <w:t>maintenance</w:t>
            </w:r>
          </w:p>
          <w:p w14:paraId="0F9914AC" w14:textId="7A7CBAC8" w:rsidR="000E58D3" w:rsidRPr="000E58D3" w:rsidRDefault="000E58D3" w:rsidP="000E58D3">
            <w:pPr>
              <w:pStyle w:val="SIBulletList1"/>
            </w:pPr>
            <w:r w:rsidRPr="000E58D3">
              <w:t xml:space="preserve">purpose, features and operation of tools and equipment used in chainsaw </w:t>
            </w:r>
            <w:r w:rsidR="00447F2D">
              <w:t xml:space="preserve">use and </w:t>
            </w:r>
            <w:r w:rsidRPr="000E58D3">
              <w:t>maintenance activities</w:t>
            </w:r>
          </w:p>
          <w:p w14:paraId="7EBACCF1" w14:textId="77777777" w:rsidR="000E58D3" w:rsidRPr="000E58D3" w:rsidRDefault="000E58D3" w:rsidP="000E58D3">
            <w:pPr>
              <w:pStyle w:val="SIBulletList1"/>
            </w:pPr>
            <w:r w:rsidRPr="000E58D3">
              <w:t>specifications and types of bars, chains and sprockets</w:t>
            </w:r>
          </w:p>
          <w:p w14:paraId="643F0B4E" w14:textId="77777777" w:rsidR="000E58D3" w:rsidRPr="000E58D3" w:rsidRDefault="000E58D3" w:rsidP="000E58D3">
            <w:pPr>
              <w:pStyle w:val="SIBulletList1"/>
            </w:pPr>
            <w:r w:rsidRPr="000E58D3">
              <w:t>techniques for:</w:t>
            </w:r>
          </w:p>
          <w:p w14:paraId="61A189B3" w14:textId="77777777" w:rsidR="000E58D3" w:rsidRPr="000E58D3" w:rsidRDefault="000E58D3" w:rsidP="000E58D3">
            <w:pPr>
              <w:pStyle w:val="SIBulletList2"/>
            </w:pPr>
            <w:r w:rsidRPr="000E58D3">
              <w:t>removing chains and other chainsaw components</w:t>
            </w:r>
          </w:p>
          <w:p w14:paraId="0D2C741E" w14:textId="77777777" w:rsidR="000E58D3" w:rsidRPr="000E58D3" w:rsidRDefault="000E58D3" w:rsidP="000E58D3">
            <w:pPr>
              <w:pStyle w:val="SIBulletList2"/>
            </w:pPr>
            <w:r w:rsidRPr="000E58D3">
              <w:t>assessing chain condition</w:t>
            </w:r>
          </w:p>
          <w:p w14:paraId="34AD42E6" w14:textId="77777777" w:rsidR="000E58D3" w:rsidRPr="000E58D3" w:rsidRDefault="000E58D3" w:rsidP="000E58D3">
            <w:pPr>
              <w:pStyle w:val="SIBulletList2"/>
            </w:pPr>
            <w:r w:rsidRPr="000E58D3">
              <w:t>reassembling chainsaw components</w:t>
            </w:r>
          </w:p>
          <w:p w14:paraId="75EC4B17" w14:textId="7D67007F" w:rsidR="000E58D3" w:rsidRPr="000E58D3" w:rsidRDefault="000E58D3" w:rsidP="000E58D3">
            <w:pPr>
              <w:pStyle w:val="SIBulletList1"/>
            </w:pPr>
            <w:r w:rsidRPr="000E58D3">
              <w:t>hazards associated with maintaining chainsaws</w:t>
            </w:r>
            <w:r w:rsidR="005432FB">
              <w:t>,</w:t>
            </w:r>
            <w:r w:rsidRPr="000E58D3">
              <w:t xml:space="preserve"> and methods to minimise associated risks:</w:t>
            </w:r>
          </w:p>
          <w:p w14:paraId="0509B3E2" w14:textId="77777777" w:rsidR="000E58D3" w:rsidRPr="000E58D3" w:rsidRDefault="000E58D3" w:rsidP="000E58D3">
            <w:pPr>
              <w:pStyle w:val="SIBulletList2"/>
            </w:pPr>
            <w:r w:rsidRPr="000E58D3">
              <w:t>noise</w:t>
            </w:r>
          </w:p>
          <w:p w14:paraId="6046A8C3" w14:textId="77777777" w:rsidR="000E58D3" w:rsidRPr="000E58D3" w:rsidRDefault="000E58D3" w:rsidP="000E58D3">
            <w:pPr>
              <w:pStyle w:val="SIBulletList2"/>
            </w:pPr>
            <w:r w:rsidRPr="000E58D3">
              <w:t>fumes</w:t>
            </w:r>
          </w:p>
          <w:p w14:paraId="11C51B82" w14:textId="77777777" w:rsidR="000E58D3" w:rsidRPr="000E58D3" w:rsidRDefault="000E58D3" w:rsidP="000E58D3">
            <w:pPr>
              <w:pStyle w:val="SIBulletList2"/>
            </w:pPr>
            <w:r w:rsidRPr="000E58D3">
              <w:t>mechanical vibration</w:t>
            </w:r>
          </w:p>
          <w:p w14:paraId="51BCF576" w14:textId="77777777" w:rsidR="000E58D3" w:rsidRPr="000E58D3" w:rsidRDefault="000E58D3" w:rsidP="000E58D3">
            <w:pPr>
              <w:pStyle w:val="SIBulletList2"/>
            </w:pPr>
            <w:r w:rsidRPr="000E58D3">
              <w:t>hazardous substances</w:t>
            </w:r>
          </w:p>
          <w:p w14:paraId="59218249" w14:textId="77777777" w:rsidR="000E58D3" w:rsidRPr="000E58D3" w:rsidRDefault="000E58D3" w:rsidP="000E58D3">
            <w:pPr>
              <w:pStyle w:val="SIBulletList2"/>
            </w:pPr>
            <w:r w:rsidRPr="000E58D3">
              <w:t>cuts</w:t>
            </w:r>
          </w:p>
          <w:p w14:paraId="7590233A" w14:textId="77777777" w:rsidR="000E58D3" w:rsidRPr="000E58D3" w:rsidRDefault="000E58D3" w:rsidP="000E58D3">
            <w:pPr>
              <w:pStyle w:val="SIBulletList2"/>
            </w:pPr>
            <w:r w:rsidRPr="000E58D3">
              <w:t>burns</w:t>
            </w:r>
          </w:p>
          <w:p w14:paraId="35A459D0" w14:textId="77777777" w:rsidR="000E58D3" w:rsidRPr="000E58D3" w:rsidRDefault="000E58D3" w:rsidP="000E58D3">
            <w:pPr>
              <w:pStyle w:val="SIBulletList2"/>
            </w:pPr>
            <w:r w:rsidRPr="000E58D3">
              <w:t>rotating parts</w:t>
            </w:r>
          </w:p>
          <w:p w14:paraId="61D9C447" w14:textId="49E29E39" w:rsidR="00447F2D" w:rsidRDefault="00447F2D" w:rsidP="000E58D3">
            <w:pPr>
              <w:pStyle w:val="SIBulletList1"/>
            </w:pPr>
            <w:r>
              <w:t>cutting techniques</w:t>
            </w:r>
            <w:r w:rsidR="002175A7">
              <w:t xml:space="preserve"> </w:t>
            </w:r>
            <w:r w:rsidR="00A97C83">
              <w:t>according to</w:t>
            </w:r>
            <w:r w:rsidR="002175A7" w:rsidRPr="002175A7">
              <w:t xml:space="preserve"> the AS 4373 and AS 2727 or successor</w:t>
            </w:r>
            <w:r w:rsidR="005432FB">
              <w:t>,</w:t>
            </w:r>
            <w:r w:rsidR="00816811">
              <w:t xml:space="preserve"> and industry codes of practice</w:t>
            </w:r>
          </w:p>
          <w:p w14:paraId="483A7660" w14:textId="52F2331D" w:rsidR="00447F2D" w:rsidRDefault="00447F2D" w:rsidP="000E58D3">
            <w:pPr>
              <w:pStyle w:val="SIBulletList1"/>
            </w:pPr>
            <w:r>
              <w:t xml:space="preserve">safe procedures for raising and lowering </w:t>
            </w:r>
            <w:r w:rsidR="0094167F">
              <w:t>chainsaw</w:t>
            </w:r>
            <w:r>
              <w:t xml:space="preserve"> to and from ground</w:t>
            </w:r>
          </w:p>
          <w:p w14:paraId="7D165035" w14:textId="347ABBEF" w:rsidR="000E58D3" w:rsidRPr="000E58D3" w:rsidRDefault="000E58D3" w:rsidP="000E58D3">
            <w:pPr>
              <w:pStyle w:val="SIBulletList1"/>
            </w:pPr>
            <w:bookmarkStart w:id="2" w:name="_Hlk34132500"/>
            <w:r w:rsidRPr="000E58D3">
              <w:t>workplace procedures specific to chainsaw</w:t>
            </w:r>
            <w:r w:rsidR="00447F2D">
              <w:t xml:space="preserve"> use off ground</w:t>
            </w:r>
            <w:r w:rsidRPr="000E58D3">
              <w:t>:</w:t>
            </w:r>
          </w:p>
          <w:p w14:paraId="5C1004AD" w14:textId="194763B8" w:rsidR="000E58D3" w:rsidRPr="000E58D3" w:rsidRDefault="000E58D3" w:rsidP="000E58D3">
            <w:pPr>
              <w:pStyle w:val="SIBulletList2"/>
            </w:pPr>
            <w:r w:rsidRPr="000E58D3">
              <w:t>workplace health and safety</w:t>
            </w:r>
            <w:r w:rsidR="005432FB">
              <w:t>,</w:t>
            </w:r>
            <w:r w:rsidRPr="000E58D3">
              <w:t xml:space="preserve"> with particular emphasis on equipment lock</w:t>
            </w:r>
            <w:r w:rsidR="009650F6">
              <w:t>-</w:t>
            </w:r>
            <w:r w:rsidRPr="000E58D3">
              <w:t xml:space="preserve">out and use of </w:t>
            </w:r>
            <w:r w:rsidR="003D0B01">
              <w:t>personal protective equipment (</w:t>
            </w:r>
            <w:r w:rsidR="00203249">
              <w:t>PPE</w:t>
            </w:r>
            <w:r w:rsidR="003D0B01">
              <w:t>)</w:t>
            </w:r>
          </w:p>
          <w:p w14:paraId="6D9051C3" w14:textId="77777777" w:rsidR="000E58D3" w:rsidRPr="000E58D3" w:rsidRDefault="000E58D3" w:rsidP="000E58D3">
            <w:pPr>
              <w:pStyle w:val="SIBulletList2"/>
            </w:pPr>
            <w:r w:rsidRPr="000E58D3">
              <w:t>communication reporting lines</w:t>
            </w:r>
          </w:p>
          <w:p w14:paraId="549D9BC7" w14:textId="77777777" w:rsidR="000E58D3" w:rsidRPr="000E58D3" w:rsidRDefault="000E58D3" w:rsidP="000E58D3">
            <w:pPr>
              <w:pStyle w:val="SIBulletList2"/>
            </w:pPr>
            <w:r w:rsidRPr="000E58D3">
              <w:t>recording and reporting repairs, maintenance activities and equipment faults</w:t>
            </w:r>
            <w:bookmarkEnd w:id="2"/>
          </w:p>
          <w:p w14:paraId="68DD9D1E" w14:textId="33B90443" w:rsidR="00A60EB5" w:rsidRDefault="00A60EB5" w:rsidP="000E58D3">
            <w:pPr>
              <w:pStyle w:val="SIBulletList1"/>
            </w:pPr>
            <w:r>
              <w:t>heritage-listed trees</w:t>
            </w:r>
            <w:r w:rsidR="00ED0D75">
              <w:t xml:space="preserve"> protected by legislation in relevant jurisdictions</w:t>
            </w:r>
          </w:p>
          <w:p w14:paraId="3D6DF789" w14:textId="0044C246" w:rsidR="000E58D3" w:rsidRPr="000E58D3" w:rsidRDefault="000E58D3" w:rsidP="000E58D3">
            <w:pPr>
              <w:pStyle w:val="SIBulletList1"/>
            </w:pPr>
            <w:r w:rsidRPr="000E58D3">
              <w:t>environmental protection practices relevant to chainsaw</w:t>
            </w:r>
            <w:r w:rsidR="00447F2D">
              <w:t xml:space="preserve"> use and </w:t>
            </w:r>
            <w:r w:rsidR="0094167F">
              <w:t>maintenance</w:t>
            </w:r>
            <w:r w:rsidRPr="000E58D3">
              <w:t>:</w:t>
            </w:r>
          </w:p>
          <w:p w14:paraId="5C128ABA" w14:textId="1BFF244B" w:rsidR="007637AA" w:rsidRDefault="007637AA" w:rsidP="000E58D3">
            <w:pPr>
              <w:pStyle w:val="SIBulletList2"/>
            </w:pPr>
            <w:bookmarkStart w:id="3" w:name="_Hlk34133946"/>
            <w:r>
              <w:t>protection of natural and cultural assets</w:t>
            </w:r>
            <w:r w:rsidRPr="007637AA">
              <w:t xml:space="preserve"> </w:t>
            </w:r>
          </w:p>
          <w:p w14:paraId="3EBE1F3B" w14:textId="58E81FA3" w:rsidR="000E58D3" w:rsidRPr="000E58D3" w:rsidRDefault="000E58D3" w:rsidP="000E58D3">
            <w:pPr>
              <w:pStyle w:val="SIBulletList2"/>
            </w:pPr>
            <w:r w:rsidRPr="000E58D3">
              <w:t>cleaning plant, tools and equipment</w:t>
            </w:r>
          </w:p>
          <w:p w14:paraId="1EC0F9D2" w14:textId="77777777" w:rsidR="000E58D3" w:rsidRPr="000E58D3" w:rsidRDefault="000E58D3" w:rsidP="000E58D3">
            <w:pPr>
              <w:pStyle w:val="SIBulletList2"/>
            </w:pPr>
            <w:r w:rsidRPr="000E58D3">
              <w:t>disposing of, recycling and reusing materials</w:t>
            </w:r>
          </w:p>
          <w:p w14:paraId="0BF4178F" w14:textId="6F80C825" w:rsidR="00F1480E" w:rsidRPr="000754EC" w:rsidRDefault="000E58D3" w:rsidP="0094167F">
            <w:pPr>
              <w:pStyle w:val="SIBulletList2"/>
            </w:pPr>
            <w:r w:rsidRPr="000E58D3">
              <w:t>disposing of hazardous substances</w:t>
            </w:r>
            <w:bookmarkEnd w:id="3"/>
            <w:r w:rsidRPr="000E58D3">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447F2D">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447F2D">
        <w:tc>
          <w:tcPr>
            <w:tcW w:w="5000" w:type="pct"/>
            <w:shd w:val="clear" w:color="auto" w:fill="auto"/>
          </w:tcPr>
          <w:p w14:paraId="64444F7B" w14:textId="3420E263"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4DA37302" w:rsidR="005132BC" w:rsidRDefault="005132BC" w:rsidP="005132BC">
            <w:pPr>
              <w:pStyle w:val="SIBulletList2"/>
            </w:pPr>
            <w:r>
              <w:t xml:space="preserve">skills must be demonstrated in </w:t>
            </w:r>
            <w:r w:rsidR="009720F1">
              <w:t xml:space="preserve">an </w:t>
            </w:r>
            <w:proofErr w:type="spellStart"/>
            <w:r w:rsidR="009720F1">
              <w:t>arboricultural</w:t>
            </w:r>
            <w:proofErr w:type="spellEnd"/>
            <w:r w:rsidR="00ED0D75">
              <w:t xml:space="preserve"> workplace or </w:t>
            </w:r>
            <w:r w:rsidR="00203249">
              <w:t>environment that accurately represents workplace conditions</w:t>
            </w:r>
            <w:r>
              <w:t xml:space="preserve"> </w:t>
            </w:r>
          </w:p>
          <w:p w14:paraId="74F8336A" w14:textId="77777777" w:rsidR="008E2FD6" w:rsidRPr="00CD15EA" w:rsidRDefault="008E2FD6" w:rsidP="008E2FD6">
            <w:pPr>
              <w:pStyle w:val="SIBulletList1"/>
            </w:pPr>
            <w:r w:rsidRPr="00CD15EA">
              <w:t>resources, equipment and materials:</w:t>
            </w:r>
          </w:p>
          <w:p w14:paraId="1C450DBA" w14:textId="65377D82" w:rsidR="0094167F" w:rsidRDefault="00447F2D" w:rsidP="00447F2D">
            <w:pPr>
              <w:pStyle w:val="SIBulletList2"/>
            </w:pPr>
            <w:r>
              <w:t>chainsaws</w:t>
            </w:r>
          </w:p>
          <w:p w14:paraId="69F1E3CF" w14:textId="77777777" w:rsidR="001F1366" w:rsidRDefault="001F1366" w:rsidP="00447F2D">
            <w:pPr>
              <w:pStyle w:val="SIBulletList2"/>
            </w:pPr>
            <w:r>
              <w:t>height access equipment</w:t>
            </w:r>
          </w:p>
          <w:p w14:paraId="452328B3" w14:textId="3A04EC81" w:rsidR="00447F2D" w:rsidRDefault="00447F2D" w:rsidP="00447F2D">
            <w:pPr>
              <w:pStyle w:val="SIBulletList2"/>
            </w:pPr>
            <w:r w:rsidRPr="00447F2D">
              <w:t>other tools and equipment needed for using chainsaws off ground</w:t>
            </w:r>
            <w:r>
              <w:t xml:space="preserve"> and cha</w:t>
            </w:r>
            <w:r w:rsidR="0094167F">
              <w:t>i</w:t>
            </w:r>
            <w:r>
              <w:t>nsaw maintenance</w:t>
            </w:r>
          </w:p>
          <w:p w14:paraId="13523EA4" w14:textId="7604E94B" w:rsidR="00447F2D" w:rsidRDefault="00447F2D" w:rsidP="00447F2D">
            <w:pPr>
              <w:pStyle w:val="SIBulletList2"/>
            </w:pPr>
            <w:r>
              <w:t>chainsaw consumables</w:t>
            </w:r>
          </w:p>
          <w:p w14:paraId="220EEB65" w14:textId="519678F9" w:rsidR="008E2FD6" w:rsidRDefault="00F95834" w:rsidP="008E2FD6">
            <w:pPr>
              <w:pStyle w:val="SIBulletList2"/>
            </w:pPr>
            <w:r>
              <w:t>trees</w:t>
            </w:r>
          </w:p>
          <w:p w14:paraId="14ABD7BA" w14:textId="7D0BEB4C" w:rsidR="00DB50D5" w:rsidRPr="00CD15EA" w:rsidRDefault="00DB50D5" w:rsidP="008E2FD6">
            <w:pPr>
              <w:pStyle w:val="SIBulletList2"/>
            </w:pPr>
            <w:r>
              <w:t>person who is competent and equi</w:t>
            </w:r>
            <w:r w:rsidR="00083AD0">
              <w:t>pped to perform aerial rescue</w:t>
            </w:r>
          </w:p>
          <w:p w14:paraId="31693A7D" w14:textId="4C65E7E8" w:rsidR="008E2FD6" w:rsidRPr="00CD15EA" w:rsidRDefault="00EE280E" w:rsidP="008E2FD6">
            <w:pPr>
              <w:pStyle w:val="SIBulletList2"/>
            </w:pPr>
            <w:r>
              <w:t>PPE</w:t>
            </w:r>
            <w:r w:rsidR="008E2FD6" w:rsidRPr="00CD15EA">
              <w:t xml:space="preserve"> required </w:t>
            </w:r>
            <w:r w:rsidR="00447F2D">
              <w:t>in using chainsaws off ground</w:t>
            </w:r>
            <w:r w:rsidR="0094167F">
              <w:t xml:space="preserve"> </w:t>
            </w:r>
            <w:r w:rsidR="0094167F" w:rsidRPr="0094167F">
              <w:t>and cha</w:t>
            </w:r>
            <w:r w:rsidR="0094167F">
              <w:t>i</w:t>
            </w:r>
            <w:r w:rsidR="0094167F" w:rsidRPr="0094167F">
              <w:t>nsaw maintenance</w:t>
            </w:r>
          </w:p>
          <w:p w14:paraId="654C68DF" w14:textId="77777777" w:rsidR="008E2FD6" w:rsidRPr="00CD15EA" w:rsidRDefault="008E2FD6" w:rsidP="008E2FD6">
            <w:pPr>
              <w:pStyle w:val="SIBulletList1"/>
            </w:pPr>
            <w:r w:rsidRPr="00CD15EA">
              <w:lastRenderedPageBreak/>
              <w:t>specifications:</w:t>
            </w:r>
          </w:p>
          <w:p w14:paraId="128F4D6E" w14:textId="2B5BD5FA" w:rsidR="00EE4378" w:rsidRPr="00EE4378" w:rsidRDefault="00EE4378" w:rsidP="00EE4378">
            <w:pPr>
              <w:pStyle w:val="SIBulletList2"/>
            </w:pPr>
            <w:r w:rsidRPr="00EE4378">
              <w:t xml:space="preserve">access to work order or instruction detailing </w:t>
            </w:r>
            <w:r w:rsidR="00447F2D">
              <w:t>off ground chainsaw operations</w:t>
            </w:r>
            <w:r w:rsidRPr="00EE4378">
              <w:t xml:space="preserve"> to be carried out by operator</w:t>
            </w:r>
          </w:p>
          <w:p w14:paraId="3F601BD6" w14:textId="3250041E" w:rsidR="008E2FD6" w:rsidRPr="00CD15EA" w:rsidRDefault="008E2FD6" w:rsidP="008E2FD6">
            <w:pPr>
              <w:pStyle w:val="SIBulletList2"/>
            </w:pPr>
            <w:r w:rsidRPr="00CD15EA">
              <w:t xml:space="preserve">access to workplace policies and procedures </w:t>
            </w:r>
            <w:r w:rsidR="007B38D8">
              <w:t>that</w:t>
            </w:r>
            <w:r w:rsidR="007B38D8" w:rsidRPr="00CD15EA">
              <w:t xml:space="preserve"> </w:t>
            </w:r>
            <w:r w:rsidRPr="00CD15EA">
              <w:t xml:space="preserve">cover current </w:t>
            </w:r>
            <w:r w:rsidR="00EE280E">
              <w:t>workplace health and safety and environmental protection legislation</w:t>
            </w:r>
            <w:r w:rsidRPr="00CD15EA">
              <w:t xml:space="preserve"> and related industry standards and codes of practice applicable to </w:t>
            </w:r>
            <w:r w:rsidR="00447F2D" w:rsidRPr="00447F2D">
              <w:t>off ground chainsaw operations</w:t>
            </w:r>
          </w:p>
          <w:p w14:paraId="0064746A" w14:textId="22B33869" w:rsidR="008E2FD6" w:rsidRPr="00CD15EA" w:rsidRDefault="008E2FD6" w:rsidP="008E2FD6">
            <w:pPr>
              <w:pStyle w:val="SIBulletList2"/>
            </w:pPr>
            <w:r w:rsidRPr="00CD15EA">
              <w:t>access to site emergency procedure</w:t>
            </w:r>
          </w:p>
          <w:p w14:paraId="38C8439D" w14:textId="42BABBF4" w:rsidR="008E2FD6" w:rsidRPr="00CD15EA" w:rsidRDefault="008E2FD6" w:rsidP="00EE280E">
            <w:pPr>
              <w:pStyle w:val="SIBulletList2"/>
            </w:pPr>
            <w:r w:rsidRPr="00CD15EA">
              <w:t xml:space="preserve">access to workplace safe operating procedures for </w:t>
            </w:r>
            <w:r w:rsidR="00447F2D" w:rsidRPr="00447F2D">
              <w:t>off ground chainsaw operations</w:t>
            </w:r>
            <w:r w:rsidRPr="00CD15EA">
              <w:t>.</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180D2EC3" w:rsidR="00F1480E" w:rsidRPr="000754EC" w:rsidRDefault="007B38D8" w:rsidP="00203249">
            <w:r w:rsidRPr="007B38D8">
              <w:t xml:space="preserve">Companion Volumes, including Implementation Guides, are available at </w:t>
            </w:r>
            <w:proofErr w:type="spellStart"/>
            <w:r w:rsidRPr="007B38D8">
              <w:t>VETNet</w:t>
            </w:r>
            <w:proofErr w:type="spellEnd"/>
            <w:r w:rsidR="00821FEA">
              <w:t>:</w:t>
            </w:r>
            <w:r w:rsidRPr="007B38D8">
              <w:t xml:space="preserve"> </w:t>
            </w:r>
            <w:hyperlink r:id="rId12" w:history="1">
              <w:r w:rsidRPr="007B38D8">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03C66" w14:textId="77777777" w:rsidR="00C83CF8" w:rsidRDefault="00C83CF8" w:rsidP="00BF3F0A">
      <w:r>
        <w:separator/>
      </w:r>
    </w:p>
    <w:p w14:paraId="3749FABC" w14:textId="77777777" w:rsidR="00C83CF8" w:rsidRDefault="00C83CF8"/>
  </w:endnote>
  <w:endnote w:type="continuationSeparator" w:id="0">
    <w:p w14:paraId="19908A67" w14:textId="77777777" w:rsidR="00C83CF8" w:rsidRDefault="00C83CF8" w:rsidP="00BF3F0A">
      <w:r>
        <w:continuationSeparator/>
      </w:r>
    </w:p>
    <w:p w14:paraId="591A4E1C" w14:textId="77777777" w:rsidR="00C83CF8" w:rsidRDefault="00C83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447F2D" w:rsidRPr="000754EC" w:rsidRDefault="00447F2D"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2B49B1">
          <w:rPr>
            <w:noProof/>
          </w:rPr>
          <w:t>3</w:t>
        </w:r>
        <w:r w:rsidRPr="000754EC">
          <w:fldChar w:fldCharType="end"/>
        </w:r>
      </w:p>
      <w:p w14:paraId="52A88543" w14:textId="77777777" w:rsidR="00447F2D" w:rsidRDefault="00447F2D" w:rsidP="005F771F">
        <w:pPr>
          <w:pStyle w:val="SIText"/>
        </w:pPr>
        <w:r w:rsidRPr="000754EC">
          <w:t xml:space="preserve">Template modified on </w:t>
        </w:r>
        <w:r>
          <w:t xml:space="preserve">1 November </w:t>
        </w:r>
        <w:r w:rsidRPr="000754EC">
          <w:t>2017</w:t>
        </w:r>
      </w:p>
    </w:sdtContent>
  </w:sdt>
  <w:p w14:paraId="260D2B24" w14:textId="77777777" w:rsidR="00447F2D" w:rsidRDefault="00447F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8A547" w14:textId="77777777" w:rsidR="00C83CF8" w:rsidRDefault="00C83CF8" w:rsidP="00BF3F0A">
      <w:r>
        <w:separator/>
      </w:r>
    </w:p>
    <w:p w14:paraId="0CC95C94" w14:textId="77777777" w:rsidR="00C83CF8" w:rsidRDefault="00C83CF8"/>
  </w:footnote>
  <w:footnote w:type="continuationSeparator" w:id="0">
    <w:p w14:paraId="7B3E546B" w14:textId="77777777" w:rsidR="00C83CF8" w:rsidRDefault="00C83CF8" w:rsidP="00BF3F0A">
      <w:r>
        <w:continuationSeparator/>
      </w:r>
    </w:p>
    <w:p w14:paraId="213973E6" w14:textId="77777777" w:rsidR="00C83CF8" w:rsidRDefault="00C83C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5017" w14:textId="6029F8B7" w:rsidR="00447F2D" w:rsidRPr="00956978" w:rsidRDefault="00E15B78" w:rsidP="00DB41AD">
    <w:pPr>
      <w:pStyle w:val="SIText"/>
    </w:pPr>
    <w:r>
      <w:t xml:space="preserve">FWPCOT3317 </w:t>
    </w:r>
    <w:r w:rsidR="00447F2D">
      <w:t xml:space="preserve">Use chainsaw </w:t>
    </w:r>
    <w:r w:rsidR="0075113E">
      <w:t>within a</w:t>
    </w:r>
    <w:r w:rsidR="006243DA">
      <w:t xml:space="preserve"> tree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467D96"/>
    <w:multiLevelType w:val="multilevel"/>
    <w:tmpl w:val="501CD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1E04F8"/>
    <w:multiLevelType w:val="multilevel"/>
    <w:tmpl w:val="8716E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1"/>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8"/>
  </w:num>
  <w:num w:numId="11">
    <w:abstractNumId w:val="22"/>
  </w:num>
  <w:num w:numId="12">
    <w:abstractNumId w:val="21"/>
  </w:num>
  <w:num w:numId="13">
    <w:abstractNumId w:val="25"/>
  </w:num>
  <w:num w:numId="14">
    <w:abstractNumId w:val="9"/>
  </w:num>
  <w:num w:numId="15">
    <w:abstractNumId w:val="10"/>
  </w:num>
  <w:num w:numId="16">
    <w:abstractNumId w:val="26"/>
  </w:num>
  <w:num w:numId="17">
    <w:abstractNumId w:val="17"/>
  </w:num>
  <w:num w:numId="18">
    <w:abstractNumId w:val="2"/>
  </w:num>
  <w:num w:numId="19">
    <w:abstractNumId w:val="15"/>
  </w:num>
  <w:num w:numId="20">
    <w:abstractNumId w:val="21"/>
  </w:num>
  <w:num w:numId="21">
    <w:abstractNumId w:val="1"/>
  </w:num>
  <w:num w:numId="22">
    <w:abstractNumId w:val="8"/>
  </w:num>
  <w:num w:numId="23">
    <w:abstractNumId w:val="21"/>
  </w:num>
  <w:num w:numId="24">
    <w:abstractNumId w:val="19"/>
  </w:num>
  <w:num w:numId="25">
    <w:abstractNumId w:val="20"/>
  </w:num>
  <w:num w:numId="26">
    <w:abstractNumId w:val="4"/>
  </w:num>
  <w:num w:numId="27">
    <w:abstractNumId w:val="4"/>
  </w:num>
  <w:num w:numId="28">
    <w:abstractNumId w:val="12"/>
  </w:num>
  <w:num w:numId="29">
    <w:abstractNumId w:val="1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zsDAwtDS1NDExMDVR0lEKTi0uzszPAykwNqsFAIyJ8sAtAAAA"/>
  </w:docVars>
  <w:rsids>
    <w:rsidRoot w:val="00AB5133"/>
    <w:rsid w:val="000014B9"/>
    <w:rsid w:val="00005A15"/>
    <w:rsid w:val="0001108F"/>
    <w:rsid w:val="000115E2"/>
    <w:rsid w:val="000126D0"/>
    <w:rsid w:val="0001296A"/>
    <w:rsid w:val="00014615"/>
    <w:rsid w:val="00016803"/>
    <w:rsid w:val="00023992"/>
    <w:rsid w:val="000275AE"/>
    <w:rsid w:val="00041E59"/>
    <w:rsid w:val="000644D8"/>
    <w:rsid w:val="00064BFE"/>
    <w:rsid w:val="00065448"/>
    <w:rsid w:val="00070615"/>
    <w:rsid w:val="00070B3E"/>
    <w:rsid w:val="00071F95"/>
    <w:rsid w:val="000737BB"/>
    <w:rsid w:val="00074E47"/>
    <w:rsid w:val="000754EC"/>
    <w:rsid w:val="00083AD0"/>
    <w:rsid w:val="0009093B"/>
    <w:rsid w:val="000A5441"/>
    <w:rsid w:val="000B297D"/>
    <w:rsid w:val="000C149A"/>
    <w:rsid w:val="000C1BE0"/>
    <w:rsid w:val="000C224E"/>
    <w:rsid w:val="000E25E6"/>
    <w:rsid w:val="000E2C86"/>
    <w:rsid w:val="000E47A6"/>
    <w:rsid w:val="000E58D3"/>
    <w:rsid w:val="000F29F2"/>
    <w:rsid w:val="000F636F"/>
    <w:rsid w:val="00101659"/>
    <w:rsid w:val="00105AEA"/>
    <w:rsid w:val="001078BF"/>
    <w:rsid w:val="00112625"/>
    <w:rsid w:val="00113811"/>
    <w:rsid w:val="00126461"/>
    <w:rsid w:val="00133957"/>
    <w:rsid w:val="001352F6"/>
    <w:rsid w:val="001372F6"/>
    <w:rsid w:val="00143A90"/>
    <w:rsid w:val="00144385"/>
    <w:rsid w:val="00146EEC"/>
    <w:rsid w:val="00151D55"/>
    <w:rsid w:val="00151D93"/>
    <w:rsid w:val="00156EF3"/>
    <w:rsid w:val="00162E9E"/>
    <w:rsid w:val="00167AC1"/>
    <w:rsid w:val="001713D6"/>
    <w:rsid w:val="001768DB"/>
    <w:rsid w:val="00176E4F"/>
    <w:rsid w:val="001836D8"/>
    <w:rsid w:val="0018546B"/>
    <w:rsid w:val="0019372A"/>
    <w:rsid w:val="001947B1"/>
    <w:rsid w:val="00194935"/>
    <w:rsid w:val="001A144C"/>
    <w:rsid w:val="001A3482"/>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41B6"/>
    <w:rsid w:val="001F1366"/>
    <w:rsid w:val="001F2BA5"/>
    <w:rsid w:val="001F308D"/>
    <w:rsid w:val="00201A7C"/>
    <w:rsid w:val="00203249"/>
    <w:rsid w:val="00207B13"/>
    <w:rsid w:val="0021210E"/>
    <w:rsid w:val="00212423"/>
    <w:rsid w:val="0021414D"/>
    <w:rsid w:val="002175A7"/>
    <w:rsid w:val="00220B7F"/>
    <w:rsid w:val="00222711"/>
    <w:rsid w:val="00223124"/>
    <w:rsid w:val="00233143"/>
    <w:rsid w:val="00234444"/>
    <w:rsid w:val="00242293"/>
    <w:rsid w:val="00244EA7"/>
    <w:rsid w:val="0025514A"/>
    <w:rsid w:val="00262FC3"/>
    <w:rsid w:val="0026394F"/>
    <w:rsid w:val="00266D0B"/>
    <w:rsid w:val="00267AF6"/>
    <w:rsid w:val="00273F5F"/>
    <w:rsid w:val="00275D51"/>
    <w:rsid w:val="00276DB8"/>
    <w:rsid w:val="00282664"/>
    <w:rsid w:val="00285FB8"/>
    <w:rsid w:val="00296545"/>
    <w:rsid w:val="002970C3"/>
    <w:rsid w:val="002A4CD3"/>
    <w:rsid w:val="002A6CC4"/>
    <w:rsid w:val="002B49B1"/>
    <w:rsid w:val="002C55E9"/>
    <w:rsid w:val="002D0C8B"/>
    <w:rsid w:val="002D330A"/>
    <w:rsid w:val="002D6169"/>
    <w:rsid w:val="002E170C"/>
    <w:rsid w:val="002E193E"/>
    <w:rsid w:val="002F704A"/>
    <w:rsid w:val="00305EFF"/>
    <w:rsid w:val="00310A6A"/>
    <w:rsid w:val="003144E6"/>
    <w:rsid w:val="0032412D"/>
    <w:rsid w:val="00336582"/>
    <w:rsid w:val="00337E82"/>
    <w:rsid w:val="00346FDC"/>
    <w:rsid w:val="00350BB1"/>
    <w:rsid w:val="00352C83"/>
    <w:rsid w:val="00356105"/>
    <w:rsid w:val="00357832"/>
    <w:rsid w:val="0036022A"/>
    <w:rsid w:val="003632A9"/>
    <w:rsid w:val="00366805"/>
    <w:rsid w:val="0037067D"/>
    <w:rsid w:val="00372156"/>
    <w:rsid w:val="0037270D"/>
    <w:rsid w:val="00373436"/>
    <w:rsid w:val="0038735B"/>
    <w:rsid w:val="00390DA6"/>
    <w:rsid w:val="003916D1"/>
    <w:rsid w:val="003941B0"/>
    <w:rsid w:val="003962A7"/>
    <w:rsid w:val="003A21F0"/>
    <w:rsid w:val="003A277F"/>
    <w:rsid w:val="003A58BA"/>
    <w:rsid w:val="003A5AE7"/>
    <w:rsid w:val="003A7221"/>
    <w:rsid w:val="003B3493"/>
    <w:rsid w:val="003C13AE"/>
    <w:rsid w:val="003D0B01"/>
    <w:rsid w:val="003D2E73"/>
    <w:rsid w:val="003D67CA"/>
    <w:rsid w:val="003E72B6"/>
    <w:rsid w:val="003E7BBE"/>
    <w:rsid w:val="004127E3"/>
    <w:rsid w:val="004213B6"/>
    <w:rsid w:val="00427349"/>
    <w:rsid w:val="0043212E"/>
    <w:rsid w:val="00434366"/>
    <w:rsid w:val="00434ECE"/>
    <w:rsid w:val="00444423"/>
    <w:rsid w:val="00447F2D"/>
    <w:rsid w:val="00452F3E"/>
    <w:rsid w:val="004640AE"/>
    <w:rsid w:val="00464CDF"/>
    <w:rsid w:val="004679E3"/>
    <w:rsid w:val="00475172"/>
    <w:rsid w:val="004758B0"/>
    <w:rsid w:val="004832D2"/>
    <w:rsid w:val="00484788"/>
    <w:rsid w:val="00485559"/>
    <w:rsid w:val="00490EB1"/>
    <w:rsid w:val="0049568A"/>
    <w:rsid w:val="00497A75"/>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07C2"/>
    <w:rsid w:val="004E1579"/>
    <w:rsid w:val="004E5FAE"/>
    <w:rsid w:val="004E6245"/>
    <w:rsid w:val="004E6741"/>
    <w:rsid w:val="004E7094"/>
    <w:rsid w:val="004F5DC7"/>
    <w:rsid w:val="004F78DA"/>
    <w:rsid w:val="00502F9B"/>
    <w:rsid w:val="005132BC"/>
    <w:rsid w:val="005145AB"/>
    <w:rsid w:val="00520E9A"/>
    <w:rsid w:val="005248C1"/>
    <w:rsid w:val="00526134"/>
    <w:rsid w:val="00526BE3"/>
    <w:rsid w:val="0053282D"/>
    <w:rsid w:val="005405B2"/>
    <w:rsid w:val="005427C8"/>
    <w:rsid w:val="005432FB"/>
    <w:rsid w:val="005446D1"/>
    <w:rsid w:val="005472EF"/>
    <w:rsid w:val="005478CD"/>
    <w:rsid w:val="00553A61"/>
    <w:rsid w:val="00556C4C"/>
    <w:rsid w:val="00557369"/>
    <w:rsid w:val="00563FFF"/>
    <w:rsid w:val="00564ADD"/>
    <w:rsid w:val="00565E23"/>
    <w:rsid w:val="005708EB"/>
    <w:rsid w:val="00571DF4"/>
    <w:rsid w:val="00575BC6"/>
    <w:rsid w:val="00583902"/>
    <w:rsid w:val="00592DBC"/>
    <w:rsid w:val="00596F25"/>
    <w:rsid w:val="005A1D70"/>
    <w:rsid w:val="005A3AA5"/>
    <w:rsid w:val="005A6C9C"/>
    <w:rsid w:val="005A74DC"/>
    <w:rsid w:val="005B5146"/>
    <w:rsid w:val="005B7EBC"/>
    <w:rsid w:val="005D1AFD"/>
    <w:rsid w:val="005E51E6"/>
    <w:rsid w:val="005F027A"/>
    <w:rsid w:val="005F33CC"/>
    <w:rsid w:val="005F50D7"/>
    <w:rsid w:val="005F76D0"/>
    <w:rsid w:val="005F771F"/>
    <w:rsid w:val="006000C1"/>
    <w:rsid w:val="00605D92"/>
    <w:rsid w:val="006073AB"/>
    <w:rsid w:val="006121D4"/>
    <w:rsid w:val="00613B49"/>
    <w:rsid w:val="00616215"/>
    <w:rsid w:val="00616845"/>
    <w:rsid w:val="00620E8E"/>
    <w:rsid w:val="006221FF"/>
    <w:rsid w:val="00622716"/>
    <w:rsid w:val="006243DA"/>
    <w:rsid w:val="00633CFE"/>
    <w:rsid w:val="00634FCA"/>
    <w:rsid w:val="006429BF"/>
    <w:rsid w:val="00643D1B"/>
    <w:rsid w:val="006452B8"/>
    <w:rsid w:val="00652606"/>
    <w:rsid w:val="00652E62"/>
    <w:rsid w:val="0066520F"/>
    <w:rsid w:val="00666D22"/>
    <w:rsid w:val="00673EB9"/>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2521"/>
    <w:rsid w:val="006F3622"/>
    <w:rsid w:val="006F5A28"/>
    <w:rsid w:val="00705EEC"/>
    <w:rsid w:val="00707741"/>
    <w:rsid w:val="007134FE"/>
    <w:rsid w:val="00715794"/>
    <w:rsid w:val="00717385"/>
    <w:rsid w:val="00722769"/>
    <w:rsid w:val="00727901"/>
    <w:rsid w:val="0073075B"/>
    <w:rsid w:val="0073404B"/>
    <w:rsid w:val="007341FF"/>
    <w:rsid w:val="007404E9"/>
    <w:rsid w:val="007444CF"/>
    <w:rsid w:val="007474E7"/>
    <w:rsid w:val="0075113E"/>
    <w:rsid w:val="00752C75"/>
    <w:rsid w:val="00757005"/>
    <w:rsid w:val="00761DBE"/>
    <w:rsid w:val="007637AA"/>
    <w:rsid w:val="0076523B"/>
    <w:rsid w:val="00771B60"/>
    <w:rsid w:val="00781D77"/>
    <w:rsid w:val="00783549"/>
    <w:rsid w:val="007860B7"/>
    <w:rsid w:val="00786DC8"/>
    <w:rsid w:val="007A300D"/>
    <w:rsid w:val="007B38D8"/>
    <w:rsid w:val="007C3CB4"/>
    <w:rsid w:val="007D2A95"/>
    <w:rsid w:val="007D5A78"/>
    <w:rsid w:val="007E3BD1"/>
    <w:rsid w:val="007F1563"/>
    <w:rsid w:val="007F1EB2"/>
    <w:rsid w:val="007F44DB"/>
    <w:rsid w:val="007F5A8B"/>
    <w:rsid w:val="0080043A"/>
    <w:rsid w:val="00802742"/>
    <w:rsid w:val="00807529"/>
    <w:rsid w:val="008122F9"/>
    <w:rsid w:val="00816811"/>
    <w:rsid w:val="00817D51"/>
    <w:rsid w:val="00821FEA"/>
    <w:rsid w:val="00823530"/>
    <w:rsid w:val="00823FF4"/>
    <w:rsid w:val="00827C5F"/>
    <w:rsid w:val="00830267"/>
    <w:rsid w:val="008306E7"/>
    <w:rsid w:val="008322BE"/>
    <w:rsid w:val="00834BC8"/>
    <w:rsid w:val="00837FD6"/>
    <w:rsid w:val="00845F9C"/>
    <w:rsid w:val="00847B60"/>
    <w:rsid w:val="00850243"/>
    <w:rsid w:val="00851BE5"/>
    <w:rsid w:val="008545EB"/>
    <w:rsid w:val="008547E9"/>
    <w:rsid w:val="00861016"/>
    <w:rsid w:val="00865011"/>
    <w:rsid w:val="008743C1"/>
    <w:rsid w:val="00876C62"/>
    <w:rsid w:val="00886790"/>
    <w:rsid w:val="00887DD6"/>
    <w:rsid w:val="008908DE"/>
    <w:rsid w:val="008A12ED"/>
    <w:rsid w:val="008A39D3"/>
    <w:rsid w:val="008B2C77"/>
    <w:rsid w:val="008B4AAC"/>
    <w:rsid w:val="008B4AD2"/>
    <w:rsid w:val="008B7138"/>
    <w:rsid w:val="008D7631"/>
    <w:rsid w:val="008D7785"/>
    <w:rsid w:val="008E260C"/>
    <w:rsid w:val="008E2FD6"/>
    <w:rsid w:val="008E39BE"/>
    <w:rsid w:val="008E4A75"/>
    <w:rsid w:val="008E62EC"/>
    <w:rsid w:val="008F32F6"/>
    <w:rsid w:val="008F3493"/>
    <w:rsid w:val="00914956"/>
    <w:rsid w:val="00916CD7"/>
    <w:rsid w:val="00920927"/>
    <w:rsid w:val="00921B38"/>
    <w:rsid w:val="00922F35"/>
    <w:rsid w:val="00923720"/>
    <w:rsid w:val="00925E2D"/>
    <w:rsid w:val="009278C9"/>
    <w:rsid w:val="00931182"/>
    <w:rsid w:val="00932CD7"/>
    <w:rsid w:val="0094167F"/>
    <w:rsid w:val="00944C09"/>
    <w:rsid w:val="009527CB"/>
    <w:rsid w:val="00953835"/>
    <w:rsid w:val="009552C8"/>
    <w:rsid w:val="00956978"/>
    <w:rsid w:val="00960F6C"/>
    <w:rsid w:val="009650F6"/>
    <w:rsid w:val="00970747"/>
    <w:rsid w:val="009720F1"/>
    <w:rsid w:val="0097445B"/>
    <w:rsid w:val="009802BD"/>
    <w:rsid w:val="00997BFC"/>
    <w:rsid w:val="009A27EE"/>
    <w:rsid w:val="009A416A"/>
    <w:rsid w:val="009A5900"/>
    <w:rsid w:val="009A6E6C"/>
    <w:rsid w:val="009A6F3F"/>
    <w:rsid w:val="009B0560"/>
    <w:rsid w:val="009B23A1"/>
    <w:rsid w:val="009B331A"/>
    <w:rsid w:val="009B4A2A"/>
    <w:rsid w:val="009C2650"/>
    <w:rsid w:val="009D15E2"/>
    <w:rsid w:val="009D15FE"/>
    <w:rsid w:val="009D5D2C"/>
    <w:rsid w:val="009E6894"/>
    <w:rsid w:val="009F0DCC"/>
    <w:rsid w:val="009F11CA"/>
    <w:rsid w:val="009F313F"/>
    <w:rsid w:val="009F44A7"/>
    <w:rsid w:val="00A0695B"/>
    <w:rsid w:val="00A13052"/>
    <w:rsid w:val="00A216A8"/>
    <w:rsid w:val="00A223A6"/>
    <w:rsid w:val="00A3639E"/>
    <w:rsid w:val="00A4234E"/>
    <w:rsid w:val="00A5092E"/>
    <w:rsid w:val="00A554D6"/>
    <w:rsid w:val="00A56E14"/>
    <w:rsid w:val="00A60EB5"/>
    <w:rsid w:val="00A63484"/>
    <w:rsid w:val="00A6476B"/>
    <w:rsid w:val="00A76C6C"/>
    <w:rsid w:val="00A82317"/>
    <w:rsid w:val="00A8367D"/>
    <w:rsid w:val="00A87356"/>
    <w:rsid w:val="00A92CB1"/>
    <w:rsid w:val="00A92DD1"/>
    <w:rsid w:val="00A97C83"/>
    <w:rsid w:val="00AA5338"/>
    <w:rsid w:val="00AB1B8E"/>
    <w:rsid w:val="00AB5133"/>
    <w:rsid w:val="00AC0696"/>
    <w:rsid w:val="00AC4C98"/>
    <w:rsid w:val="00AC5F6B"/>
    <w:rsid w:val="00AD3896"/>
    <w:rsid w:val="00AD5B47"/>
    <w:rsid w:val="00AD684E"/>
    <w:rsid w:val="00AE1ED9"/>
    <w:rsid w:val="00AE32CB"/>
    <w:rsid w:val="00AF3833"/>
    <w:rsid w:val="00AF3957"/>
    <w:rsid w:val="00AF76D5"/>
    <w:rsid w:val="00B0712C"/>
    <w:rsid w:val="00B12013"/>
    <w:rsid w:val="00B129C5"/>
    <w:rsid w:val="00B16CE7"/>
    <w:rsid w:val="00B22C67"/>
    <w:rsid w:val="00B31F33"/>
    <w:rsid w:val="00B3508F"/>
    <w:rsid w:val="00B442B6"/>
    <w:rsid w:val="00B443EE"/>
    <w:rsid w:val="00B560C8"/>
    <w:rsid w:val="00B61150"/>
    <w:rsid w:val="00B65BC7"/>
    <w:rsid w:val="00B746B9"/>
    <w:rsid w:val="00B848D4"/>
    <w:rsid w:val="00B865B7"/>
    <w:rsid w:val="00B87EE6"/>
    <w:rsid w:val="00B91054"/>
    <w:rsid w:val="00B93692"/>
    <w:rsid w:val="00BA1CB1"/>
    <w:rsid w:val="00BA311D"/>
    <w:rsid w:val="00BA4178"/>
    <w:rsid w:val="00BA482D"/>
    <w:rsid w:val="00BB1755"/>
    <w:rsid w:val="00BB23F4"/>
    <w:rsid w:val="00BB4A65"/>
    <w:rsid w:val="00BB7813"/>
    <w:rsid w:val="00BC5075"/>
    <w:rsid w:val="00BC5419"/>
    <w:rsid w:val="00BD2AFD"/>
    <w:rsid w:val="00BD3B0F"/>
    <w:rsid w:val="00BF1D4C"/>
    <w:rsid w:val="00BF3F0A"/>
    <w:rsid w:val="00C10773"/>
    <w:rsid w:val="00C143C3"/>
    <w:rsid w:val="00C1739B"/>
    <w:rsid w:val="00C2140E"/>
    <w:rsid w:val="00C21ADE"/>
    <w:rsid w:val="00C26067"/>
    <w:rsid w:val="00C30A29"/>
    <w:rsid w:val="00C317DC"/>
    <w:rsid w:val="00C40FB7"/>
    <w:rsid w:val="00C540A7"/>
    <w:rsid w:val="00C578E9"/>
    <w:rsid w:val="00C70626"/>
    <w:rsid w:val="00C72860"/>
    <w:rsid w:val="00C73582"/>
    <w:rsid w:val="00C73B90"/>
    <w:rsid w:val="00C742EC"/>
    <w:rsid w:val="00C77AF6"/>
    <w:rsid w:val="00C77EF0"/>
    <w:rsid w:val="00C83CF8"/>
    <w:rsid w:val="00C96AF3"/>
    <w:rsid w:val="00C97A0F"/>
    <w:rsid w:val="00C97CCC"/>
    <w:rsid w:val="00CA0274"/>
    <w:rsid w:val="00CA0E2E"/>
    <w:rsid w:val="00CA2336"/>
    <w:rsid w:val="00CB07E9"/>
    <w:rsid w:val="00CB746F"/>
    <w:rsid w:val="00CC3768"/>
    <w:rsid w:val="00CC451E"/>
    <w:rsid w:val="00CD4E9D"/>
    <w:rsid w:val="00CD4F4D"/>
    <w:rsid w:val="00CE1516"/>
    <w:rsid w:val="00CE7D19"/>
    <w:rsid w:val="00CF0CF5"/>
    <w:rsid w:val="00CF1F14"/>
    <w:rsid w:val="00CF2B3E"/>
    <w:rsid w:val="00D001AC"/>
    <w:rsid w:val="00D00290"/>
    <w:rsid w:val="00D0201F"/>
    <w:rsid w:val="00D03578"/>
    <w:rsid w:val="00D035F3"/>
    <w:rsid w:val="00D03685"/>
    <w:rsid w:val="00D04C8C"/>
    <w:rsid w:val="00D07D4E"/>
    <w:rsid w:val="00D115AA"/>
    <w:rsid w:val="00D145BE"/>
    <w:rsid w:val="00D2012C"/>
    <w:rsid w:val="00D2035A"/>
    <w:rsid w:val="00D20C57"/>
    <w:rsid w:val="00D251A7"/>
    <w:rsid w:val="00D25D16"/>
    <w:rsid w:val="00D275F8"/>
    <w:rsid w:val="00D32124"/>
    <w:rsid w:val="00D419E0"/>
    <w:rsid w:val="00D43BBE"/>
    <w:rsid w:val="00D54C76"/>
    <w:rsid w:val="00D71E43"/>
    <w:rsid w:val="00D727F3"/>
    <w:rsid w:val="00D73695"/>
    <w:rsid w:val="00D7402D"/>
    <w:rsid w:val="00D810DE"/>
    <w:rsid w:val="00D81EC8"/>
    <w:rsid w:val="00D87D32"/>
    <w:rsid w:val="00D91188"/>
    <w:rsid w:val="00D92C83"/>
    <w:rsid w:val="00DA0A81"/>
    <w:rsid w:val="00DA3C10"/>
    <w:rsid w:val="00DA53B5"/>
    <w:rsid w:val="00DA662B"/>
    <w:rsid w:val="00DA6D02"/>
    <w:rsid w:val="00DB41AD"/>
    <w:rsid w:val="00DB50D5"/>
    <w:rsid w:val="00DB6D9C"/>
    <w:rsid w:val="00DB7961"/>
    <w:rsid w:val="00DC1D69"/>
    <w:rsid w:val="00DC5A3A"/>
    <w:rsid w:val="00DD0726"/>
    <w:rsid w:val="00DD6303"/>
    <w:rsid w:val="00DD6B74"/>
    <w:rsid w:val="00E01D4D"/>
    <w:rsid w:val="00E024B0"/>
    <w:rsid w:val="00E058A2"/>
    <w:rsid w:val="00E15B78"/>
    <w:rsid w:val="00E238E6"/>
    <w:rsid w:val="00E31AB2"/>
    <w:rsid w:val="00E31EE5"/>
    <w:rsid w:val="00E35064"/>
    <w:rsid w:val="00E3681D"/>
    <w:rsid w:val="00E40225"/>
    <w:rsid w:val="00E43FD8"/>
    <w:rsid w:val="00E501F0"/>
    <w:rsid w:val="00E51B71"/>
    <w:rsid w:val="00E6166D"/>
    <w:rsid w:val="00E7598E"/>
    <w:rsid w:val="00E76B8F"/>
    <w:rsid w:val="00E77101"/>
    <w:rsid w:val="00E77A72"/>
    <w:rsid w:val="00E91BFF"/>
    <w:rsid w:val="00E92933"/>
    <w:rsid w:val="00E943A9"/>
    <w:rsid w:val="00E94FAD"/>
    <w:rsid w:val="00E957EB"/>
    <w:rsid w:val="00E96482"/>
    <w:rsid w:val="00EA1D9C"/>
    <w:rsid w:val="00EB0AA4"/>
    <w:rsid w:val="00EB5C88"/>
    <w:rsid w:val="00EC0469"/>
    <w:rsid w:val="00EC759E"/>
    <w:rsid w:val="00ED0D75"/>
    <w:rsid w:val="00ED3910"/>
    <w:rsid w:val="00EE280E"/>
    <w:rsid w:val="00EE4378"/>
    <w:rsid w:val="00EF01F8"/>
    <w:rsid w:val="00EF40EF"/>
    <w:rsid w:val="00EF47FE"/>
    <w:rsid w:val="00F0242D"/>
    <w:rsid w:val="00F069BD"/>
    <w:rsid w:val="00F06F7C"/>
    <w:rsid w:val="00F07844"/>
    <w:rsid w:val="00F1480E"/>
    <w:rsid w:val="00F1497D"/>
    <w:rsid w:val="00F16AAC"/>
    <w:rsid w:val="00F33FF2"/>
    <w:rsid w:val="00F438FC"/>
    <w:rsid w:val="00F47281"/>
    <w:rsid w:val="00F55017"/>
    <w:rsid w:val="00F5616F"/>
    <w:rsid w:val="00F56451"/>
    <w:rsid w:val="00F56827"/>
    <w:rsid w:val="00F62866"/>
    <w:rsid w:val="00F65EF0"/>
    <w:rsid w:val="00F67439"/>
    <w:rsid w:val="00F71651"/>
    <w:rsid w:val="00F76191"/>
    <w:rsid w:val="00F76CC6"/>
    <w:rsid w:val="00F80197"/>
    <w:rsid w:val="00F83D7C"/>
    <w:rsid w:val="00F87DF9"/>
    <w:rsid w:val="00F90224"/>
    <w:rsid w:val="00F95834"/>
    <w:rsid w:val="00FB232E"/>
    <w:rsid w:val="00FB4130"/>
    <w:rsid w:val="00FC325D"/>
    <w:rsid w:val="00FD557D"/>
    <w:rsid w:val="00FE0282"/>
    <w:rsid w:val="00FE124D"/>
    <w:rsid w:val="00FE3FA0"/>
    <w:rsid w:val="00FE792C"/>
    <w:rsid w:val="00FF01F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AF3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09122049">
      <w:bodyDiv w:val="1"/>
      <w:marLeft w:val="0"/>
      <w:marRight w:val="0"/>
      <w:marTop w:val="0"/>
      <w:marBottom w:val="0"/>
      <w:divBdr>
        <w:top w:val="none" w:sz="0" w:space="0" w:color="auto"/>
        <w:left w:val="none" w:sz="0" w:space="0" w:color="auto"/>
        <w:bottom w:val="none" w:sz="0" w:space="0" w:color="auto"/>
        <w:right w:val="none" w:sz="0" w:space="0" w:color="auto"/>
      </w:divBdr>
      <w:divsChild>
        <w:div w:id="1524441665">
          <w:marLeft w:val="0"/>
          <w:marRight w:val="0"/>
          <w:marTop w:val="0"/>
          <w:marBottom w:val="0"/>
          <w:divBdr>
            <w:top w:val="none" w:sz="0" w:space="0" w:color="auto"/>
            <w:left w:val="none" w:sz="0" w:space="0" w:color="auto"/>
            <w:bottom w:val="none" w:sz="0" w:space="0" w:color="auto"/>
            <w:right w:val="none" w:sz="0" w:space="0" w:color="auto"/>
          </w:divBdr>
          <w:divsChild>
            <w:div w:id="1526140087">
              <w:marLeft w:val="0"/>
              <w:marRight w:val="0"/>
              <w:marTop w:val="0"/>
              <w:marBottom w:val="0"/>
              <w:divBdr>
                <w:top w:val="none" w:sz="0" w:space="0" w:color="auto"/>
                <w:left w:val="none" w:sz="0" w:space="0" w:color="auto"/>
                <w:bottom w:val="none" w:sz="0" w:space="0" w:color="auto"/>
                <w:right w:val="none" w:sz="0" w:space="0" w:color="auto"/>
              </w:divBdr>
              <w:divsChild>
                <w:div w:id="167695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0425805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46038375">
      <w:bodyDiv w:val="1"/>
      <w:marLeft w:val="0"/>
      <w:marRight w:val="0"/>
      <w:marTop w:val="0"/>
      <w:marBottom w:val="0"/>
      <w:divBdr>
        <w:top w:val="none" w:sz="0" w:space="0" w:color="auto"/>
        <w:left w:val="none" w:sz="0" w:space="0" w:color="auto"/>
        <w:bottom w:val="none" w:sz="0" w:space="0" w:color="auto"/>
        <w:right w:val="none" w:sz="0" w:space="0" w:color="auto"/>
      </w:divBdr>
      <w:divsChild>
        <w:div w:id="271979016">
          <w:marLeft w:val="0"/>
          <w:marRight w:val="0"/>
          <w:marTop w:val="0"/>
          <w:marBottom w:val="0"/>
          <w:divBdr>
            <w:top w:val="none" w:sz="0" w:space="0" w:color="auto"/>
            <w:left w:val="none" w:sz="0" w:space="0" w:color="auto"/>
            <w:bottom w:val="none" w:sz="0" w:space="0" w:color="auto"/>
            <w:right w:val="none" w:sz="0" w:space="0" w:color="auto"/>
          </w:divBdr>
          <w:divsChild>
            <w:div w:id="239296222">
              <w:marLeft w:val="0"/>
              <w:marRight w:val="0"/>
              <w:marTop w:val="0"/>
              <w:marBottom w:val="0"/>
              <w:divBdr>
                <w:top w:val="none" w:sz="0" w:space="0" w:color="auto"/>
                <w:left w:val="none" w:sz="0" w:space="0" w:color="auto"/>
                <w:bottom w:val="none" w:sz="0" w:space="0" w:color="auto"/>
                <w:right w:val="none" w:sz="0" w:space="0" w:color="auto"/>
              </w:divBdr>
              <w:divsChild>
                <w:div w:id="98698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37417606">
      <w:bodyDiv w:val="1"/>
      <w:marLeft w:val="0"/>
      <w:marRight w:val="0"/>
      <w:marTop w:val="0"/>
      <w:marBottom w:val="0"/>
      <w:divBdr>
        <w:top w:val="none" w:sz="0" w:space="0" w:color="auto"/>
        <w:left w:val="none" w:sz="0" w:space="0" w:color="auto"/>
        <w:bottom w:val="none" w:sz="0" w:space="0" w:color="auto"/>
        <w:right w:val="none" w:sz="0" w:space="0" w:color="auto"/>
      </w:divBdr>
      <w:divsChild>
        <w:div w:id="1570461180">
          <w:marLeft w:val="0"/>
          <w:marRight w:val="0"/>
          <w:marTop w:val="0"/>
          <w:marBottom w:val="0"/>
          <w:divBdr>
            <w:top w:val="none" w:sz="0" w:space="0" w:color="auto"/>
            <w:left w:val="none" w:sz="0" w:space="0" w:color="auto"/>
            <w:bottom w:val="none" w:sz="0" w:space="0" w:color="auto"/>
            <w:right w:val="none" w:sz="0" w:space="0" w:color="auto"/>
          </w:divBdr>
          <w:divsChild>
            <w:div w:id="970477336">
              <w:marLeft w:val="0"/>
              <w:marRight w:val="0"/>
              <w:marTop w:val="0"/>
              <w:marBottom w:val="0"/>
              <w:divBdr>
                <w:top w:val="none" w:sz="0" w:space="0" w:color="auto"/>
                <w:left w:val="none" w:sz="0" w:space="0" w:color="auto"/>
                <w:bottom w:val="none" w:sz="0" w:space="0" w:color="auto"/>
                <w:right w:val="none" w:sz="0" w:space="0" w:color="auto"/>
              </w:divBdr>
              <w:divsChild>
                <w:div w:id="21358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02293823">
      <w:bodyDiv w:val="1"/>
      <w:marLeft w:val="0"/>
      <w:marRight w:val="0"/>
      <w:marTop w:val="0"/>
      <w:marBottom w:val="0"/>
      <w:divBdr>
        <w:top w:val="none" w:sz="0" w:space="0" w:color="auto"/>
        <w:left w:val="none" w:sz="0" w:space="0" w:color="auto"/>
        <w:bottom w:val="none" w:sz="0" w:space="0" w:color="auto"/>
        <w:right w:val="none" w:sz="0" w:space="0" w:color="auto"/>
      </w:divBdr>
      <w:divsChild>
        <w:div w:id="667295512">
          <w:marLeft w:val="0"/>
          <w:marRight w:val="0"/>
          <w:marTop w:val="0"/>
          <w:marBottom w:val="0"/>
          <w:divBdr>
            <w:top w:val="none" w:sz="0" w:space="0" w:color="auto"/>
            <w:left w:val="none" w:sz="0" w:space="0" w:color="auto"/>
            <w:bottom w:val="none" w:sz="0" w:space="0" w:color="auto"/>
            <w:right w:val="none" w:sz="0" w:space="0" w:color="auto"/>
          </w:divBdr>
          <w:divsChild>
            <w:div w:id="1251621102">
              <w:marLeft w:val="0"/>
              <w:marRight w:val="0"/>
              <w:marTop w:val="0"/>
              <w:marBottom w:val="0"/>
              <w:divBdr>
                <w:top w:val="none" w:sz="0" w:space="0" w:color="auto"/>
                <w:left w:val="none" w:sz="0" w:space="0" w:color="auto"/>
                <w:bottom w:val="none" w:sz="0" w:space="0" w:color="auto"/>
                <w:right w:val="none" w:sz="0" w:space="0" w:color="auto"/>
              </w:divBdr>
              <w:divsChild>
                <w:div w:id="202166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867983131">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2" ma:contentTypeDescription="Create a new document." ma:contentTypeScope="" ma:versionID="cb8cf613ecdcb77862f52f69f421947a">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aa916aee8bca84b47a5ed0400ebc29d5"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28650-5052-47D6-868E-9502A1B11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openxmlformats.org/package/2006/metadata/core-properties"/>
    <ds:schemaRef ds:uri="http://purl.org/dc/elements/1.1/"/>
    <ds:schemaRef ds:uri="http://schemas.microsoft.com/office/2006/metadata/properties"/>
    <ds:schemaRef ds:uri="9e75435c-c636-47e8-8c1a-73b57ad86f99"/>
    <ds:schemaRef ds:uri="http://purl.org/dc/terms/"/>
    <ds:schemaRef ds:uri="http://schemas.microsoft.com/office/2006/documentManagement/types"/>
    <ds:schemaRef ds:uri="http://schemas.microsoft.com/office/infopath/2007/PartnerControls"/>
    <ds:schemaRef ds:uri="c5f7a395-ead5-4a20-a97c-528bed93594b"/>
    <ds:schemaRef ds:uri="http://www.w3.org/XML/1998/namespace"/>
  </ds:schemaRefs>
</ds:datastoreItem>
</file>

<file path=customXml/itemProps4.xml><?xml version="1.0" encoding="utf-8"?>
<ds:datastoreItem xmlns:ds="http://schemas.openxmlformats.org/officeDocument/2006/customXml" ds:itemID="{5A53B65E-2AC4-4D2E-A10A-CBD2F2CAA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540</TotalTime>
  <Pages>6</Pages>
  <Words>1830</Words>
  <Characters>10436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12242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Georgiana Daian</cp:lastModifiedBy>
  <cp:revision>142</cp:revision>
  <cp:lastPrinted>2016-05-27T05:21:00Z</cp:lastPrinted>
  <dcterms:created xsi:type="dcterms:W3CDTF">2019-11-13T04:30:00Z</dcterms:created>
  <dcterms:modified xsi:type="dcterms:W3CDTF">2020-07-03T03:13:00Z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i4>3900</vt:i4>
  </property>
  <property fmtid="{D5CDD505-2E9C-101B-9397-08002B2CF9AE}" pid="19" name="Category">
    <vt:lpwstr>2. General Templates</vt:lpwstr>
  </property>
  <property fmtid="{D5CDD505-2E9C-101B-9397-08002B2CF9AE}" pid="20" name="xd_Signature">
    <vt:bool>true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