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CB29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0CF76" w14:textId="77777777" w:rsidTr="00146EEC">
        <w:tc>
          <w:tcPr>
            <w:tcW w:w="2689" w:type="dxa"/>
          </w:tcPr>
          <w:p w14:paraId="37BCB82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F193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9AFDAB" w14:textId="77777777" w:rsidTr="00146EEC">
        <w:tc>
          <w:tcPr>
            <w:tcW w:w="2689" w:type="dxa"/>
          </w:tcPr>
          <w:p w14:paraId="5AE3921F" w14:textId="2D0CC30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42355">
              <w:t>1</w:t>
            </w:r>
          </w:p>
        </w:tc>
        <w:tc>
          <w:tcPr>
            <w:tcW w:w="6939" w:type="dxa"/>
          </w:tcPr>
          <w:p w14:paraId="67698833" w14:textId="60AFD97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242355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5311C">
              <w:t>5</w:t>
            </w:r>
            <w:r w:rsidR="00242355">
              <w:t>.0</w:t>
            </w:r>
            <w:r w:rsidR="00D92B57">
              <w:t>.</w:t>
            </w:r>
          </w:p>
        </w:tc>
      </w:tr>
    </w:tbl>
    <w:p w14:paraId="13026D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9FD7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3376AC" w14:textId="0E71213F" w:rsidR="00F1480E" w:rsidRPr="004E335A" w:rsidRDefault="00DC6B81" w:rsidP="004E335A">
            <w:pPr>
              <w:pStyle w:val="SIUNITCODE"/>
              <w:rPr>
                <w:rStyle w:val="SITemporaryText-red"/>
                <w:color w:val="auto"/>
              </w:rPr>
            </w:pPr>
            <w:r w:rsidRPr="004E335A">
              <w:rPr>
                <w:rStyle w:val="SITemporaryText-red"/>
                <w:color w:val="auto"/>
              </w:rPr>
              <w:t>AM</w:t>
            </w:r>
            <w:r w:rsidR="004E335A" w:rsidRPr="004E335A">
              <w:rPr>
                <w:rStyle w:val="SITemporaryText-red"/>
                <w:color w:val="auto"/>
              </w:rPr>
              <w:t>PP210</w:t>
            </w:r>
          </w:p>
        </w:tc>
        <w:tc>
          <w:tcPr>
            <w:tcW w:w="3604" w:type="pct"/>
            <w:shd w:val="clear" w:color="auto" w:fill="auto"/>
          </w:tcPr>
          <w:p w14:paraId="545C9A7F" w14:textId="734930FB" w:rsidR="00F1480E" w:rsidRPr="000754EC" w:rsidRDefault="00242355" w:rsidP="000754EC">
            <w:pPr>
              <w:pStyle w:val="SIUnittitle"/>
            </w:pPr>
            <w:r w:rsidRPr="00242355">
              <w:t>Prepare birds for stunning</w:t>
            </w:r>
          </w:p>
        </w:tc>
      </w:tr>
      <w:tr w:rsidR="00F1480E" w:rsidRPr="00963A46" w14:paraId="58F3E93C" w14:textId="77777777" w:rsidTr="00CA2922">
        <w:tc>
          <w:tcPr>
            <w:tcW w:w="1396" w:type="pct"/>
            <w:shd w:val="clear" w:color="auto" w:fill="auto"/>
          </w:tcPr>
          <w:p w14:paraId="320F89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2B57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CA0813" w14:textId="1A9BB15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42355">
              <w:t xml:space="preserve">prepare live poultry for stunning. </w:t>
            </w:r>
            <w:r w:rsidR="00325768" w:rsidRPr="00AA2E46">
              <w:t>The unit</w:t>
            </w:r>
            <w:r w:rsidR="00325768" w:rsidRPr="00325768">
              <w:t xml:space="preserve"> involves preparation processes for a range of stunning procedures, including Controlled Atmosphere Stunning, electrical water baths and hand-held stunners.</w:t>
            </w:r>
          </w:p>
          <w:p w14:paraId="17A48A8F" w14:textId="77777777" w:rsidR="00916CD7" w:rsidRDefault="00916CD7" w:rsidP="000754EC">
            <w:pPr>
              <w:pStyle w:val="SIText"/>
            </w:pPr>
          </w:p>
          <w:p w14:paraId="1E6458A2" w14:textId="48806EF2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242355">
              <w:t xml:space="preserve"> </w:t>
            </w:r>
            <w:r w:rsidR="00242355" w:rsidRPr="00242355">
              <w:t xml:space="preserve">apply basic operating principles to the bird </w:t>
            </w:r>
            <w:r w:rsidR="00242355">
              <w:t>stunning</w:t>
            </w:r>
            <w:r w:rsidR="00242355" w:rsidRPr="00242355">
              <w:t xml:space="preserve"> equipment and processes in a poultry processing environment.</w:t>
            </w:r>
            <w:r w:rsidR="00AA2E46">
              <w:t xml:space="preserve"> </w:t>
            </w:r>
          </w:p>
          <w:p w14:paraId="29C60FB2" w14:textId="77777777" w:rsidR="00242355" w:rsidRDefault="00242355" w:rsidP="000754EC">
            <w:pPr>
              <w:rPr>
                <w:rStyle w:val="SITemporaryText-red"/>
              </w:rPr>
            </w:pPr>
          </w:p>
          <w:p w14:paraId="773E4B1C" w14:textId="559FB24F" w:rsidR="00A3639E" w:rsidRPr="00242355" w:rsidRDefault="00BB1755" w:rsidP="008E5E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355">
              <w:rPr>
                <w:rStyle w:val="SITemporaryText-red"/>
                <w:color w:val="auto"/>
                <w:sz w:val="20"/>
              </w:rPr>
              <w:t>All work must be carried out to comply with workplace procedures</w:t>
            </w:r>
            <w:r w:rsidR="008E5E93">
              <w:rPr>
                <w:rStyle w:val="SITemporaryText-red"/>
              </w:rPr>
              <w:t xml:space="preserve"> </w:t>
            </w:r>
            <w:r w:rsidR="008E5E93" w:rsidRPr="008E5E93">
              <w:rPr>
                <w:rStyle w:val="SITemporaryText-red"/>
                <w:color w:val="auto"/>
                <w:sz w:val="20"/>
              </w:rPr>
              <w:t>and animal welfare requirements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, </w:t>
            </w:r>
            <w:r w:rsidR="00D2035A" w:rsidRPr="00242355">
              <w:rPr>
                <w:rStyle w:val="SITemporaryText-red"/>
                <w:color w:val="auto"/>
                <w:sz w:val="20"/>
              </w:rPr>
              <w:t>according to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242355">
              <w:rPr>
                <w:rStyle w:val="SITemporaryText-red"/>
                <w:color w:val="auto"/>
                <w:sz w:val="20"/>
              </w:rPr>
              <w:t>state/t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70D253B7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FE28585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36D737A" w14:textId="77777777" w:rsidR="00373436" w:rsidRPr="000754EC" w:rsidRDefault="00373436" w:rsidP="00242355">
            <w:pPr>
              <w:pStyle w:val="SIText"/>
            </w:pPr>
          </w:p>
        </w:tc>
      </w:tr>
      <w:tr w:rsidR="00F1480E" w:rsidRPr="00963A46" w14:paraId="3D30219B" w14:textId="77777777" w:rsidTr="00CA2922">
        <w:tc>
          <w:tcPr>
            <w:tcW w:w="1396" w:type="pct"/>
            <w:shd w:val="clear" w:color="auto" w:fill="auto"/>
          </w:tcPr>
          <w:p w14:paraId="20477B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574CF4" w14:textId="1E619E0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BE474B" w14:textId="77777777" w:rsidTr="00CA2922">
        <w:tc>
          <w:tcPr>
            <w:tcW w:w="1396" w:type="pct"/>
            <w:shd w:val="clear" w:color="auto" w:fill="auto"/>
          </w:tcPr>
          <w:p w14:paraId="7A85FF9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AC0EBE" w14:textId="55F302B6" w:rsidR="00F1480E" w:rsidRPr="000754EC" w:rsidRDefault="00242355" w:rsidP="000754EC">
            <w:pPr>
              <w:pStyle w:val="SIText"/>
            </w:pPr>
            <w:r>
              <w:t xml:space="preserve">Poultry processing </w:t>
            </w:r>
          </w:p>
        </w:tc>
      </w:tr>
    </w:tbl>
    <w:p w14:paraId="5EC1F1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10E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69D3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DF0D5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A179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6A6D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01D6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08980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0E34B" w14:textId="487EE468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42355">
              <w:t xml:space="preserve">Prepare for stunning </w:t>
            </w:r>
          </w:p>
        </w:tc>
        <w:tc>
          <w:tcPr>
            <w:tcW w:w="3604" w:type="pct"/>
            <w:shd w:val="clear" w:color="auto" w:fill="auto"/>
          </w:tcPr>
          <w:p w14:paraId="40FA89D6" w14:textId="23CA8C1D" w:rsidR="00242355" w:rsidRPr="00242355" w:rsidRDefault="00242355" w:rsidP="00242355">
            <w:pPr>
              <w:pStyle w:val="SIText"/>
            </w:pPr>
            <w:r w:rsidRPr="00242355">
              <w:t>1.1</w:t>
            </w:r>
            <w:r>
              <w:t xml:space="preserve"> </w:t>
            </w:r>
            <w:r w:rsidRPr="00242355">
              <w:t xml:space="preserve">Identify and confirm </w:t>
            </w:r>
            <w:r w:rsidR="00325768">
              <w:t xml:space="preserve">stunning </w:t>
            </w:r>
            <w:r w:rsidRPr="00242355">
              <w:t>requirements</w:t>
            </w:r>
          </w:p>
          <w:p w14:paraId="5A3C3E43" w14:textId="05EE3F1D" w:rsidR="00242355" w:rsidRPr="00242355" w:rsidRDefault="00242355" w:rsidP="00242355">
            <w:pPr>
              <w:pStyle w:val="SIText"/>
            </w:pPr>
            <w:r w:rsidRPr="00242355">
              <w:t>1.</w:t>
            </w:r>
            <w:r>
              <w:t>2</w:t>
            </w:r>
            <w:r w:rsidRPr="00242355">
              <w:t xml:space="preserve"> Identify and fit personal protective clothing and equipment as required by workplace safety procedures</w:t>
            </w:r>
          </w:p>
          <w:p w14:paraId="6FD31B69" w14:textId="5189DAA2" w:rsidR="00242355" w:rsidRPr="00242355" w:rsidRDefault="00242355" w:rsidP="00242355">
            <w:pPr>
              <w:pStyle w:val="SIText"/>
            </w:pPr>
            <w:r w:rsidRPr="00242355">
              <w:t>1.</w:t>
            </w:r>
            <w:r>
              <w:t>3</w:t>
            </w:r>
            <w:r w:rsidRPr="00242355">
              <w:t xml:space="preserve"> Fit and adjust machine components and related attachments according to production requirements</w:t>
            </w:r>
          </w:p>
          <w:p w14:paraId="24BD62F1" w14:textId="6E19F4D3" w:rsidR="00AB46DE" w:rsidRPr="00242355" w:rsidRDefault="00242355" w:rsidP="00AB46DE">
            <w:pPr>
              <w:rPr>
                <w:rFonts w:eastAsia="Calibri"/>
                <w:lang w:eastAsia="en-US"/>
              </w:rPr>
            </w:pPr>
            <w:r w:rsidRPr="00242355">
              <w:t>1.</w:t>
            </w:r>
            <w:r>
              <w:t>4</w:t>
            </w:r>
            <w:r w:rsidRPr="00242355">
              <w:t xml:space="preserve"> Conduct pre-start checks according to workplace requirements</w:t>
            </w:r>
            <w:r w:rsidRPr="00242355">
              <w:rPr>
                <w:rFonts w:eastAsia="Calibri"/>
              </w:rPr>
              <w:t xml:space="preserve"> </w:t>
            </w:r>
          </w:p>
        </w:tc>
      </w:tr>
      <w:tr w:rsidR="00F1480E" w:rsidRPr="00963A46" w14:paraId="0FFA73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1797F9" w14:textId="0053335A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42355">
              <w:t xml:space="preserve">Prepare birds for stunning </w:t>
            </w:r>
          </w:p>
        </w:tc>
        <w:tc>
          <w:tcPr>
            <w:tcW w:w="3604" w:type="pct"/>
            <w:shd w:val="clear" w:color="auto" w:fill="auto"/>
          </w:tcPr>
          <w:p w14:paraId="78CDECA6" w14:textId="427C76A6" w:rsidR="00242355" w:rsidRDefault="00242355" w:rsidP="00242355">
            <w:pPr>
              <w:pStyle w:val="SIText"/>
            </w:pPr>
            <w:r w:rsidRPr="00242355">
              <w:t xml:space="preserve">2.1 </w:t>
            </w:r>
            <w:r w:rsidR="00E56A92">
              <w:t>C</w:t>
            </w:r>
            <w:r w:rsidRPr="00242355">
              <w:t xml:space="preserve">onfirm </w:t>
            </w:r>
            <w:r>
              <w:t xml:space="preserve">availability of birds </w:t>
            </w:r>
            <w:r w:rsidR="00325768">
              <w:t>with supervisor</w:t>
            </w:r>
          </w:p>
          <w:p w14:paraId="37D5B5EF" w14:textId="6ECBFDC2" w:rsidR="00242355" w:rsidRDefault="00242355" w:rsidP="00242355">
            <w:pPr>
              <w:pStyle w:val="SIText"/>
            </w:pPr>
            <w:r>
              <w:t xml:space="preserve">2.2 </w:t>
            </w:r>
            <w:r w:rsidRPr="00242355">
              <w:t>Inspect bird condition</w:t>
            </w:r>
            <w:r w:rsidR="0045266B">
              <w:t xml:space="preserve"> as they are received</w:t>
            </w:r>
            <w:r w:rsidRPr="00242355">
              <w:t xml:space="preserve"> and remove unacceptable birds according to workplace procedures</w:t>
            </w:r>
          </w:p>
          <w:p w14:paraId="6463B3BE" w14:textId="0A060D90" w:rsidR="00122C6D" w:rsidRDefault="00E56A92" w:rsidP="00242355">
            <w:pPr>
              <w:pStyle w:val="SIText"/>
            </w:pPr>
            <w:r>
              <w:t xml:space="preserve">2.3 </w:t>
            </w:r>
            <w:r w:rsidR="00325768">
              <w:t>Position</w:t>
            </w:r>
            <w:r w:rsidR="00EE392B">
              <w:t xml:space="preserve"> </w:t>
            </w:r>
            <w:r>
              <w:t>birds for stunning according to workplace procedures</w:t>
            </w:r>
          </w:p>
          <w:p w14:paraId="17A81AD3" w14:textId="779B830B" w:rsidR="00E56A92" w:rsidRPr="00242355" w:rsidRDefault="00122C6D" w:rsidP="00242355">
            <w:pPr>
              <w:pStyle w:val="SIText"/>
            </w:pPr>
            <w:r>
              <w:t>2.4 Handle and manage birds humanely to reduce stress</w:t>
            </w:r>
            <w:r w:rsidR="00E40C80">
              <w:t>,</w:t>
            </w:r>
            <w:r>
              <w:t xml:space="preserve"> </w:t>
            </w:r>
            <w:r w:rsidR="008E5E93">
              <w:t>including capturing and euthanising escaped birds as necessary</w:t>
            </w:r>
            <w:r w:rsidR="00E56A92">
              <w:t xml:space="preserve"> </w:t>
            </w:r>
          </w:p>
          <w:p w14:paraId="1CB16659" w14:textId="4FCCA3A1" w:rsidR="00242355" w:rsidRPr="00242355" w:rsidRDefault="00242355" w:rsidP="00242355">
            <w:pPr>
              <w:pStyle w:val="SIText"/>
            </w:pPr>
            <w:r w:rsidRPr="00242355">
              <w:t>2.</w:t>
            </w:r>
            <w:r w:rsidR="00122C6D">
              <w:t>5</w:t>
            </w:r>
            <w:r w:rsidRPr="00242355">
              <w:t xml:space="preserve"> Operate equipment </w:t>
            </w:r>
            <w:r w:rsidR="00B62F74">
              <w:t xml:space="preserve">used </w:t>
            </w:r>
            <w:r w:rsidRPr="00242355">
              <w:t xml:space="preserve">to </w:t>
            </w:r>
            <w:r w:rsidR="00E56A92">
              <w:t xml:space="preserve">position birds in preparation for stunning </w:t>
            </w:r>
            <w:r w:rsidR="00325768">
              <w:t>using safety practices</w:t>
            </w:r>
          </w:p>
          <w:p w14:paraId="4CB4E786" w14:textId="23FF46CB" w:rsidR="00242355" w:rsidRPr="00242355" w:rsidRDefault="00242355" w:rsidP="00242355">
            <w:pPr>
              <w:pStyle w:val="SIText"/>
            </w:pPr>
            <w:r w:rsidRPr="00242355">
              <w:t>2.</w:t>
            </w:r>
            <w:r w:rsidR="00122C6D">
              <w:t>6</w:t>
            </w:r>
            <w:r w:rsidRPr="00242355">
              <w:t xml:space="preserve"> </w:t>
            </w:r>
            <w:r w:rsidR="00E56A92">
              <w:t xml:space="preserve">Check </w:t>
            </w:r>
            <w:r w:rsidRPr="00242355">
              <w:t>equipment</w:t>
            </w:r>
            <w:r w:rsidR="00E56A92">
              <w:t xml:space="preserve"> settings</w:t>
            </w:r>
            <w:r w:rsidRPr="00242355">
              <w:t xml:space="preserve"> to identify variation in operating conditions</w:t>
            </w:r>
            <w:r w:rsidR="00E40C80">
              <w:t>,</w:t>
            </w:r>
            <w:r w:rsidRPr="00242355">
              <w:t xml:space="preserve"> and adjust or report variations according to production requirements</w:t>
            </w:r>
          </w:p>
          <w:p w14:paraId="6BE6CAAE" w14:textId="2CF359F9" w:rsidR="00F1480E" w:rsidRPr="000754EC" w:rsidRDefault="00242355" w:rsidP="00242355">
            <w:pPr>
              <w:pStyle w:val="SIText"/>
            </w:pPr>
            <w:r w:rsidRPr="00242355">
              <w:t>2.</w:t>
            </w:r>
            <w:r w:rsidR="00122C6D">
              <w:t>7</w:t>
            </w:r>
            <w:r w:rsidRPr="00242355">
              <w:t xml:space="preserve"> Monitor each stage of the process to confirm specifications are met</w:t>
            </w:r>
          </w:p>
        </w:tc>
      </w:tr>
      <w:tr w:rsidR="00F1480E" w:rsidRPr="00963A46" w14:paraId="49C5A6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5891" w14:textId="5604EC13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E56A92">
              <w:t xml:space="preserve">Complete stunning preparation process </w:t>
            </w:r>
          </w:p>
        </w:tc>
        <w:tc>
          <w:tcPr>
            <w:tcW w:w="3604" w:type="pct"/>
            <w:shd w:val="clear" w:color="auto" w:fill="auto"/>
          </w:tcPr>
          <w:p w14:paraId="31656794" w14:textId="54393201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E56A92" w:rsidRPr="00E56A92">
              <w:t>Complete workplace records in required format</w:t>
            </w:r>
          </w:p>
          <w:p w14:paraId="1A435563" w14:textId="21489EE4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E56A92">
              <w:t>Report equipment faults or malfunction according to workplace procedur</w:t>
            </w:r>
            <w:r w:rsidR="00122C6D">
              <w:t>es</w:t>
            </w:r>
          </w:p>
          <w:p w14:paraId="242F686B" w14:textId="09F36D02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8E5E93">
              <w:t xml:space="preserve">Manage </w:t>
            </w:r>
            <w:r w:rsidR="00122C6D">
              <w:t>waste according to workplace requirements</w:t>
            </w:r>
          </w:p>
        </w:tc>
      </w:tr>
    </w:tbl>
    <w:p w14:paraId="3E86618D" w14:textId="77777777" w:rsidR="005F771F" w:rsidRDefault="005F771F" w:rsidP="005F771F">
      <w:pPr>
        <w:pStyle w:val="SIText"/>
      </w:pPr>
    </w:p>
    <w:p w14:paraId="44592255" w14:textId="77777777" w:rsidR="005F771F" w:rsidRPr="000754EC" w:rsidRDefault="005F771F" w:rsidP="000754EC">
      <w:r>
        <w:br w:type="page"/>
      </w:r>
    </w:p>
    <w:p w14:paraId="2A86F4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858AC0" w14:textId="77777777" w:rsidTr="00CA2922">
        <w:trPr>
          <w:tblHeader/>
        </w:trPr>
        <w:tc>
          <w:tcPr>
            <w:tcW w:w="5000" w:type="pct"/>
            <w:gridSpan w:val="2"/>
          </w:tcPr>
          <w:p w14:paraId="16716D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4F9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CCD306" w14:textId="77777777" w:rsidTr="00CA2922">
        <w:trPr>
          <w:tblHeader/>
        </w:trPr>
        <w:tc>
          <w:tcPr>
            <w:tcW w:w="1396" w:type="pct"/>
          </w:tcPr>
          <w:p w14:paraId="5028D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E4D5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C233E" w:rsidRPr="00336FCA" w:rsidDel="00423CB2" w14:paraId="066E2448" w14:textId="77777777" w:rsidTr="00EE392B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5771FBB" w14:textId="0EE0F79C" w:rsidR="00EC233E" w:rsidRDefault="00EC233E" w:rsidP="00EC233E">
            <w:pPr>
              <w:pStyle w:val="SIText"/>
            </w:pPr>
            <w:r w:rsidRPr="004258F6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6091B6D" w14:textId="618A064F" w:rsidR="00EC233E" w:rsidRPr="00EC233E" w:rsidRDefault="00EC233E" w:rsidP="00EC233E">
            <w:pPr>
              <w:pStyle w:val="SIBulletList1"/>
              <w:rPr>
                <w:rFonts w:eastAsia="Calibri"/>
              </w:rPr>
            </w:pPr>
            <w:r w:rsidRPr="004258F6">
              <w:t>Complete records</w:t>
            </w:r>
            <w:r>
              <w:t xml:space="preserve"> using clear language and industry terminology and</w:t>
            </w:r>
            <w:r w:rsidRPr="004258F6">
              <w:t xml:space="preserve"> according to workplace guidelines</w:t>
            </w:r>
          </w:p>
        </w:tc>
      </w:tr>
      <w:tr w:rsidR="00EC233E" w:rsidRPr="00336FCA" w:rsidDel="00423CB2" w14:paraId="171600E7" w14:textId="77777777" w:rsidTr="00CA2922">
        <w:tc>
          <w:tcPr>
            <w:tcW w:w="1396" w:type="pct"/>
          </w:tcPr>
          <w:p w14:paraId="05C8351F" w14:textId="79F21521" w:rsidR="00EC233E" w:rsidRPr="00EC233E" w:rsidRDefault="00EC233E" w:rsidP="00EC233E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6CAA929E" w14:textId="2433796F" w:rsidR="00EC233E" w:rsidRPr="00EC233E" w:rsidRDefault="00EC233E" w:rsidP="00EC233E">
            <w:pPr>
              <w:pStyle w:val="SIBulletList1"/>
            </w:pPr>
            <w:r w:rsidRPr="00EC233E">
              <w:rPr>
                <w:rFonts w:eastAsia="Calibri"/>
              </w:rPr>
              <w:t xml:space="preserve">Calculate and confirm numbers of birds </w:t>
            </w:r>
          </w:p>
          <w:p w14:paraId="14297FBC" w14:textId="04CFD481" w:rsidR="00EC233E" w:rsidRPr="00EC233E" w:rsidRDefault="00EC233E" w:rsidP="00EC233E">
            <w:pPr>
              <w:pStyle w:val="SIBulletList1"/>
            </w:pPr>
            <w:r w:rsidRPr="00EC233E">
              <w:rPr>
                <w:rFonts w:eastAsia="Calibri"/>
              </w:rPr>
              <w:t xml:space="preserve">Read and interpret equipment settings </w:t>
            </w:r>
          </w:p>
        </w:tc>
      </w:tr>
    </w:tbl>
    <w:p w14:paraId="3FA11891" w14:textId="77777777" w:rsidR="00916CD7" w:rsidRDefault="00916CD7" w:rsidP="005F771F">
      <w:pPr>
        <w:pStyle w:val="SIText"/>
      </w:pPr>
    </w:p>
    <w:p w14:paraId="09491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EBAE49" w14:textId="77777777" w:rsidTr="00F33FF2">
        <w:tc>
          <w:tcPr>
            <w:tcW w:w="5000" w:type="pct"/>
            <w:gridSpan w:val="4"/>
          </w:tcPr>
          <w:p w14:paraId="54F3D9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89A14D" w14:textId="77777777" w:rsidTr="00F33FF2">
        <w:tc>
          <w:tcPr>
            <w:tcW w:w="1028" w:type="pct"/>
          </w:tcPr>
          <w:p w14:paraId="5189F5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9BCDD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34C6F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C1AFF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122C6D" w14:paraId="03820CD7" w14:textId="77777777" w:rsidTr="00F33FF2">
        <w:tc>
          <w:tcPr>
            <w:tcW w:w="1028" w:type="pct"/>
          </w:tcPr>
          <w:p w14:paraId="4AFDF4E4" w14:textId="5CED7E8A" w:rsidR="00041E59" w:rsidRPr="00DC6B81" w:rsidRDefault="00DC6B81" w:rsidP="004E33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AMP</w:t>
            </w:r>
            <w:r w:rsidR="004E335A" w:rsidRPr="004E335A">
              <w:rPr>
                <w:rStyle w:val="SITemporaryText-red"/>
                <w:color w:val="auto"/>
                <w:sz w:val="20"/>
              </w:rPr>
              <w:t>P210</w:t>
            </w:r>
            <w:r w:rsidRPr="004E335A">
              <w:rPr>
                <w:rStyle w:val="SITemporaryText-red"/>
                <w:color w:val="auto"/>
                <w:sz w:val="20"/>
              </w:rPr>
              <w:t xml:space="preserve"> </w:t>
            </w:r>
            <w:r w:rsidRPr="00DC6B81">
              <w:rPr>
                <w:rStyle w:val="SITemporaryText-red"/>
                <w:color w:val="auto"/>
                <w:sz w:val="20"/>
              </w:rPr>
              <w:t>Prepare birds for stunning</w:t>
            </w:r>
          </w:p>
        </w:tc>
        <w:tc>
          <w:tcPr>
            <w:tcW w:w="1105" w:type="pct"/>
          </w:tcPr>
          <w:p w14:paraId="0BA8BA94" w14:textId="26956DB4" w:rsidR="00041E59" w:rsidRPr="00DC6B81" w:rsidRDefault="00041E59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630A7AE2" w14:textId="4D9E65B6" w:rsidR="00041E59" w:rsidRPr="00473CB8" w:rsidRDefault="00473CB8" w:rsidP="00473C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3CB8">
              <w:rPr>
                <w:rStyle w:val="SITemporaryText-red"/>
                <w:color w:val="auto"/>
                <w:sz w:val="20"/>
              </w:rPr>
              <w:t>Unit has been created to address an emerging skill required by industry</w:t>
            </w:r>
          </w:p>
        </w:tc>
        <w:tc>
          <w:tcPr>
            <w:tcW w:w="1616" w:type="pct"/>
          </w:tcPr>
          <w:p w14:paraId="2592959A" w14:textId="50B0D05B" w:rsidR="00916CD7" w:rsidRPr="00DC6B81" w:rsidRDefault="00DC6B81" w:rsidP="00473C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</w:t>
            </w:r>
            <w:r w:rsidR="00473CB8" w:rsidRPr="00473CB8">
              <w:rPr>
                <w:rStyle w:val="SITemporaryText-red"/>
                <w:color w:val="auto"/>
                <w:sz w:val="20"/>
              </w:rPr>
              <w:t>ewly created</w:t>
            </w:r>
          </w:p>
        </w:tc>
      </w:tr>
    </w:tbl>
    <w:p w14:paraId="2F334A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DA7585" w14:textId="77777777" w:rsidTr="00CA2922">
        <w:tc>
          <w:tcPr>
            <w:tcW w:w="1396" w:type="pct"/>
            <w:shd w:val="clear" w:color="auto" w:fill="auto"/>
          </w:tcPr>
          <w:p w14:paraId="5DACCC8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BF6034" w14:textId="685684CD" w:rsidR="00F1480E" w:rsidRPr="000754EC" w:rsidRDefault="00D92B57" w:rsidP="00E40225">
            <w:pPr>
              <w:pStyle w:val="SIText"/>
            </w:pPr>
            <w:r w:rsidRPr="00D92B57">
              <w:t xml:space="preserve">Companion Volumes, including Implementation Guides, are available at </w:t>
            </w:r>
            <w:proofErr w:type="spellStart"/>
            <w:r w:rsidRPr="00D92B57">
              <w:t>VETNet</w:t>
            </w:r>
            <w:proofErr w:type="spellEnd"/>
            <w:r w:rsidRPr="00D92B57">
              <w:t>: https://vetnet.gov.au/Pages/TrainingDocs.aspx?q=5e2e56b7-698f-4822-84bb-25adbb8443a7</w:t>
            </w:r>
          </w:p>
        </w:tc>
      </w:tr>
    </w:tbl>
    <w:p w14:paraId="09DB45DD" w14:textId="77777777" w:rsidR="00F1480E" w:rsidRDefault="00F1480E" w:rsidP="005F771F">
      <w:pPr>
        <w:pStyle w:val="SIText"/>
      </w:pPr>
    </w:p>
    <w:p w14:paraId="3C13DAE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251C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C152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772075" w14:textId="1CBD9CC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E85259">
              <w:t xml:space="preserve"> AMP</w:t>
            </w:r>
            <w:r w:rsidR="004E335A">
              <w:t>P210</w:t>
            </w:r>
            <w:r w:rsidR="001D5C1B" w:rsidRPr="000754EC">
              <w:t xml:space="preserve"> </w:t>
            </w:r>
            <w:r w:rsidR="00122C6D" w:rsidRPr="00122C6D">
              <w:t>Prepare birds for stunning</w:t>
            </w:r>
          </w:p>
        </w:tc>
      </w:tr>
      <w:tr w:rsidR="00556C4C" w:rsidRPr="00A55106" w14:paraId="07E7863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B48F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D78E83B" w14:textId="77777777" w:rsidTr="00113678">
        <w:tc>
          <w:tcPr>
            <w:tcW w:w="5000" w:type="pct"/>
            <w:gridSpan w:val="2"/>
            <w:shd w:val="clear" w:color="auto" w:fill="auto"/>
          </w:tcPr>
          <w:p w14:paraId="57962C9B" w14:textId="77777777" w:rsidR="00D92B57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895FE78" w14:textId="77777777" w:rsidR="00D92B57" w:rsidRDefault="00D92B57" w:rsidP="000754EC">
            <w:pPr>
              <w:pStyle w:val="SIText"/>
            </w:pPr>
          </w:p>
          <w:p w14:paraId="5815371C" w14:textId="3583EE59" w:rsidR="0026394F" w:rsidRPr="000754EC" w:rsidRDefault="00122C6D" w:rsidP="000754EC">
            <w:pPr>
              <w:pStyle w:val="SIText"/>
            </w:pPr>
            <w:r w:rsidRPr="00122C6D">
              <w:t xml:space="preserve">There must be evidence that the individual has </w:t>
            </w:r>
            <w:r w:rsidR="008C364E">
              <w:t>prepared at least two consignments of birds on at least two occasions, including</w:t>
            </w:r>
            <w:r w:rsidRPr="00122C6D">
              <w:t>:</w:t>
            </w:r>
          </w:p>
          <w:p w14:paraId="0C947AF6" w14:textId="7079278B" w:rsidR="006E42FE" w:rsidRPr="000754EC" w:rsidRDefault="00EE392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122C6D">
              <w:rPr>
                <w:rFonts w:eastAsia="Calibri"/>
              </w:rPr>
              <w:t>hecked</w:t>
            </w:r>
            <w:r w:rsidR="00EC233E">
              <w:rPr>
                <w:rFonts w:eastAsia="Calibri"/>
              </w:rPr>
              <w:t>,</w:t>
            </w:r>
            <w:r w:rsidR="00122C6D">
              <w:rPr>
                <w:rFonts w:eastAsia="Calibri"/>
              </w:rPr>
              <w:t xml:space="preserve"> set up</w:t>
            </w:r>
            <w:r w:rsidR="00EC233E">
              <w:rPr>
                <w:rFonts w:eastAsia="Calibri"/>
              </w:rPr>
              <w:t xml:space="preserve"> and operated</w:t>
            </w:r>
            <w:r w:rsidR="00122C6D">
              <w:rPr>
                <w:rFonts w:eastAsia="Calibri"/>
              </w:rPr>
              <w:t xml:space="preserve"> equipment </w:t>
            </w:r>
            <w:r w:rsidR="00DF7A4F">
              <w:rPr>
                <w:rFonts w:eastAsia="Calibri"/>
              </w:rPr>
              <w:t>in accordance with</w:t>
            </w:r>
            <w:r w:rsidR="00EC233E">
              <w:rPr>
                <w:rFonts w:eastAsia="Calibri"/>
              </w:rPr>
              <w:t xml:space="preserve"> health and safety and hygiene</w:t>
            </w:r>
            <w:r w:rsidR="00122C6D">
              <w:rPr>
                <w:rFonts w:eastAsia="Calibri"/>
              </w:rPr>
              <w:t xml:space="preserve"> requirements</w:t>
            </w:r>
          </w:p>
          <w:p w14:paraId="373DE34B" w14:textId="798284CE" w:rsidR="006E42FE" w:rsidRPr="000754EC" w:rsidRDefault="00122C6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checked and prepared birds to production requirements </w:t>
            </w:r>
          </w:p>
          <w:p w14:paraId="5C9B05C8" w14:textId="6C4EB134" w:rsidR="00556C4C" w:rsidRPr="00C13241" w:rsidRDefault="00122C6D" w:rsidP="000754EC">
            <w:pPr>
              <w:pStyle w:val="SIBulletList1"/>
            </w:pPr>
            <w:r>
              <w:rPr>
                <w:rFonts w:eastAsia="Calibri"/>
              </w:rPr>
              <w:t>identified out</w:t>
            </w:r>
            <w:r w:rsidR="00E40C80">
              <w:rPr>
                <w:rFonts w:eastAsia="Calibri"/>
              </w:rPr>
              <w:t>-</w:t>
            </w:r>
            <w:r>
              <w:rPr>
                <w:rFonts w:eastAsia="Calibri"/>
              </w:rPr>
              <w:t>of</w:t>
            </w:r>
            <w:r w:rsidR="00E40C80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specification </w:t>
            </w:r>
            <w:r w:rsidR="008E5E93">
              <w:rPr>
                <w:rFonts w:eastAsia="Calibri"/>
              </w:rPr>
              <w:t xml:space="preserve">and </w:t>
            </w:r>
            <w:r w:rsidR="008C364E">
              <w:rPr>
                <w:rFonts w:eastAsia="Calibri"/>
              </w:rPr>
              <w:t xml:space="preserve">greater than expected </w:t>
            </w:r>
            <w:r w:rsidR="008E5E93">
              <w:rPr>
                <w:rFonts w:eastAsia="Calibri"/>
              </w:rPr>
              <w:t xml:space="preserve">numbers </w:t>
            </w:r>
            <w:r w:rsidR="00032231">
              <w:rPr>
                <w:rFonts w:eastAsia="Calibri"/>
              </w:rPr>
              <w:t>of birds</w:t>
            </w:r>
            <w:r w:rsidR="008C364E">
              <w:rPr>
                <w:rFonts w:eastAsia="Calibri"/>
              </w:rPr>
              <w:t>,</w:t>
            </w:r>
            <w:r w:rsidR="00032231">
              <w:rPr>
                <w:rFonts w:eastAsia="Calibri"/>
              </w:rPr>
              <w:t xml:space="preserve"> </w:t>
            </w:r>
            <w:r w:rsidR="00C13241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taken required action</w:t>
            </w:r>
          </w:p>
          <w:p w14:paraId="61133DD4" w14:textId="21F10BCF" w:rsidR="00F359CA" w:rsidRPr="0024199C" w:rsidRDefault="003A1ED5" w:rsidP="000754EC">
            <w:pPr>
              <w:pStyle w:val="SIBulletList1"/>
            </w:pPr>
            <w:r>
              <w:rPr>
                <w:rFonts w:eastAsia="Calibri"/>
              </w:rPr>
              <w:t>complied with</w:t>
            </w:r>
            <w:r w:rsidR="00C13241">
              <w:rPr>
                <w:rFonts w:eastAsia="Calibri"/>
              </w:rPr>
              <w:t xml:space="preserve"> production requirements</w:t>
            </w:r>
            <w:r w:rsidR="001F73B8">
              <w:rPr>
                <w:rFonts w:eastAsia="Calibri"/>
              </w:rPr>
              <w:t xml:space="preserve"> throughout the process</w:t>
            </w:r>
          </w:p>
          <w:p w14:paraId="4EE47568" w14:textId="27E07CB5" w:rsidR="00C13241" w:rsidRPr="000754EC" w:rsidRDefault="008B38AB" w:rsidP="000754EC">
            <w:pPr>
              <w:pStyle w:val="SIBulletList1"/>
            </w:pPr>
            <w:r>
              <w:rPr>
                <w:rFonts w:eastAsia="Calibri"/>
              </w:rPr>
              <w:t xml:space="preserve">completed </w:t>
            </w:r>
            <w:r w:rsidR="00F359CA">
              <w:rPr>
                <w:rFonts w:eastAsia="Calibri"/>
              </w:rPr>
              <w:t>record</w:t>
            </w:r>
            <w:r>
              <w:rPr>
                <w:rFonts w:eastAsia="Calibri"/>
              </w:rPr>
              <w:t>s and reporting requirements</w:t>
            </w:r>
            <w:r w:rsidR="00D92B57">
              <w:rPr>
                <w:rFonts w:eastAsia="Calibri"/>
              </w:rPr>
              <w:t>.</w:t>
            </w:r>
          </w:p>
        </w:tc>
      </w:tr>
    </w:tbl>
    <w:p w14:paraId="1271E3E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3010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4188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F5C511" w14:textId="77777777" w:rsidTr="00CA2922">
        <w:tc>
          <w:tcPr>
            <w:tcW w:w="5000" w:type="pct"/>
            <w:shd w:val="clear" w:color="auto" w:fill="auto"/>
          </w:tcPr>
          <w:p w14:paraId="4DE280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7BD458" w14:textId="7D94C8FE" w:rsidR="00C13241" w:rsidRPr="00C13241" w:rsidRDefault="00C13241" w:rsidP="00C13241">
            <w:pPr>
              <w:pStyle w:val="SIBulletList1"/>
            </w:pPr>
            <w:r w:rsidRPr="00C13241">
              <w:t>basic principles of bird handling, including humane treatment of birds; conditions that stress birds;</w:t>
            </w:r>
            <w:r w:rsidR="005C7CE9">
              <w:t xml:space="preserve"> </w:t>
            </w:r>
            <w:r w:rsidRPr="00C13241">
              <w:t xml:space="preserve">environmental design features to minimise stress, such as airflow, </w:t>
            </w:r>
            <w:proofErr w:type="gramStart"/>
            <w:r w:rsidRPr="00C13241">
              <w:t>humidity</w:t>
            </w:r>
            <w:proofErr w:type="gramEnd"/>
            <w:r w:rsidRPr="00C13241">
              <w:t xml:space="preserve"> and temperature controls</w:t>
            </w:r>
            <w:r w:rsidR="00032231">
              <w:t>; euthanasia procedures</w:t>
            </w:r>
          </w:p>
          <w:p w14:paraId="718E2E19" w14:textId="221A1581" w:rsidR="00C13241" w:rsidRPr="00C13241" w:rsidRDefault="00C13241" w:rsidP="00C13241">
            <w:pPr>
              <w:pStyle w:val="SIBulletList1"/>
            </w:pPr>
            <w:r w:rsidRPr="00C13241">
              <w:t>acceptable time from bird receival to bird processing</w:t>
            </w:r>
            <w:r w:rsidR="005C7CE9">
              <w:t>,</w:t>
            </w:r>
            <w:r w:rsidRPr="00C13241">
              <w:t xml:space="preserve"> and consequences of delays in processing on product quality</w:t>
            </w:r>
          </w:p>
          <w:p w14:paraId="768B7821" w14:textId="6E23A4EC" w:rsidR="00C13241" w:rsidRPr="00C13241" w:rsidRDefault="00C13241" w:rsidP="00C13241">
            <w:pPr>
              <w:pStyle w:val="SIBulletList1"/>
            </w:pPr>
            <w:r w:rsidRPr="00C13241">
              <w:t xml:space="preserve">the flow of the receival and </w:t>
            </w:r>
            <w:r>
              <w:t xml:space="preserve">stunning </w:t>
            </w:r>
            <w:r w:rsidRPr="00C13241">
              <w:t xml:space="preserve">process on </w:t>
            </w:r>
            <w:r w:rsidR="00032231">
              <w:t xml:space="preserve">subsequent </w:t>
            </w:r>
            <w:r w:rsidRPr="00C13241">
              <w:t>processing or packing stages to produce a final product</w:t>
            </w:r>
          </w:p>
          <w:p w14:paraId="5F8C7E5A" w14:textId="5DB7C4E9" w:rsidR="00C13241" w:rsidRPr="00C13241" w:rsidRDefault="00C13241" w:rsidP="00C13241">
            <w:pPr>
              <w:pStyle w:val="SIBulletList1"/>
            </w:pPr>
            <w:r w:rsidRPr="00C13241">
              <w:t>basic operating requirements of equipment used in the</w:t>
            </w:r>
            <w:r>
              <w:t xml:space="preserve"> stunning </w:t>
            </w:r>
            <w:r w:rsidRPr="00C13241">
              <w:t>process</w:t>
            </w:r>
            <w:r w:rsidR="005C7CE9">
              <w:t>,</w:t>
            </w:r>
            <w:r w:rsidRPr="00C13241">
              <w:t xml:space="preserve"> and corrective action required where operation is outside specified operating parameters</w:t>
            </w:r>
          </w:p>
          <w:p w14:paraId="2BD81FFC" w14:textId="1064181F" w:rsidR="00C13241" w:rsidRPr="00C13241" w:rsidRDefault="00C13241" w:rsidP="00C13241">
            <w:pPr>
              <w:pStyle w:val="SIBulletList1"/>
            </w:pPr>
            <w:r w:rsidRPr="00C13241">
              <w:t>typical equipment faults and related causes, including signs and symptoms of faulty equipment</w:t>
            </w:r>
            <w:r w:rsidR="009D5FEB">
              <w:t>,</w:t>
            </w:r>
            <w:r w:rsidRPr="00C13241">
              <w:t xml:space="preserve"> and early warning signs of potential problems</w:t>
            </w:r>
          </w:p>
          <w:p w14:paraId="1D4FBF7F" w14:textId="6A14258B" w:rsidR="00C13241" w:rsidRPr="00C13241" w:rsidRDefault="00C13241" w:rsidP="00C13241">
            <w:pPr>
              <w:pStyle w:val="SIBulletList1"/>
            </w:pPr>
            <w:r w:rsidRPr="00C13241">
              <w:t xml:space="preserve">methods used to monitor the </w:t>
            </w:r>
            <w:r>
              <w:t>stunning preparation</w:t>
            </w:r>
            <w:r w:rsidRPr="00C13241">
              <w:t xml:space="preserve"> process, including monitoring that the process is paced to deliver birds to processing and/or packing areas without delay, bird condition is acceptable, the receival environment is appropriate and birds are</w:t>
            </w:r>
            <w:r>
              <w:t xml:space="preserve"> prepared </w:t>
            </w:r>
            <w:r w:rsidRPr="00C13241">
              <w:t>correctly</w:t>
            </w:r>
          </w:p>
          <w:p w14:paraId="1772206A" w14:textId="2949E906" w:rsidR="00C13241" w:rsidRPr="00C13241" w:rsidRDefault="00C13241" w:rsidP="00C13241">
            <w:pPr>
              <w:pStyle w:val="SIBulletList1"/>
            </w:pPr>
            <w:r w:rsidRPr="00C13241">
              <w:t xml:space="preserve">consequences of poor </w:t>
            </w:r>
            <w:r>
              <w:t>preparation processes</w:t>
            </w:r>
            <w:r w:rsidRPr="00C13241">
              <w:t xml:space="preserve"> on product quality </w:t>
            </w:r>
          </w:p>
          <w:p w14:paraId="10523B9B" w14:textId="3DDAAB87" w:rsidR="00C13241" w:rsidRPr="00C13241" w:rsidRDefault="00C13241" w:rsidP="00C13241">
            <w:pPr>
              <w:pStyle w:val="SIBulletList1"/>
            </w:pPr>
            <w:r w:rsidRPr="00C13241">
              <w:t xml:space="preserve">work health and safety hazards and controls associated with the bird </w:t>
            </w:r>
            <w:r>
              <w:t>preparation</w:t>
            </w:r>
            <w:r w:rsidRPr="00C13241">
              <w:t xml:space="preserve"> process </w:t>
            </w:r>
          </w:p>
          <w:p w14:paraId="3DC56C85" w14:textId="7C6FA4B4" w:rsidR="00C13241" w:rsidRPr="00C13241" w:rsidRDefault="00C13241" w:rsidP="00C13241">
            <w:pPr>
              <w:pStyle w:val="SIBulletList1"/>
            </w:pPr>
            <w:r w:rsidRPr="00C13241">
              <w:t xml:space="preserve">environmental issues and controls relevant to the </w:t>
            </w:r>
            <w:r>
              <w:t>preparation for stunning</w:t>
            </w:r>
            <w:r w:rsidRPr="00C13241">
              <w:t xml:space="preserve"> process, including procedures for disposing of dead or unfit birds </w:t>
            </w:r>
          </w:p>
          <w:p w14:paraId="59E10188" w14:textId="0D423A9A" w:rsidR="00C13241" w:rsidRPr="00C13241" w:rsidRDefault="00C13241" w:rsidP="00C13241">
            <w:pPr>
              <w:pStyle w:val="SIBulletList1"/>
            </w:pPr>
            <w:r w:rsidRPr="00C13241">
              <w:t>requirements of different shutdowns as appropriate to the preparation for stunning process and workplace production requirements, including emergency and routine shutdowns, and procedures to follow in the event of a power outage</w:t>
            </w:r>
          </w:p>
          <w:p w14:paraId="2804A8BB" w14:textId="77777777" w:rsidR="00C13241" w:rsidRPr="00C13241" w:rsidRDefault="00C13241" w:rsidP="00C13241">
            <w:pPr>
              <w:pStyle w:val="SIBulletList1"/>
            </w:pPr>
            <w:r w:rsidRPr="00C13241">
              <w:t>requirements for recording and reporting production and performance information</w:t>
            </w:r>
          </w:p>
          <w:p w14:paraId="51C2B710" w14:textId="2CC9678D" w:rsidR="00F1480E" w:rsidRPr="000754EC" w:rsidRDefault="00C13241" w:rsidP="00C13241">
            <w:pPr>
              <w:pStyle w:val="SIBulletList1"/>
            </w:pPr>
            <w:r w:rsidRPr="00C13241">
              <w:t>typical workplace documentation related</w:t>
            </w:r>
            <w:r>
              <w:t xml:space="preserve"> to</w:t>
            </w:r>
            <w:r w:rsidRPr="00C13241">
              <w:t xml:space="preserve"> preparation for stunning procedures.</w:t>
            </w:r>
          </w:p>
        </w:tc>
      </w:tr>
    </w:tbl>
    <w:p w14:paraId="3095F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E0E5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65E3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FC6111" w14:textId="77777777" w:rsidTr="00110B24">
        <w:trPr>
          <w:trHeight w:val="292"/>
        </w:trPr>
        <w:tc>
          <w:tcPr>
            <w:tcW w:w="5000" w:type="pct"/>
            <w:shd w:val="clear" w:color="auto" w:fill="auto"/>
          </w:tcPr>
          <w:p w14:paraId="75BFD25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B7CA49" w14:textId="57B6DEB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8D83F3D" w14:textId="76AC9F9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13241" w:rsidRPr="00C13241">
              <w:t>a poultry production workplace or an environment that accurately represents workplace conditions</w:t>
            </w:r>
          </w:p>
          <w:p w14:paraId="1AFEF695" w14:textId="102CC55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proofErr w:type="gramStart"/>
            <w:r w:rsidR="00F83D7C" w:rsidRPr="000754EC">
              <w:t>e</w:t>
            </w:r>
            <w:r w:rsidR="009A6E6C" w:rsidRPr="000754EC">
              <w:t>quipment</w:t>
            </w:r>
            <w:proofErr w:type="gramEnd"/>
            <w:r w:rsidR="00F83D7C" w:rsidRPr="000754EC">
              <w:t xml:space="preserve"> and materials:</w:t>
            </w:r>
          </w:p>
          <w:p w14:paraId="2679D297" w14:textId="77777777" w:rsidR="00C13241" w:rsidRPr="00C13241" w:rsidRDefault="00C13241" w:rsidP="00C13241">
            <w:pPr>
              <w:pStyle w:val="SIBulletList2"/>
            </w:pPr>
            <w:r w:rsidRPr="00C13241">
              <w:t>personal protective clothing and equipment</w:t>
            </w:r>
          </w:p>
          <w:p w14:paraId="2A90BA48" w14:textId="463B4979" w:rsidR="00C13241" w:rsidRPr="00C13241" w:rsidRDefault="00C13241" w:rsidP="00C13241">
            <w:pPr>
              <w:pStyle w:val="SIBulletList2"/>
            </w:pPr>
            <w:r>
              <w:t>stunning</w:t>
            </w:r>
            <w:r w:rsidRPr="00C13241">
              <w:t xml:space="preserve"> process and related equipment</w:t>
            </w:r>
            <w:r w:rsidR="00E6786C">
              <w:t xml:space="preserve"> </w:t>
            </w:r>
            <w:r w:rsidR="00202E43">
              <w:t>such as</w:t>
            </w:r>
            <w:r w:rsidR="00E6786C">
              <w:t xml:space="preserve"> </w:t>
            </w:r>
            <w:r w:rsidR="00E6786C" w:rsidRPr="00E6786C">
              <w:t>Controlled Atmosphere Stunning</w:t>
            </w:r>
            <w:r w:rsidR="00202E43">
              <w:t xml:space="preserve"> equipment</w:t>
            </w:r>
            <w:r w:rsidR="00E6786C" w:rsidRPr="00E6786C">
              <w:t>, electrical water baths and hand-held stunners</w:t>
            </w:r>
            <w:r w:rsidRPr="00C13241">
              <w:t xml:space="preserve"> </w:t>
            </w:r>
          </w:p>
          <w:p w14:paraId="0D472451" w14:textId="77777777" w:rsidR="00C13241" w:rsidRPr="00C13241" w:rsidRDefault="00C13241" w:rsidP="00C13241">
            <w:pPr>
              <w:pStyle w:val="SIBulletList2"/>
            </w:pPr>
            <w:r w:rsidRPr="00C13241">
              <w:t>birds to use in the process</w:t>
            </w:r>
          </w:p>
          <w:p w14:paraId="49A08E3C" w14:textId="64E44FF4" w:rsidR="00110B24" w:rsidRPr="00110B24" w:rsidRDefault="00C13241" w:rsidP="00246EDE">
            <w:pPr>
              <w:pStyle w:val="SIBulletList2"/>
            </w:pPr>
            <w:r w:rsidRPr="00C13241">
              <w:t>workplace information recording system</w:t>
            </w:r>
            <w:r w:rsidR="00246EDE">
              <w:t>.</w:t>
            </w:r>
          </w:p>
          <w:p w14:paraId="44786AF8" w14:textId="53FBF9C5" w:rsidR="0021210E" w:rsidRDefault="0021210E" w:rsidP="00110B2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AAC803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2804C50" w14:textId="23EDA20D" w:rsidR="00F1480E" w:rsidRPr="000754EC" w:rsidRDefault="00F1480E" w:rsidP="00110B24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324B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63C521" w14:textId="77777777" w:rsidTr="004679E3">
        <w:tc>
          <w:tcPr>
            <w:tcW w:w="990" w:type="pct"/>
            <w:shd w:val="clear" w:color="auto" w:fill="auto"/>
          </w:tcPr>
          <w:p w14:paraId="22C1DD4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80D478" w14:textId="5F741C28" w:rsidR="00F1480E" w:rsidRPr="000754EC" w:rsidRDefault="00D92B57">
            <w:pPr>
              <w:pStyle w:val="SIText"/>
            </w:pPr>
            <w:r w:rsidRPr="00D92B57">
              <w:t xml:space="preserve">Companion Volumes, including Implementation Guides, are available at </w:t>
            </w:r>
            <w:proofErr w:type="spellStart"/>
            <w:r w:rsidRPr="00D92B57">
              <w:t>VETNet</w:t>
            </w:r>
            <w:proofErr w:type="spellEnd"/>
            <w:r w:rsidRPr="00D92B57">
              <w:t>: https://vetnet.gov.au/Pages/TrainingDocs.aspx?q=5e2e56b7-698f-4822-84bb-25adbb8443a7</w:t>
            </w:r>
          </w:p>
        </w:tc>
      </w:tr>
    </w:tbl>
    <w:p w14:paraId="088E630D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E730D" w14:textId="77777777" w:rsidR="0018313F" w:rsidRDefault="0018313F" w:rsidP="00BF3F0A">
      <w:r>
        <w:separator/>
      </w:r>
    </w:p>
    <w:p w14:paraId="18507871" w14:textId="77777777" w:rsidR="0018313F" w:rsidRDefault="0018313F"/>
  </w:endnote>
  <w:endnote w:type="continuationSeparator" w:id="0">
    <w:p w14:paraId="62E7FC84" w14:textId="77777777" w:rsidR="0018313F" w:rsidRDefault="0018313F" w:rsidP="00BF3F0A">
      <w:r>
        <w:continuationSeparator/>
      </w:r>
    </w:p>
    <w:p w14:paraId="78CF3402" w14:textId="77777777" w:rsidR="0018313F" w:rsidRDefault="00183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D5342" w14:textId="77777777" w:rsidR="00473CB8" w:rsidRDefault="00473C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DE52A9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9ED76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7BAD61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85178" w14:textId="77777777" w:rsidR="00473CB8" w:rsidRDefault="00473C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2AABC" w14:textId="77777777" w:rsidR="0018313F" w:rsidRDefault="0018313F" w:rsidP="00BF3F0A">
      <w:r>
        <w:separator/>
      </w:r>
    </w:p>
    <w:p w14:paraId="280CEB0E" w14:textId="77777777" w:rsidR="0018313F" w:rsidRDefault="0018313F"/>
  </w:footnote>
  <w:footnote w:type="continuationSeparator" w:id="0">
    <w:p w14:paraId="74EC2845" w14:textId="77777777" w:rsidR="0018313F" w:rsidRDefault="0018313F" w:rsidP="00BF3F0A">
      <w:r>
        <w:continuationSeparator/>
      </w:r>
    </w:p>
    <w:p w14:paraId="22D1E4AA" w14:textId="77777777" w:rsidR="0018313F" w:rsidRDefault="00183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E83DE" w14:textId="77777777" w:rsidR="00473CB8" w:rsidRDefault="00473C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4FCCA" w14:textId="6BEDFB4C" w:rsidR="009C2650" w:rsidRPr="000754EC" w:rsidRDefault="00DC6B81" w:rsidP="00146EEC">
    <w:pPr>
      <w:pStyle w:val="SIText"/>
    </w:pPr>
    <w:r>
      <w:t>AMP</w:t>
    </w:r>
    <w:r w:rsidR="004E335A">
      <w:t>P210</w:t>
    </w:r>
    <w:r>
      <w:t xml:space="preserve"> Prepare birds for stunning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DE6EF" w14:textId="77777777" w:rsidR="00473CB8" w:rsidRDefault="00473C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691046E"/>
    <w:multiLevelType w:val="multilevel"/>
    <w:tmpl w:val="287E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55"/>
    <w:rsid w:val="0000122E"/>
    <w:rsid w:val="000014B9"/>
    <w:rsid w:val="00005A15"/>
    <w:rsid w:val="0001108F"/>
    <w:rsid w:val="000113CC"/>
    <w:rsid w:val="000115E2"/>
    <w:rsid w:val="000126D0"/>
    <w:rsid w:val="0001296A"/>
    <w:rsid w:val="00016803"/>
    <w:rsid w:val="00023992"/>
    <w:rsid w:val="000275AE"/>
    <w:rsid w:val="00032231"/>
    <w:rsid w:val="00041E59"/>
    <w:rsid w:val="00064BFE"/>
    <w:rsid w:val="00067500"/>
    <w:rsid w:val="00070B3E"/>
    <w:rsid w:val="00071F95"/>
    <w:rsid w:val="000737BB"/>
    <w:rsid w:val="00074E47"/>
    <w:rsid w:val="000754EC"/>
    <w:rsid w:val="0009093B"/>
    <w:rsid w:val="00092738"/>
    <w:rsid w:val="000A0B0D"/>
    <w:rsid w:val="000A5441"/>
    <w:rsid w:val="000B0143"/>
    <w:rsid w:val="000B2022"/>
    <w:rsid w:val="000C149A"/>
    <w:rsid w:val="000C224E"/>
    <w:rsid w:val="000E25E6"/>
    <w:rsid w:val="000E2C86"/>
    <w:rsid w:val="000F29F2"/>
    <w:rsid w:val="000F4C57"/>
    <w:rsid w:val="00101659"/>
    <w:rsid w:val="00105AEA"/>
    <w:rsid w:val="001078BF"/>
    <w:rsid w:val="00110B24"/>
    <w:rsid w:val="00122C6D"/>
    <w:rsid w:val="00133957"/>
    <w:rsid w:val="001372F6"/>
    <w:rsid w:val="00144385"/>
    <w:rsid w:val="00146EEC"/>
    <w:rsid w:val="00151D55"/>
    <w:rsid w:val="00151D93"/>
    <w:rsid w:val="00156EF3"/>
    <w:rsid w:val="00176E4F"/>
    <w:rsid w:val="0018313F"/>
    <w:rsid w:val="0018546B"/>
    <w:rsid w:val="001A6A3E"/>
    <w:rsid w:val="001A7B6D"/>
    <w:rsid w:val="001B34D5"/>
    <w:rsid w:val="001B513A"/>
    <w:rsid w:val="001C0A75"/>
    <w:rsid w:val="001C1306"/>
    <w:rsid w:val="001D1158"/>
    <w:rsid w:val="001D30EB"/>
    <w:rsid w:val="001D5C1B"/>
    <w:rsid w:val="001D7F5B"/>
    <w:rsid w:val="001E0849"/>
    <w:rsid w:val="001E16BC"/>
    <w:rsid w:val="001E16DF"/>
    <w:rsid w:val="001F2BA5"/>
    <w:rsid w:val="001F308D"/>
    <w:rsid w:val="001F73B8"/>
    <w:rsid w:val="00201A7C"/>
    <w:rsid w:val="00202E43"/>
    <w:rsid w:val="0021210E"/>
    <w:rsid w:val="0021414D"/>
    <w:rsid w:val="00223124"/>
    <w:rsid w:val="00233143"/>
    <w:rsid w:val="00234444"/>
    <w:rsid w:val="0024199C"/>
    <w:rsid w:val="00242293"/>
    <w:rsid w:val="00242355"/>
    <w:rsid w:val="00244EA7"/>
    <w:rsid w:val="00246EDE"/>
    <w:rsid w:val="00262EBB"/>
    <w:rsid w:val="00262FC3"/>
    <w:rsid w:val="0026394F"/>
    <w:rsid w:val="00267AF6"/>
    <w:rsid w:val="00276DB8"/>
    <w:rsid w:val="00282664"/>
    <w:rsid w:val="0028423D"/>
    <w:rsid w:val="00284976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B85"/>
    <w:rsid w:val="00310A6A"/>
    <w:rsid w:val="003144E6"/>
    <w:rsid w:val="00325768"/>
    <w:rsid w:val="00337E82"/>
    <w:rsid w:val="00346FDC"/>
    <w:rsid w:val="00350BB1"/>
    <w:rsid w:val="00352C83"/>
    <w:rsid w:val="0035589F"/>
    <w:rsid w:val="00366805"/>
    <w:rsid w:val="0037067D"/>
    <w:rsid w:val="00373436"/>
    <w:rsid w:val="0038735B"/>
    <w:rsid w:val="003916D1"/>
    <w:rsid w:val="003A1ED5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D7F"/>
    <w:rsid w:val="00400D2A"/>
    <w:rsid w:val="004127E3"/>
    <w:rsid w:val="0043212E"/>
    <w:rsid w:val="00434366"/>
    <w:rsid w:val="00434ECE"/>
    <w:rsid w:val="00444423"/>
    <w:rsid w:val="0045266B"/>
    <w:rsid w:val="00452F3E"/>
    <w:rsid w:val="0046239A"/>
    <w:rsid w:val="004640AE"/>
    <w:rsid w:val="004679E3"/>
    <w:rsid w:val="00473CB8"/>
    <w:rsid w:val="00475172"/>
    <w:rsid w:val="004758B0"/>
    <w:rsid w:val="004832D2"/>
    <w:rsid w:val="00485559"/>
    <w:rsid w:val="004A0ABB"/>
    <w:rsid w:val="004A142B"/>
    <w:rsid w:val="004A1E34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A26"/>
    <w:rsid w:val="004D0D5F"/>
    <w:rsid w:val="004D1569"/>
    <w:rsid w:val="004D44B1"/>
    <w:rsid w:val="004E0460"/>
    <w:rsid w:val="004E1579"/>
    <w:rsid w:val="004E335A"/>
    <w:rsid w:val="004E5FAE"/>
    <w:rsid w:val="004E6245"/>
    <w:rsid w:val="004E6741"/>
    <w:rsid w:val="004E7094"/>
    <w:rsid w:val="004F2E38"/>
    <w:rsid w:val="004F5DC7"/>
    <w:rsid w:val="004F78DA"/>
    <w:rsid w:val="005145AB"/>
    <w:rsid w:val="00520E9A"/>
    <w:rsid w:val="005248C1"/>
    <w:rsid w:val="00526134"/>
    <w:rsid w:val="00530BE2"/>
    <w:rsid w:val="005405B2"/>
    <w:rsid w:val="005427C8"/>
    <w:rsid w:val="005446D1"/>
    <w:rsid w:val="00556C4C"/>
    <w:rsid w:val="00557369"/>
    <w:rsid w:val="005578F1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7B7"/>
    <w:rsid w:val="005B5146"/>
    <w:rsid w:val="005C7CE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CE"/>
    <w:rsid w:val="00652E62"/>
    <w:rsid w:val="00686A49"/>
    <w:rsid w:val="00687B62"/>
    <w:rsid w:val="00690C44"/>
    <w:rsid w:val="006969D9"/>
    <w:rsid w:val="006A2B68"/>
    <w:rsid w:val="006C2F32"/>
    <w:rsid w:val="006D132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256"/>
    <w:rsid w:val="007444CF"/>
    <w:rsid w:val="00752C75"/>
    <w:rsid w:val="00757005"/>
    <w:rsid w:val="00761DBE"/>
    <w:rsid w:val="0076523B"/>
    <w:rsid w:val="00771B60"/>
    <w:rsid w:val="007808F4"/>
    <w:rsid w:val="00781D77"/>
    <w:rsid w:val="00783350"/>
    <w:rsid w:val="00783549"/>
    <w:rsid w:val="007860B7"/>
    <w:rsid w:val="00786DC8"/>
    <w:rsid w:val="007A006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1C"/>
    <w:rsid w:val="008545EB"/>
    <w:rsid w:val="00865011"/>
    <w:rsid w:val="00886790"/>
    <w:rsid w:val="008908DE"/>
    <w:rsid w:val="008A12ED"/>
    <w:rsid w:val="008A39D3"/>
    <w:rsid w:val="008B2C77"/>
    <w:rsid w:val="008B38AB"/>
    <w:rsid w:val="008B4AD2"/>
    <w:rsid w:val="008B7138"/>
    <w:rsid w:val="008C364E"/>
    <w:rsid w:val="008C4316"/>
    <w:rsid w:val="008E260C"/>
    <w:rsid w:val="008E2FE1"/>
    <w:rsid w:val="008E39BE"/>
    <w:rsid w:val="008E5E93"/>
    <w:rsid w:val="008E62EC"/>
    <w:rsid w:val="008F14B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51E"/>
    <w:rsid w:val="00966246"/>
    <w:rsid w:val="00970747"/>
    <w:rsid w:val="009746FC"/>
    <w:rsid w:val="0098788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5FEB"/>
    <w:rsid w:val="009F0DCC"/>
    <w:rsid w:val="009F11CA"/>
    <w:rsid w:val="00A0695B"/>
    <w:rsid w:val="00A13052"/>
    <w:rsid w:val="00A216A8"/>
    <w:rsid w:val="00A223A6"/>
    <w:rsid w:val="00A3639E"/>
    <w:rsid w:val="00A36744"/>
    <w:rsid w:val="00A5092E"/>
    <w:rsid w:val="00A554D6"/>
    <w:rsid w:val="00A56E14"/>
    <w:rsid w:val="00A6476B"/>
    <w:rsid w:val="00A76C6C"/>
    <w:rsid w:val="00A87356"/>
    <w:rsid w:val="00A92DD1"/>
    <w:rsid w:val="00A9629F"/>
    <w:rsid w:val="00AA2E46"/>
    <w:rsid w:val="00AA5338"/>
    <w:rsid w:val="00AB1B8E"/>
    <w:rsid w:val="00AB3EC1"/>
    <w:rsid w:val="00AB46DE"/>
    <w:rsid w:val="00AC0696"/>
    <w:rsid w:val="00AC4C98"/>
    <w:rsid w:val="00AC5F6B"/>
    <w:rsid w:val="00AD0C7D"/>
    <w:rsid w:val="00AD3896"/>
    <w:rsid w:val="00AD5B47"/>
    <w:rsid w:val="00AE1ED9"/>
    <w:rsid w:val="00AE32CB"/>
    <w:rsid w:val="00AF3957"/>
    <w:rsid w:val="00B012C5"/>
    <w:rsid w:val="00B0712C"/>
    <w:rsid w:val="00B12013"/>
    <w:rsid w:val="00B138F4"/>
    <w:rsid w:val="00B22C67"/>
    <w:rsid w:val="00B3508F"/>
    <w:rsid w:val="00B443EE"/>
    <w:rsid w:val="00B560C8"/>
    <w:rsid w:val="00B61150"/>
    <w:rsid w:val="00B62F74"/>
    <w:rsid w:val="00B65BC7"/>
    <w:rsid w:val="00B746B9"/>
    <w:rsid w:val="00B7793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3241"/>
    <w:rsid w:val="00C143C3"/>
    <w:rsid w:val="00C1739B"/>
    <w:rsid w:val="00C21ADE"/>
    <w:rsid w:val="00C26067"/>
    <w:rsid w:val="00C30A29"/>
    <w:rsid w:val="00C317DC"/>
    <w:rsid w:val="00C36730"/>
    <w:rsid w:val="00C5378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A72"/>
    <w:rsid w:val="00D07D4E"/>
    <w:rsid w:val="00D115AA"/>
    <w:rsid w:val="00D145BE"/>
    <w:rsid w:val="00D2035A"/>
    <w:rsid w:val="00D20C57"/>
    <w:rsid w:val="00D25D16"/>
    <w:rsid w:val="00D32124"/>
    <w:rsid w:val="00D440CB"/>
    <w:rsid w:val="00D54C76"/>
    <w:rsid w:val="00D71E43"/>
    <w:rsid w:val="00D727F3"/>
    <w:rsid w:val="00D73695"/>
    <w:rsid w:val="00D810DE"/>
    <w:rsid w:val="00D87D32"/>
    <w:rsid w:val="00D91188"/>
    <w:rsid w:val="00D92B57"/>
    <w:rsid w:val="00D92C83"/>
    <w:rsid w:val="00DA0A81"/>
    <w:rsid w:val="00DA3C10"/>
    <w:rsid w:val="00DA53B5"/>
    <w:rsid w:val="00DB1831"/>
    <w:rsid w:val="00DC033B"/>
    <w:rsid w:val="00DC1D69"/>
    <w:rsid w:val="00DC5A3A"/>
    <w:rsid w:val="00DC6B81"/>
    <w:rsid w:val="00DD0726"/>
    <w:rsid w:val="00DD715A"/>
    <w:rsid w:val="00DF7A4F"/>
    <w:rsid w:val="00E238E6"/>
    <w:rsid w:val="00E34CD8"/>
    <w:rsid w:val="00E35064"/>
    <w:rsid w:val="00E3681D"/>
    <w:rsid w:val="00E40225"/>
    <w:rsid w:val="00E40C80"/>
    <w:rsid w:val="00E43FD8"/>
    <w:rsid w:val="00E501F0"/>
    <w:rsid w:val="00E56A92"/>
    <w:rsid w:val="00E6166D"/>
    <w:rsid w:val="00E67773"/>
    <w:rsid w:val="00E6786C"/>
    <w:rsid w:val="00E85259"/>
    <w:rsid w:val="00E91BFF"/>
    <w:rsid w:val="00E92933"/>
    <w:rsid w:val="00E94FAD"/>
    <w:rsid w:val="00EB0AA4"/>
    <w:rsid w:val="00EB5C88"/>
    <w:rsid w:val="00EC0469"/>
    <w:rsid w:val="00EC0C3E"/>
    <w:rsid w:val="00EC233E"/>
    <w:rsid w:val="00EE169E"/>
    <w:rsid w:val="00EE392B"/>
    <w:rsid w:val="00EF01F8"/>
    <w:rsid w:val="00EF40EF"/>
    <w:rsid w:val="00EF47FE"/>
    <w:rsid w:val="00F069BD"/>
    <w:rsid w:val="00F12CFC"/>
    <w:rsid w:val="00F1480E"/>
    <w:rsid w:val="00F1497D"/>
    <w:rsid w:val="00F16AAC"/>
    <w:rsid w:val="00F226F2"/>
    <w:rsid w:val="00F33FF2"/>
    <w:rsid w:val="00F359C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905"/>
    <w:rsid w:val="00FC54B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3004F"/>
  <w15:docId w15:val="{077AFEEF-2280-45A0-BE49-B30DF2A1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B03D480464349A9D43249E11A81EF" ma:contentTypeVersion="" ma:contentTypeDescription="Create a new document." ma:contentTypeScope="" ma:versionID="e47d219c7b17cc4f904302904c06cb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7262d46-f831-4e3c-8d66-3420287880ce" targetNamespace="http://schemas.microsoft.com/office/2006/metadata/properties" ma:root="true" ma:fieldsID="364efea7ac508d1b60a18280a3957622" ns1:_="" ns2:_="" ns3:_="">
    <xsd:import namespace="http://schemas.microsoft.com/sharepoint/v3"/>
    <xsd:import namespace="d50bbff7-d6dd-47d2-864a-cfdc2c3db0f4"/>
    <xsd:import namespace="47262d46-f831-4e3c-8d66-3420287880c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62d46-f831-4e3c-8d66-342028788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3DD6D-9FCC-47C7-B087-08E2B553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EC6E8-BA9C-42EA-8ACD-5AD77D6EF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7262d46-f831-4e3c-8d66-342028788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Jenny Kroonstuiver</dc:creator>
  <cp:keywords/>
  <dc:description/>
  <cp:lastModifiedBy>Sharon Fitzgerald</cp:lastModifiedBy>
  <cp:revision>4</cp:revision>
  <cp:lastPrinted>2016-05-27T05:21:00Z</cp:lastPrinted>
  <dcterms:created xsi:type="dcterms:W3CDTF">2020-06-16T05:41:00Z</dcterms:created>
  <dcterms:modified xsi:type="dcterms:W3CDTF">2020-07-16T01:49:00Z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0x010100A19B03D480464349A9D43249E11A81EF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