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751FE690" w:rsidR="00A301E0" w:rsidRPr="00536741" w:rsidRDefault="00187EB3" w:rsidP="00536741">
            <w:pPr>
              <w:pStyle w:val="SISSCODE"/>
            </w:pPr>
            <w:r>
              <w:t>SFISSXXX11</w:t>
            </w:r>
          </w:p>
        </w:tc>
        <w:tc>
          <w:tcPr>
            <w:tcW w:w="3604" w:type="pct"/>
            <w:shd w:val="clear" w:color="auto" w:fill="auto"/>
          </w:tcPr>
          <w:p w14:paraId="60DDD117" w14:textId="60C68786" w:rsidR="00A301E0" w:rsidRPr="00536741" w:rsidRDefault="0014755E" w:rsidP="00536741">
            <w:pPr>
              <w:pStyle w:val="SISStitle"/>
            </w:pPr>
            <w:r>
              <w:t>C</w:t>
            </w:r>
            <w:r w:rsidR="00CF7CB7">
              <w:t>are f</w:t>
            </w:r>
            <w:r>
              <w:t>o</w:t>
            </w:r>
            <w:r w:rsidR="00CF7CB7">
              <w:t xml:space="preserve">r Crocodiles in a Controlled Environment </w:t>
            </w:r>
            <w:r w:rsidR="006278BA">
              <w:t>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0A36BDAB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14755E">
              <w:t>work on a crocodile farm</w:t>
            </w:r>
            <w:r w:rsidR="00024042">
              <w:t xml:space="preserve">, </w:t>
            </w:r>
            <w:r w:rsidR="00B813A9">
              <w:t>wildlife</w:t>
            </w:r>
            <w:r w:rsidR="00024042">
              <w:t xml:space="preserve"> </w:t>
            </w:r>
            <w:r w:rsidR="00B813A9">
              <w:t xml:space="preserve">park </w:t>
            </w:r>
            <w:r w:rsidR="00024042">
              <w:t>or research facility.</w:t>
            </w:r>
            <w:r w:rsidR="0014755E">
              <w:t xml:space="preserve">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bookmarkStart w:id="0" w:name="_GoBack"/>
            <w:bookmarkEnd w:id="0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5F57B363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4B2DF5">
              <w:t>provide credit towards SFIXXX20 Certificate II</w:t>
            </w:r>
            <w:r w:rsidR="00F2158D">
              <w:t>I</w:t>
            </w:r>
            <w:r w:rsidR="004B2DF5">
              <w:t xml:space="preserve">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4EDB4F7" w14:textId="48EB3465" w:rsidR="0014755E" w:rsidRPr="0014755E" w:rsidRDefault="0014755E" w:rsidP="0014755E">
            <w:pPr>
              <w:pStyle w:val="SIBulletList1"/>
            </w:pPr>
            <w:bookmarkStart w:id="1" w:name="_Hlk35267073"/>
            <w:r w:rsidRPr="0014755E">
              <w:t>SFICRO</w:t>
            </w:r>
            <w:r w:rsidR="00CF7CB7">
              <w:t>3</w:t>
            </w:r>
            <w:r w:rsidRPr="0014755E">
              <w:t>X</w:t>
            </w:r>
            <w:r w:rsidR="00CF7CB7">
              <w:t>1</w:t>
            </w:r>
            <w:r w:rsidRPr="0014755E">
              <w:t xml:space="preserve"> </w:t>
            </w:r>
            <w:r w:rsidR="00CF7CB7">
              <w:t>Support hatchery and juvenile crocodile care</w:t>
            </w:r>
            <w:r w:rsidRPr="0014755E">
              <w:t xml:space="preserve"> </w:t>
            </w:r>
          </w:p>
          <w:p w14:paraId="79AC7397" w14:textId="77777777" w:rsidR="00CF7CB7" w:rsidRDefault="0014755E" w:rsidP="0014755E">
            <w:pPr>
              <w:pStyle w:val="SIBulletList1"/>
            </w:pPr>
            <w:r w:rsidRPr="0014755E">
              <w:t>SFICRO</w:t>
            </w:r>
            <w:r>
              <w:t>3X</w:t>
            </w:r>
            <w:r w:rsidRPr="0014755E">
              <w:t xml:space="preserve">4 </w:t>
            </w:r>
            <w:r w:rsidR="00CF7CB7">
              <w:t>Care for crocodiles over 1.2 metres in a controlled environment</w:t>
            </w:r>
          </w:p>
          <w:p w14:paraId="2E4409E6" w14:textId="11DC8B4A" w:rsidR="0014755E" w:rsidRPr="0014755E" w:rsidRDefault="00F54140" w:rsidP="0014755E">
            <w:pPr>
              <w:pStyle w:val="SIBulletList1"/>
            </w:pPr>
            <w:r>
              <w:t>S</w:t>
            </w:r>
            <w:r w:rsidR="00CF7CB7">
              <w:t xml:space="preserve">FICRO4X6 Harvest crocodiles </w:t>
            </w:r>
          </w:p>
          <w:p w14:paraId="22D3AF84" w14:textId="0345845E" w:rsidR="0014755E" w:rsidRPr="0014755E" w:rsidRDefault="009B1A3C" w:rsidP="0014755E">
            <w:pPr>
              <w:pStyle w:val="SIBulletList1"/>
            </w:pPr>
            <w:r>
              <w:t xml:space="preserve">SFIBIO401 Apply aquaculture biosecurity measures </w:t>
            </w:r>
          </w:p>
          <w:p w14:paraId="2659351B" w14:textId="40FC6B7A" w:rsidR="0014755E" w:rsidRPr="0014755E" w:rsidRDefault="0014755E" w:rsidP="0014755E">
            <w:pPr>
              <w:pStyle w:val="SIBulletList1"/>
            </w:pPr>
            <w:r w:rsidRPr="0014755E">
              <w:t>HLTAID00</w:t>
            </w:r>
            <w:r w:rsidR="00CF7CB7">
              <w:t>5</w:t>
            </w:r>
            <w:r w:rsidRPr="0014755E">
              <w:t xml:space="preserve"> Provide </w:t>
            </w:r>
            <w:r w:rsidR="00CF7CB7">
              <w:t>f</w:t>
            </w:r>
            <w:r w:rsidRPr="0014755E">
              <w:t>irst aid</w:t>
            </w:r>
            <w:r w:rsidR="00CF7CB7">
              <w:t xml:space="preserve"> in remote situations</w:t>
            </w:r>
            <w:r w:rsidRPr="0014755E">
              <w:t xml:space="preserve"> </w:t>
            </w:r>
          </w:p>
          <w:bookmarkEnd w:id="1"/>
          <w:p w14:paraId="573A3969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772CB42" w14:textId="731729A3" w:rsidR="001D2756" w:rsidRDefault="006A1D6C" w:rsidP="00536741">
            <w:pPr>
              <w:pStyle w:val="SIText"/>
            </w:pPr>
            <w:r>
              <w:t>This skill set is for</w:t>
            </w:r>
            <w:r w:rsidR="004B2DF5">
              <w:t xml:space="preserve"> individuals who are working with </w:t>
            </w:r>
            <w:r w:rsidR="0014755E">
              <w:t>crocodiles</w:t>
            </w:r>
            <w:r w:rsidR="00AB389D">
              <w:t xml:space="preserve"> in a controlled environment</w:t>
            </w:r>
            <w:r w:rsidR="004B2DF5">
              <w:t>.</w:t>
            </w:r>
            <w:r w:rsidR="0014755E">
              <w:t xml:space="preserve"> </w:t>
            </w:r>
          </w:p>
          <w:p w14:paraId="0EAA8D93" w14:textId="77777777" w:rsidR="0016138C" w:rsidRPr="00536741" w:rsidRDefault="0016138C" w:rsidP="004B2DF5">
            <w:pPr>
              <w:pStyle w:val="SIText"/>
            </w:pP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5503DF6E" w14:textId="6D5F912D" w:rsidR="004B2DF5" w:rsidRPr="004B2DF5" w:rsidRDefault="004B2DF5" w:rsidP="004B2DF5">
            <w:pPr>
              <w:rPr>
                <w:lang w:eastAsia="en-US"/>
              </w:rPr>
            </w:pPr>
            <w:r>
              <w:t>These competencies from the SFI Seafood Industry</w:t>
            </w:r>
            <w:r w:rsidR="0014755E">
              <w:t xml:space="preserve"> </w:t>
            </w:r>
            <w:r w:rsidR="00CF7CB7">
              <w:t>T</w:t>
            </w:r>
            <w:r>
              <w:t xml:space="preserve">raining Package </w:t>
            </w:r>
            <w:r w:rsidR="009B1A3C">
              <w:t xml:space="preserve">and the HLT Health Training Package </w:t>
            </w:r>
            <w:r>
              <w:t>meet the industry requirements for working with crocodiles</w:t>
            </w:r>
            <w:r w:rsidR="00CF7CB7">
              <w:t xml:space="preserve"> in a controlled environment</w:t>
            </w:r>
            <w:r>
              <w:t xml:space="preserve">.   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4888C" w14:textId="77777777" w:rsidR="00534E02" w:rsidRDefault="00534E02" w:rsidP="00BF3F0A">
      <w:r>
        <w:separator/>
      </w:r>
    </w:p>
    <w:p w14:paraId="06C74266" w14:textId="77777777" w:rsidR="00534E02" w:rsidRDefault="00534E02"/>
  </w:endnote>
  <w:endnote w:type="continuationSeparator" w:id="0">
    <w:p w14:paraId="4587CC1B" w14:textId="77777777" w:rsidR="00534E02" w:rsidRDefault="00534E02" w:rsidP="00BF3F0A">
      <w:r>
        <w:continuationSeparator/>
      </w:r>
    </w:p>
    <w:p w14:paraId="05AE1283" w14:textId="77777777" w:rsidR="00534E02" w:rsidRDefault="00534E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B726E" w14:textId="77777777" w:rsidR="00534E02" w:rsidRDefault="00534E02" w:rsidP="00BF3F0A">
      <w:r>
        <w:separator/>
      </w:r>
    </w:p>
    <w:p w14:paraId="2E01D3CF" w14:textId="77777777" w:rsidR="00534E02" w:rsidRDefault="00534E02"/>
  </w:footnote>
  <w:footnote w:type="continuationSeparator" w:id="0">
    <w:p w14:paraId="5E37AE61" w14:textId="77777777" w:rsidR="00534E02" w:rsidRDefault="00534E02" w:rsidP="00BF3F0A">
      <w:r>
        <w:continuationSeparator/>
      </w:r>
    </w:p>
    <w:p w14:paraId="19299C87" w14:textId="77777777" w:rsidR="00534E02" w:rsidRDefault="00534E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5A9FD9E4" w:rsidR="009C2650" w:rsidRDefault="00866F8E">
    <w:r w:rsidRPr="00866F8E">
      <w:t>S</w:t>
    </w:r>
    <w:r w:rsidR="00430CE8">
      <w:t>F</w:t>
    </w:r>
    <w:r w:rsidRPr="00866F8E">
      <w:t>I</w:t>
    </w:r>
    <w:r w:rsidR="00187EB3">
      <w:t>SS</w:t>
    </w:r>
    <w:r>
      <w:t>XXX</w:t>
    </w:r>
    <w:r w:rsidR="00430CE8">
      <w:t>11</w:t>
    </w:r>
    <w:r w:rsidRPr="00866F8E">
      <w:t xml:space="preserve"> </w:t>
    </w:r>
    <w:r w:rsidR="0014755E" w:rsidRPr="0014755E">
      <w:t>C</w:t>
    </w:r>
    <w:r w:rsidR="00CF7CB7">
      <w:t xml:space="preserve">are for Crocodiles in a Controlled Environment </w:t>
    </w:r>
    <w:r w:rsidR="0014755E" w:rsidRPr="0014755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151E"/>
    <w:rsid w:val="00023992"/>
    <w:rsid w:val="00024042"/>
    <w:rsid w:val="00040188"/>
    <w:rsid w:val="00041E59"/>
    <w:rsid w:val="000512DF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55E"/>
    <w:rsid w:val="00151D93"/>
    <w:rsid w:val="00156EF3"/>
    <w:rsid w:val="0016138C"/>
    <w:rsid w:val="00176A67"/>
    <w:rsid w:val="00176E4F"/>
    <w:rsid w:val="0018546B"/>
    <w:rsid w:val="00187EB3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56D9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3228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45B0"/>
    <w:rsid w:val="003C13AE"/>
    <w:rsid w:val="003C16B1"/>
    <w:rsid w:val="003D2E73"/>
    <w:rsid w:val="003E7BBE"/>
    <w:rsid w:val="004127E3"/>
    <w:rsid w:val="00424050"/>
    <w:rsid w:val="00430CE8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4B95"/>
    <w:rsid w:val="00526134"/>
    <w:rsid w:val="00534E02"/>
    <w:rsid w:val="00536741"/>
    <w:rsid w:val="005427C8"/>
    <w:rsid w:val="005446D1"/>
    <w:rsid w:val="0055293D"/>
    <w:rsid w:val="00556C4C"/>
    <w:rsid w:val="00557369"/>
    <w:rsid w:val="0056009D"/>
    <w:rsid w:val="00564F31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12D4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1933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1B80"/>
    <w:rsid w:val="00993C2D"/>
    <w:rsid w:val="009A5900"/>
    <w:rsid w:val="009B1A3C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B389D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13A9"/>
    <w:rsid w:val="00B848D4"/>
    <w:rsid w:val="00B865B7"/>
    <w:rsid w:val="00B91389"/>
    <w:rsid w:val="00BA1CB1"/>
    <w:rsid w:val="00BA482D"/>
    <w:rsid w:val="00BA7B66"/>
    <w:rsid w:val="00BA7BF2"/>
    <w:rsid w:val="00BB23F4"/>
    <w:rsid w:val="00BB3FA2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CB7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719A"/>
    <w:rsid w:val="00E238E6"/>
    <w:rsid w:val="00E35064"/>
    <w:rsid w:val="00E438C3"/>
    <w:rsid w:val="00E501F0"/>
    <w:rsid w:val="00E859DF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8D"/>
    <w:rsid w:val="00F4044F"/>
    <w:rsid w:val="00F438FC"/>
    <w:rsid w:val="00F54140"/>
    <w:rsid w:val="00F5616F"/>
    <w:rsid w:val="00F56827"/>
    <w:rsid w:val="00F65EF0"/>
    <w:rsid w:val="00F71651"/>
    <w:rsid w:val="00F72622"/>
    <w:rsid w:val="00F76CC6"/>
    <w:rsid w:val="00FB253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7D8FC-4E79-45C6-993B-255CB3DC7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35CF32-4778-4ACE-A42D-AB0353DB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4</cp:revision>
  <cp:lastPrinted>2016-05-27T05:21:00Z</cp:lastPrinted>
  <dcterms:created xsi:type="dcterms:W3CDTF">2020-03-24T07:13:00Z</dcterms:created>
  <dcterms:modified xsi:type="dcterms:W3CDTF">2020-04-01T22:01:00Z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