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21ED5" w14:textId="77777777" w:rsidR="00F1480E" w:rsidRPr="00CA2922" w:rsidRDefault="00F1480E" w:rsidP="000D7BE6">
      <w:pPr>
        <w:pStyle w:val="SITextHeading2"/>
      </w:pPr>
      <w:bookmarkStart w:id="0" w:name="_Hlk90025677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69F495C" w14:textId="77777777" w:rsidTr="00EA116F">
        <w:tc>
          <w:tcPr>
            <w:tcW w:w="2689" w:type="dxa"/>
          </w:tcPr>
          <w:p w14:paraId="35E5AE4A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75C2FB7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1D294F04" w14:textId="77777777" w:rsidTr="00EA116F">
        <w:tc>
          <w:tcPr>
            <w:tcW w:w="2689" w:type="dxa"/>
          </w:tcPr>
          <w:p w14:paraId="17CE2C03" w14:textId="490E16E3" w:rsidR="00F1480E" w:rsidRPr="00205F8D" w:rsidRDefault="00F1480E" w:rsidP="00205F8D">
            <w:pPr>
              <w:pStyle w:val="SIText"/>
            </w:pPr>
            <w:r w:rsidRPr="00CC451E">
              <w:t>Release</w:t>
            </w:r>
            <w:r w:rsidR="0051533D">
              <w:t xml:space="preserve"> 1</w:t>
            </w:r>
          </w:p>
        </w:tc>
        <w:tc>
          <w:tcPr>
            <w:tcW w:w="6939" w:type="dxa"/>
          </w:tcPr>
          <w:p w14:paraId="5B7B1D8B" w14:textId="0E229F1A" w:rsidR="00F1480E" w:rsidRPr="00205F8D" w:rsidRDefault="00770664" w:rsidP="00205F8D">
            <w:pPr>
              <w:pStyle w:val="SIText"/>
            </w:pPr>
            <w:r w:rsidRPr="00770664">
              <w:t>This version released with AHC Agriculture, Horticulture and Conservation and Land Management Training Package Version</w:t>
            </w:r>
            <w:r>
              <w:t xml:space="preserve"> </w:t>
            </w:r>
            <w:r w:rsidR="00670046">
              <w:t>9</w:t>
            </w:r>
            <w:r w:rsidR="0051533D">
              <w:t>.0</w:t>
            </w:r>
            <w:r w:rsidR="00076C2D">
              <w:t>.</w:t>
            </w:r>
          </w:p>
        </w:tc>
      </w:tr>
    </w:tbl>
    <w:p w14:paraId="54C9070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887EE83" w14:textId="77777777" w:rsidTr="000D7BE6">
        <w:tc>
          <w:tcPr>
            <w:tcW w:w="1396" w:type="pct"/>
            <w:shd w:val="clear" w:color="auto" w:fill="auto"/>
          </w:tcPr>
          <w:p w14:paraId="3F2032D9" w14:textId="7152ABF7" w:rsidR="00F1480E" w:rsidRPr="00205F8D" w:rsidRDefault="00041CA9" w:rsidP="00205F8D">
            <w:pPr>
              <w:pStyle w:val="SIQUALCODE"/>
            </w:pPr>
            <w:r>
              <w:t>AHC3</w:t>
            </w:r>
            <w:r w:rsidR="00DE5CB3">
              <w:t>1</w:t>
            </w:r>
            <w:r>
              <w:t>522</w:t>
            </w:r>
          </w:p>
        </w:tc>
        <w:tc>
          <w:tcPr>
            <w:tcW w:w="3604" w:type="pct"/>
            <w:shd w:val="clear" w:color="auto" w:fill="auto"/>
          </w:tcPr>
          <w:p w14:paraId="514B805A" w14:textId="49F8B7E5" w:rsidR="00F1480E" w:rsidRPr="00205F8D" w:rsidRDefault="0051533D" w:rsidP="00205F8D">
            <w:pPr>
              <w:pStyle w:val="SIQUALtitle"/>
            </w:pPr>
            <w:r w:rsidRPr="0051533D">
              <w:t xml:space="preserve">Certificate III in </w:t>
            </w:r>
            <w:r w:rsidR="009E7B3E">
              <w:t xml:space="preserve">On </w:t>
            </w:r>
            <w:r w:rsidR="00DA4D07">
              <w:t>Country</w:t>
            </w:r>
            <w:r w:rsidRPr="0051533D">
              <w:t xml:space="preserve"> Management</w:t>
            </w:r>
          </w:p>
        </w:tc>
      </w:tr>
      <w:tr w:rsidR="00A772D9" w:rsidRPr="00963A46" w14:paraId="18020C69" w14:textId="77777777" w:rsidTr="00F30E8F">
        <w:trPr>
          <w:trHeight w:val="3675"/>
        </w:trPr>
        <w:tc>
          <w:tcPr>
            <w:tcW w:w="5000" w:type="pct"/>
            <w:gridSpan w:val="2"/>
            <w:shd w:val="clear" w:color="auto" w:fill="auto"/>
          </w:tcPr>
          <w:p w14:paraId="71D5EE0E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3CE69C93" w14:textId="1E94235D" w:rsidR="00076C2D" w:rsidRDefault="00A772D9" w:rsidP="00463AA3">
            <w:pPr>
              <w:pStyle w:val="SIText"/>
              <w:rPr>
                <w:rStyle w:val="SITemporarytext-blue"/>
                <w:color w:val="auto"/>
                <w:sz w:val="20"/>
              </w:rPr>
            </w:pPr>
            <w:bookmarkStart w:id="1" w:name="_Hlk95823690"/>
            <w:r w:rsidRPr="000927F5">
              <w:rPr>
                <w:rStyle w:val="SITemporarytext-blue"/>
                <w:color w:val="auto"/>
                <w:sz w:val="20"/>
              </w:rPr>
              <w:t>This qualification describe</w:t>
            </w:r>
            <w:r w:rsidR="00770664" w:rsidRPr="000927F5">
              <w:rPr>
                <w:rStyle w:val="SITemporarytext-blue"/>
                <w:color w:val="auto"/>
                <w:sz w:val="20"/>
              </w:rPr>
              <w:t>s</w:t>
            </w:r>
            <w:r w:rsidRPr="000927F5">
              <w:rPr>
                <w:rStyle w:val="SITemporarytext-blue"/>
                <w:color w:val="auto"/>
                <w:sz w:val="20"/>
              </w:rPr>
              <w:t xml:space="preserve"> the </w:t>
            </w:r>
            <w:r w:rsidR="009F7396" w:rsidRPr="000927F5">
              <w:rPr>
                <w:rStyle w:val="SITemporarytext-blue"/>
                <w:color w:val="auto"/>
                <w:sz w:val="20"/>
              </w:rPr>
              <w:t xml:space="preserve">skills and knowledge required for </w:t>
            </w:r>
            <w:r w:rsidR="00FC5C20" w:rsidRPr="000927F5">
              <w:rPr>
                <w:rStyle w:val="SITemporarytext-blue"/>
                <w:color w:val="auto"/>
                <w:sz w:val="20"/>
              </w:rPr>
              <w:t xml:space="preserve">an Aboriginal and/or Torres Strait Islander person </w:t>
            </w:r>
            <w:r w:rsidR="00463AA3" w:rsidRPr="009437F9">
              <w:rPr>
                <w:rStyle w:val="SITemporarytext-blue"/>
                <w:color w:val="auto"/>
                <w:sz w:val="20"/>
              </w:rPr>
              <w:t>to operate</w:t>
            </w:r>
            <w:r w:rsidR="00463AA3" w:rsidRPr="00463AA3" w:rsidDel="00463AA3">
              <w:rPr>
                <w:rStyle w:val="SITemporarytext-blue"/>
              </w:rPr>
              <w:t xml:space="preserve"> </w:t>
            </w:r>
            <w:r w:rsidR="00FC5C20" w:rsidRPr="000927F5">
              <w:rPr>
                <w:rStyle w:val="SITemporarytext-blue"/>
                <w:color w:val="auto"/>
                <w:sz w:val="20"/>
              </w:rPr>
              <w:t>o</w:t>
            </w:r>
            <w:r w:rsidR="00493DEA" w:rsidRPr="000927F5">
              <w:rPr>
                <w:rStyle w:val="SITemporarytext-blue"/>
                <w:color w:val="auto"/>
                <w:sz w:val="20"/>
              </w:rPr>
              <w:t>n Country</w:t>
            </w:r>
            <w:r w:rsidR="009F7396" w:rsidRPr="000927F5">
              <w:rPr>
                <w:rStyle w:val="SITemporarytext-blue"/>
                <w:color w:val="auto"/>
                <w:sz w:val="20"/>
              </w:rPr>
              <w:t xml:space="preserve">, following </w:t>
            </w:r>
            <w:r w:rsidR="00FC5C20" w:rsidRPr="000927F5">
              <w:rPr>
                <w:rStyle w:val="SITemporarytext-blue"/>
                <w:color w:val="auto"/>
                <w:sz w:val="20"/>
              </w:rPr>
              <w:t>local</w:t>
            </w:r>
            <w:r w:rsidR="001A7A4D" w:rsidRPr="000927F5">
              <w:rPr>
                <w:rStyle w:val="SITemporarytext-blue"/>
                <w:color w:val="auto"/>
                <w:sz w:val="20"/>
              </w:rPr>
              <w:t xml:space="preserve"> cultural </w:t>
            </w:r>
            <w:r w:rsidR="009F7396" w:rsidRPr="000927F5">
              <w:rPr>
                <w:rStyle w:val="SITemporarytext-blue"/>
                <w:color w:val="auto"/>
                <w:sz w:val="20"/>
              </w:rPr>
              <w:t>protocols and using a mix of traditional and contemporary management strategies.</w:t>
            </w:r>
            <w:r w:rsidR="00A4589A" w:rsidRPr="000927F5">
              <w:rPr>
                <w:rStyle w:val="SITemporarytext-blue"/>
                <w:color w:val="auto"/>
                <w:sz w:val="20"/>
              </w:rPr>
              <w:t xml:space="preserve"> </w:t>
            </w:r>
            <w:r w:rsidR="00456789">
              <w:rPr>
                <w:rStyle w:val="SITemporarytext-blue"/>
              </w:rPr>
              <w:t xml:space="preserve"> </w:t>
            </w:r>
            <w:r w:rsidR="00456789" w:rsidRPr="002836DF">
              <w:rPr>
                <w:rStyle w:val="SITemporarytext-blue"/>
                <w:color w:val="auto"/>
                <w:sz w:val="20"/>
              </w:rPr>
              <w:t>T</w:t>
            </w:r>
            <w:r w:rsidR="00456789" w:rsidRPr="005310EA">
              <w:rPr>
                <w:rStyle w:val="SITemporarytext-blue"/>
                <w:color w:val="auto"/>
                <w:sz w:val="20"/>
              </w:rPr>
              <w:t>he</w:t>
            </w:r>
            <w:r w:rsidR="00456789" w:rsidRPr="002836DF">
              <w:rPr>
                <w:rStyle w:val="SITemporarytext-blue"/>
                <w:color w:val="auto"/>
                <w:sz w:val="20"/>
              </w:rPr>
              <w:t xml:space="preserve"> term</w:t>
            </w:r>
            <w:r w:rsidR="00557087" w:rsidRPr="005310EA">
              <w:rPr>
                <w:rStyle w:val="SITemporarytext-blue"/>
                <w:color w:val="auto"/>
                <w:sz w:val="20"/>
              </w:rPr>
              <w:t xml:space="preserve"> </w:t>
            </w:r>
            <w:r w:rsidR="00456789" w:rsidRPr="002836DF">
              <w:rPr>
                <w:rStyle w:val="SITemporarytext-blue"/>
                <w:color w:val="auto"/>
                <w:sz w:val="20"/>
              </w:rPr>
              <w:t>'</w:t>
            </w:r>
            <w:r w:rsidR="00557087" w:rsidRPr="005310EA">
              <w:rPr>
                <w:rStyle w:val="SITemporarytext-blue"/>
                <w:color w:val="auto"/>
                <w:sz w:val="20"/>
              </w:rPr>
              <w:t>on Country</w:t>
            </w:r>
            <w:r w:rsidR="00456789" w:rsidRPr="002836DF">
              <w:rPr>
                <w:rStyle w:val="SITemporarytext-blue"/>
                <w:color w:val="auto"/>
                <w:sz w:val="20"/>
              </w:rPr>
              <w:t>'</w:t>
            </w:r>
            <w:r w:rsidR="00557087" w:rsidRPr="000927F5">
              <w:rPr>
                <w:rStyle w:val="SITemporarytext-blue"/>
                <w:color w:val="auto"/>
                <w:sz w:val="20"/>
              </w:rPr>
              <w:t xml:space="preserve"> refers to the land, waterways and the sea.</w:t>
            </w:r>
          </w:p>
          <w:p w14:paraId="1185F995" w14:textId="77777777" w:rsidR="000927F5" w:rsidRPr="0051533D" w:rsidRDefault="000927F5" w:rsidP="00C5423C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bookmarkEnd w:id="1"/>
          <w:p w14:paraId="6E6839BE" w14:textId="67D9EE74" w:rsidR="0051533D" w:rsidRDefault="0051533D" w:rsidP="0051533D">
            <w:pPr>
              <w:pStyle w:val="SIText"/>
            </w:pPr>
            <w:r w:rsidRPr="00254C69">
              <w:t xml:space="preserve">Individuals </w:t>
            </w:r>
            <w:r w:rsidR="003B5C1F">
              <w:t>with this qualification may</w:t>
            </w:r>
            <w:r w:rsidRPr="00254C69">
              <w:t xml:space="preserve"> perform a range of </w:t>
            </w:r>
            <w:r>
              <w:t>roles</w:t>
            </w:r>
            <w:r w:rsidRPr="00254C69">
              <w:t xml:space="preserve"> under broad direction </w:t>
            </w:r>
            <w:r w:rsidR="00437C9B">
              <w:t>on</w:t>
            </w:r>
            <w:r w:rsidR="00437C9B" w:rsidRPr="00254C69">
              <w:t xml:space="preserve"> </w:t>
            </w:r>
            <w:r w:rsidR="00493DEA">
              <w:t>land and water</w:t>
            </w:r>
            <w:r w:rsidR="00076C2D">
              <w:t>,</w:t>
            </w:r>
            <w:r>
              <w:t xml:space="preserve"> including</w:t>
            </w:r>
            <w:r w:rsidR="00076C2D">
              <w:t>:</w:t>
            </w:r>
          </w:p>
          <w:p w14:paraId="5C5D63BB" w14:textId="01316D6F" w:rsidR="00493DEA" w:rsidRPr="00493DEA" w:rsidRDefault="00456789" w:rsidP="00493DEA">
            <w:pPr>
              <w:pStyle w:val="SIBulletList1"/>
            </w:pPr>
            <w:r>
              <w:t>r</w:t>
            </w:r>
            <w:r w:rsidRPr="00493DEA">
              <w:t>angers</w:t>
            </w:r>
            <w:r>
              <w:t xml:space="preserve"> </w:t>
            </w:r>
            <w:r w:rsidR="00EC60CD">
              <w:t>(</w:t>
            </w:r>
            <w:r>
              <w:t>park</w:t>
            </w:r>
            <w:r w:rsidR="00503B54">
              <w:t xml:space="preserve">, </w:t>
            </w:r>
            <w:r w:rsidR="00E4428A">
              <w:t>o</w:t>
            </w:r>
            <w:r w:rsidR="00503B54">
              <w:t xml:space="preserve">n Country, </w:t>
            </w:r>
            <w:r>
              <w:t>discovery</w:t>
            </w:r>
            <w:r w:rsidR="00503B54">
              <w:t>)</w:t>
            </w:r>
          </w:p>
          <w:p w14:paraId="05C7E11E" w14:textId="603FDC11" w:rsidR="00493DEA" w:rsidRDefault="00456789" w:rsidP="00493DEA">
            <w:pPr>
              <w:pStyle w:val="SIBulletList1"/>
            </w:pPr>
            <w:r>
              <w:t>t</w:t>
            </w:r>
            <w:r w:rsidRPr="00493DEA">
              <w:t xml:space="preserve">our </w:t>
            </w:r>
            <w:r w:rsidR="00493DEA" w:rsidRPr="00493DEA">
              <w:t>guides</w:t>
            </w:r>
          </w:p>
          <w:p w14:paraId="021B75CA" w14:textId="0CEA607B" w:rsidR="00493DEA" w:rsidRDefault="00456789" w:rsidP="00493DEA">
            <w:pPr>
              <w:pStyle w:val="SIBulletList1"/>
            </w:pPr>
            <w:r>
              <w:t>c</w:t>
            </w:r>
            <w:r w:rsidRPr="00493DEA">
              <w:t xml:space="preserve">ouncil </w:t>
            </w:r>
            <w:r w:rsidR="00493DEA" w:rsidRPr="00493DEA">
              <w:t xml:space="preserve">workers </w:t>
            </w:r>
          </w:p>
          <w:p w14:paraId="0241ACEC" w14:textId="62258720" w:rsidR="00493DEA" w:rsidRPr="00493DEA" w:rsidRDefault="00456789" w:rsidP="00493DEA">
            <w:pPr>
              <w:pStyle w:val="SIBulletList1"/>
            </w:pPr>
            <w:r>
              <w:t>l</w:t>
            </w:r>
            <w:r w:rsidRPr="00493DEA">
              <w:t xml:space="preserve">and </w:t>
            </w:r>
            <w:r w:rsidR="00493DEA" w:rsidRPr="00493DEA">
              <w:t>management corporations</w:t>
            </w:r>
            <w:r w:rsidR="00153AD4">
              <w:t>'</w:t>
            </w:r>
            <w:r w:rsidR="009A67D0">
              <w:t xml:space="preserve"> employees</w:t>
            </w:r>
          </w:p>
          <w:p w14:paraId="2C937E60" w14:textId="54BDB615" w:rsidR="00493DEA" w:rsidRPr="00493DEA" w:rsidRDefault="00456789" w:rsidP="00493DEA">
            <w:pPr>
              <w:pStyle w:val="SIBulletList1"/>
            </w:pPr>
            <w:r>
              <w:t xml:space="preserve">bushland </w:t>
            </w:r>
            <w:r w:rsidR="00DD33DC">
              <w:t>management officers</w:t>
            </w:r>
          </w:p>
          <w:p w14:paraId="4E2D3D53" w14:textId="3475FB1C" w:rsidR="00493DEA" w:rsidRDefault="00DD33DC" w:rsidP="00493DEA">
            <w:pPr>
              <w:pStyle w:val="SIBulletList1"/>
            </w:pPr>
            <w:r>
              <w:t xml:space="preserve">Aboriginal and Torres Strait Islander </w:t>
            </w:r>
            <w:r w:rsidR="00456789">
              <w:t xml:space="preserve">cultural </w:t>
            </w:r>
            <w:r>
              <w:t xml:space="preserve">and </w:t>
            </w:r>
            <w:r w:rsidR="00456789">
              <w:t xml:space="preserve">heritage </w:t>
            </w:r>
            <w:r>
              <w:t>officers</w:t>
            </w:r>
            <w:r w:rsidR="00076C2D">
              <w:t>.</w:t>
            </w:r>
          </w:p>
          <w:p w14:paraId="262F2481" w14:textId="77777777" w:rsidR="00437C9B" w:rsidRPr="00437C9B" w:rsidRDefault="00437C9B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2DCFCD41" w14:textId="13E05C9F" w:rsidR="00A772D9" w:rsidRPr="00205F8D" w:rsidRDefault="00856837" w:rsidP="00770664">
            <w:pPr>
              <w:pStyle w:val="SIText"/>
            </w:pPr>
            <w:r w:rsidRPr="00205F8D">
              <w:t>No licensing, legislative or certification requirements apply to this qualification</w:t>
            </w:r>
            <w:r w:rsidR="00EB58C7" w:rsidRPr="00205F8D">
              <w:t xml:space="preserve"> at the time of publication.</w:t>
            </w:r>
          </w:p>
        </w:tc>
      </w:tr>
      <w:tr w:rsidR="00A772D9" w:rsidRPr="00963A46" w14:paraId="13D52F04" w14:textId="77777777" w:rsidTr="00EC57D7">
        <w:trPr>
          <w:trHeight w:val="960"/>
        </w:trPr>
        <w:tc>
          <w:tcPr>
            <w:tcW w:w="5000" w:type="pct"/>
            <w:gridSpan w:val="2"/>
            <w:shd w:val="clear" w:color="auto" w:fill="auto"/>
          </w:tcPr>
          <w:p w14:paraId="21A2CACC" w14:textId="0B198CDB" w:rsidR="00A772D9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78A60330" w14:textId="57CC7B78" w:rsidR="001F28F9" w:rsidRPr="008908DE" w:rsidRDefault="009437F9" w:rsidP="00835447">
            <w:pPr>
              <w:pStyle w:val="SIText"/>
            </w:pPr>
            <w:r>
              <w:t>There are no entry requirements for this qualification</w:t>
            </w:r>
            <w:r w:rsidR="00C40ED6">
              <w:t>.</w:t>
            </w:r>
          </w:p>
        </w:tc>
      </w:tr>
      <w:tr w:rsidR="004270D2" w:rsidRPr="00963A46" w14:paraId="62FF8BC1" w14:textId="77777777" w:rsidTr="004407CA">
        <w:trPr>
          <w:trHeight w:val="3817"/>
        </w:trPr>
        <w:tc>
          <w:tcPr>
            <w:tcW w:w="5000" w:type="pct"/>
            <w:gridSpan w:val="2"/>
            <w:shd w:val="clear" w:color="auto" w:fill="auto"/>
          </w:tcPr>
          <w:p w14:paraId="67C0F89D" w14:textId="77777777" w:rsidR="00456789" w:rsidRPr="00456789" w:rsidRDefault="00456789" w:rsidP="00456789">
            <w:pPr>
              <w:pStyle w:val="SITextHeading2"/>
            </w:pPr>
            <w:r w:rsidRPr="00856837">
              <w:t>Packaging Rules</w:t>
            </w:r>
          </w:p>
          <w:p w14:paraId="710E987E" w14:textId="77777777" w:rsidR="00456789" w:rsidRPr="002836DF" w:rsidRDefault="0045678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836DF">
              <w:rPr>
                <w:rStyle w:val="SITemporarytext-blue"/>
                <w:color w:val="auto"/>
                <w:sz w:val="20"/>
              </w:rPr>
              <w:t xml:space="preserve">To achieve this qualification, competency must be demonstrated in: </w:t>
            </w:r>
          </w:p>
          <w:p w14:paraId="57FD0478" w14:textId="77777777" w:rsidR="00456789" w:rsidRPr="002836DF" w:rsidRDefault="0045678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836DF">
              <w:rPr>
                <w:rStyle w:val="SITemporarytext-blue"/>
                <w:color w:val="auto"/>
                <w:sz w:val="20"/>
              </w:rPr>
              <w:t>12 units of competency:</w:t>
            </w:r>
          </w:p>
          <w:p w14:paraId="20A1629C" w14:textId="77777777" w:rsidR="00456789" w:rsidRPr="002836DF" w:rsidRDefault="0045678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836DF">
              <w:rPr>
                <w:rStyle w:val="SITemporarytext-blue"/>
                <w:color w:val="auto"/>
                <w:sz w:val="20"/>
              </w:rPr>
              <w:t>3 core units plus</w:t>
            </w:r>
          </w:p>
          <w:p w14:paraId="6A50CD8A" w14:textId="77777777" w:rsidR="00456789" w:rsidRPr="002836DF" w:rsidRDefault="0045678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836DF">
              <w:rPr>
                <w:rStyle w:val="SITemporarytext-blue"/>
                <w:color w:val="auto"/>
                <w:sz w:val="20"/>
              </w:rPr>
              <w:t>9 elective units.</w:t>
            </w:r>
          </w:p>
          <w:p w14:paraId="38EA234A" w14:textId="77777777" w:rsidR="00456789" w:rsidRPr="009437F9" w:rsidRDefault="00456789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0958A6E7" w14:textId="77777777" w:rsidR="00456789" w:rsidRPr="002836DF" w:rsidRDefault="0045678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836DF">
              <w:rPr>
                <w:rStyle w:val="SITemporarytext-blue"/>
                <w:color w:val="auto"/>
                <w:sz w:val="20"/>
              </w:rPr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2907974E" w14:textId="77777777" w:rsidR="00456789" w:rsidRPr="002836DF" w:rsidRDefault="0045678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836DF">
              <w:rPr>
                <w:rStyle w:val="SITemporarytext-blue"/>
                <w:color w:val="auto"/>
                <w:sz w:val="20"/>
              </w:rPr>
              <w:t>4 units must be selected from Group A On Country Management</w:t>
            </w:r>
          </w:p>
          <w:p w14:paraId="23444555" w14:textId="77777777" w:rsidR="00456789" w:rsidRPr="002836DF" w:rsidRDefault="0045678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836DF">
              <w:rPr>
                <w:rStyle w:val="SITemporarytext-blue"/>
                <w:color w:val="auto"/>
                <w:sz w:val="20"/>
              </w:rPr>
              <w:t>at least 3 units must be selected from groups A or B</w:t>
            </w:r>
          </w:p>
          <w:p w14:paraId="3C0E2FFA" w14:textId="18932FFB" w:rsidR="004270D2" w:rsidRPr="00B6655A" w:rsidRDefault="00456789" w:rsidP="00B665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6655A">
              <w:rPr>
                <w:rStyle w:val="SITemporarytext-blue"/>
                <w:color w:val="auto"/>
                <w:sz w:val="20"/>
              </w:rPr>
              <w:t>the remaining 2 units may be from groups A or B, or from any currently endorsed Training Package or accredited course.</w:t>
            </w:r>
          </w:p>
          <w:p w14:paraId="33C10BE4" w14:textId="33F9B706" w:rsidR="001955F1" w:rsidRDefault="001955F1" w:rsidP="001955F1">
            <w:pPr>
              <w:pStyle w:val="SIText"/>
            </w:pPr>
          </w:p>
          <w:p w14:paraId="0DEF340E" w14:textId="204246D5" w:rsidR="00437C9B" w:rsidRDefault="00437C9B" w:rsidP="001955F1">
            <w:pPr>
              <w:pStyle w:val="SIText"/>
            </w:pPr>
            <w:r w:rsidRPr="00437C9B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0433E25D" w14:textId="77777777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6809"/>
            </w:tblGrid>
            <w:tr w:rsidR="0051533D" w:rsidRPr="00F30E8F" w14:paraId="2BCC2A77" w14:textId="77777777" w:rsidTr="00431A44">
              <w:tc>
                <w:tcPr>
                  <w:tcW w:w="1718" w:type="dxa"/>
                </w:tcPr>
                <w:p w14:paraId="557FC7AD" w14:textId="235717ED" w:rsidR="0051533D" w:rsidRPr="000927F5" w:rsidRDefault="00041CA9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>
                    <w:rPr>
                      <w:rStyle w:val="SITemporarytext-blue"/>
                      <w:color w:val="auto"/>
                      <w:sz w:val="20"/>
                    </w:rPr>
                    <w:t>AHCOCM303</w:t>
                  </w:r>
                </w:p>
              </w:tc>
              <w:tc>
                <w:tcPr>
                  <w:tcW w:w="6809" w:type="dxa"/>
                </w:tcPr>
                <w:p w14:paraId="221C1E89" w14:textId="5ACD50DB" w:rsidR="0051533D" w:rsidRPr="000927F5" w:rsidRDefault="00B24522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 xml:space="preserve">Follow </w:t>
                  </w:r>
                  <w:r w:rsidR="00065379" w:rsidRPr="000927F5">
                    <w:rPr>
                      <w:rStyle w:val="SITemporarytext-blue"/>
                      <w:color w:val="auto"/>
                      <w:sz w:val="20"/>
                    </w:rPr>
                    <w:t xml:space="preserve">Aboriginal and/or Torres Strait Islander </w:t>
                  </w:r>
                  <w:r w:rsidRPr="000927F5">
                    <w:rPr>
                      <w:rStyle w:val="SITemporarytext-blue"/>
                      <w:color w:val="auto"/>
                      <w:sz w:val="20"/>
                    </w:rPr>
                    <w:t xml:space="preserve">cultural </w:t>
                  </w:r>
                  <w:r w:rsidR="00065379" w:rsidRPr="000927F5">
                    <w:rPr>
                      <w:rStyle w:val="SITemporarytext-blue"/>
                      <w:color w:val="auto"/>
                      <w:sz w:val="20"/>
                    </w:rPr>
                    <w:t>protocols</w:t>
                  </w:r>
                </w:p>
              </w:tc>
            </w:tr>
            <w:tr w:rsidR="0051533D" w:rsidRPr="005C7EA8" w14:paraId="27021E10" w14:textId="77777777" w:rsidTr="00431A44">
              <w:tc>
                <w:tcPr>
                  <w:tcW w:w="1718" w:type="dxa"/>
                </w:tcPr>
                <w:p w14:paraId="7B1D8F1B" w14:textId="786F504F" w:rsidR="0051533D" w:rsidRPr="000927F5" w:rsidRDefault="006D637E" w:rsidP="000927F5">
                  <w:pPr>
                    <w:pStyle w:val="SIText"/>
                  </w:pPr>
                  <w:r w:rsidRPr="000927F5">
                    <w:t>AHCWHS30</w:t>
                  </w:r>
                  <w:r>
                    <w:t>2</w:t>
                  </w:r>
                </w:p>
              </w:tc>
              <w:tc>
                <w:tcPr>
                  <w:tcW w:w="6809" w:type="dxa"/>
                </w:tcPr>
                <w:p w14:paraId="38080705" w14:textId="3A25EABE" w:rsidR="0051533D" w:rsidRPr="000927F5" w:rsidRDefault="0051533D" w:rsidP="000927F5">
                  <w:pPr>
                    <w:pStyle w:val="SIText"/>
                  </w:pPr>
                  <w:r w:rsidRPr="000927F5">
                    <w:t>Contribute to work</w:t>
                  </w:r>
                  <w:r w:rsidR="00437C9B">
                    <w:t>place</w:t>
                  </w:r>
                  <w:r w:rsidRPr="000927F5">
                    <w:t xml:space="preserve"> health and safety processes</w:t>
                  </w:r>
                </w:p>
              </w:tc>
            </w:tr>
            <w:tr w:rsidR="0051533D" w:rsidRPr="005C7EA8" w14:paraId="1BBAA2C6" w14:textId="77777777" w:rsidTr="00431A44">
              <w:tc>
                <w:tcPr>
                  <w:tcW w:w="1718" w:type="dxa"/>
                </w:tcPr>
                <w:p w14:paraId="5285CFA7" w14:textId="6168DC56" w:rsidR="0051533D" w:rsidRPr="000927F5" w:rsidRDefault="006D637E" w:rsidP="000927F5">
                  <w:pPr>
                    <w:pStyle w:val="SIText"/>
                  </w:pPr>
                  <w:r w:rsidRPr="000927F5">
                    <w:t>AHCWRK3</w:t>
                  </w:r>
                  <w:r>
                    <w:t>20</w:t>
                  </w:r>
                </w:p>
              </w:tc>
              <w:tc>
                <w:tcPr>
                  <w:tcW w:w="6809" w:type="dxa"/>
                </w:tcPr>
                <w:p w14:paraId="727C0AE3" w14:textId="6AE35E55" w:rsidR="0051533D" w:rsidRPr="000927F5" w:rsidRDefault="0051533D" w:rsidP="000927F5">
                  <w:pPr>
                    <w:pStyle w:val="SIText"/>
                  </w:pPr>
                  <w:r w:rsidRPr="000927F5">
                    <w:t>Apply environmentally sustainable work practices</w:t>
                  </w:r>
                </w:p>
              </w:tc>
            </w:tr>
          </w:tbl>
          <w:p w14:paraId="3A45BE52" w14:textId="77777777" w:rsidR="004270D2" w:rsidRDefault="004270D2" w:rsidP="00205F8D">
            <w:pPr>
              <w:pStyle w:val="SITextHeading2"/>
            </w:pPr>
          </w:p>
          <w:p w14:paraId="20A3158D" w14:textId="6918E4FB" w:rsidR="004270D2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5EF140E5" w14:textId="6752FC0F" w:rsidR="001955F1" w:rsidRPr="001955F1" w:rsidRDefault="001955F1" w:rsidP="001955F1">
            <w:pPr>
              <w:pStyle w:val="SIText-Bold"/>
              <w:rPr>
                <w:lang w:eastAsia="en-US"/>
              </w:rPr>
            </w:pPr>
            <w:r w:rsidRPr="001955F1">
              <w:t>Group A</w:t>
            </w:r>
            <w:r w:rsidR="001E3C01">
              <w:t xml:space="preserve"> On Country Management</w:t>
            </w:r>
          </w:p>
          <w:p w14:paraId="3865E876" w14:textId="11A3BCAD" w:rsidR="00A93287" w:rsidRDefault="00A93287" w:rsidP="00A93287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23"/>
              <w:gridCol w:w="6817"/>
            </w:tblGrid>
            <w:tr w:rsidR="001E3C01" w:rsidRPr="000927F5" w14:paraId="0751EE80" w14:textId="77777777" w:rsidTr="00431A44">
              <w:tc>
                <w:tcPr>
                  <w:tcW w:w="1723" w:type="dxa"/>
                </w:tcPr>
                <w:p w14:paraId="284B3116" w14:textId="5F3DAF2D" w:rsidR="001E3C01" w:rsidRPr="000927F5" w:rsidRDefault="001E3C01" w:rsidP="000927F5">
                  <w:pPr>
                    <w:pStyle w:val="SIText"/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AHCOCM201</w:t>
                  </w:r>
                </w:p>
              </w:tc>
              <w:tc>
                <w:tcPr>
                  <w:tcW w:w="6817" w:type="dxa"/>
                </w:tcPr>
                <w:p w14:paraId="67A6DBFA" w14:textId="5C7639B9" w:rsidR="001E3C01" w:rsidRPr="000927F5" w:rsidRDefault="001E3C01" w:rsidP="00B96C3F">
                  <w:pPr>
                    <w:pStyle w:val="SIText"/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 xml:space="preserve">Maintain cultural </w:t>
                  </w:r>
                  <w:r w:rsidR="00041CA9" w:rsidRPr="00B96C3F">
                    <w:rPr>
                      <w:rStyle w:val="SITemporarytext-blue"/>
                      <w:color w:val="auto"/>
                      <w:sz w:val="20"/>
                    </w:rPr>
                    <w:t>sites</w:t>
                  </w:r>
                </w:p>
              </w:tc>
            </w:tr>
            <w:tr w:rsidR="00B12A55" w:rsidRPr="000927F5" w14:paraId="131CCF20" w14:textId="77777777" w:rsidTr="00431A44">
              <w:tc>
                <w:tcPr>
                  <w:tcW w:w="1723" w:type="dxa"/>
                </w:tcPr>
                <w:p w14:paraId="04AD92C9" w14:textId="3E914905" w:rsidR="00B12A55" w:rsidRPr="000927F5" w:rsidRDefault="00B12A55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AHCOCM202</w:t>
                  </w:r>
                </w:p>
              </w:tc>
              <w:tc>
                <w:tcPr>
                  <w:tcW w:w="6817" w:type="dxa"/>
                </w:tcPr>
                <w:p w14:paraId="11E4D71B" w14:textId="1C263683" w:rsidR="00B12A55" w:rsidRPr="000927F5" w:rsidRDefault="00B12A55" w:rsidP="00B96C3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Observe and report plants or anima</w:t>
                  </w:r>
                  <w:r w:rsidRPr="00B96C3F">
                    <w:rPr>
                      <w:rStyle w:val="SITemporarytext-blue"/>
                      <w:color w:val="auto"/>
                      <w:sz w:val="20"/>
                    </w:rPr>
                    <w:t>l</w:t>
                  </w:r>
                  <w:r w:rsidR="00041CA9" w:rsidRPr="00B96C3F">
                    <w:rPr>
                      <w:rStyle w:val="SITemporarytext-blue"/>
                      <w:color w:val="auto"/>
                      <w:sz w:val="20"/>
                    </w:rPr>
                    <w:t>s</w:t>
                  </w:r>
                </w:p>
              </w:tc>
            </w:tr>
            <w:tr w:rsidR="00B12A55" w:rsidRPr="000927F5" w14:paraId="3C2BCD8A" w14:textId="77777777" w:rsidTr="00431A44">
              <w:tc>
                <w:tcPr>
                  <w:tcW w:w="1723" w:type="dxa"/>
                </w:tcPr>
                <w:p w14:paraId="18F36939" w14:textId="66AB2459" w:rsidR="00B12A55" w:rsidRPr="000927F5" w:rsidRDefault="00B12A55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AHCOCM203</w:t>
                  </w:r>
                </w:p>
              </w:tc>
              <w:tc>
                <w:tcPr>
                  <w:tcW w:w="6817" w:type="dxa"/>
                </w:tcPr>
                <w:p w14:paraId="4D1866C7" w14:textId="2921F3C3" w:rsidR="00B12A55" w:rsidRPr="000927F5" w:rsidRDefault="00B12A55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Record information about Country</w:t>
                  </w:r>
                </w:p>
              </w:tc>
            </w:tr>
            <w:tr w:rsidR="001E3C01" w:rsidRPr="000927F5" w14:paraId="42D3AA20" w14:textId="77777777" w:rsidTr="00431A44">
              <w:tc>
                <w:tcPr>
                  <w:tcW w:w="1723" w:type="dxa"/>
                </w:tcPr>
                <w:p w14:paraId="6D374E75" w14:textId="2C111679" w:rsidR="001E3C01" w:rsidRPr="00B96C3F" w:rsidRDefault="001E3C01" w:rsidP="00B96C3F">
                  <w:pPr>
                    <w:pStyle w:val="SIText"/>
                  </w:pPr>
                  <w:r w:rsidRPr="00B96C3F">
                    <w:rPr>
                      <w:rStyle w:val="SITemporarytext-blue"/>
                      <w:color w:val="auto"/>
                      <w:sz w:val="20"/>
                    </w:rPr>
                    <w:t>AHCOCM30</w:t>
                  </w:r>
                  <w:r w:rsidR="00041CA9" w:rsidRPr="00B96C3F">
                    <w:rPr>
                      <w:rStyle w:val="SITemporarytext-blue"/>
                      <w:color w:val="auto"/>
                      <w:sz w:val="20"/>
                    </w:rPr>
                    <w:t>1</w:t>
                  </w:r>
                </w:p>
              </w:tc>
              <w:tc>
                <w:tcPr>
                  <w:tcW w:w="6817" w:type="dxa"/>
                </w:tcPr>
                <w:p w14:paraId="7DC9D3EA" w14:textId="24073EE9" w:rsidR="001E3C01" w:rsidRPr="00B96C3F" w:rsidRDefault="00041CA9" w:rsidP="00DC2BD6">
                  <w:pPr>
                    <w:pStyle w:val="SIText"/>
                  </w:pPr>
                  <w:r w:rsidRPr="00B96C3F">
                    <w:rPr>
                      <w:rStyle w:val="SITemporarytext-blue"/>
                      <w:color w:val="auto"/>
                      <w:sz w:val="20"/>
                    </w:rPr>
                    <w:t xml:space="preserve">Provide information on Aboriginal and/or Torres Strait Islander </w:t>
                  </w:r>
                  <w:r w:rsidR="00DC2BD6" w:rsidRPr="00DC2BD6">
                    <w:rPr>
                      <w:rStyle w:val="SITemporarytext-blue"/>
                      <w:color w:val="auto"/>
                      <w:sz w:val="20"/>
                    </w:rPr>
                    <w:t xml:space="preserve">Peoples' </w:t>
                  </w:r>
                  <w:r w:rsidRPr="00B96C3F">
                    <w:rPr>
                      <w:rStyle w:val="SITemporarytext-blue"/>
                      <w:color w:val="auto"/>
                      <w:sz w:val="20"/>
                    </w:rPr>
                    <w:t>cultural practice</w:t>
                  </w:r>
                </w:p>
              </w:tc>
            </w:tr>
            <w:tr w:rsidR="001E3C01" w:rsidRPr="000927F5" w14:paraId="6AF7886C" w14:textId="77777777" w:rsidTr="00431A44">
              <w:tc>
                <w:tcPr>
                  <w:tcW w:w="1723" w:type="dxa"/>
                </w:tcPr>
                <w:p w14:paraId="4D3259AD" w14:textId="430822DA" w:rsidR="001E3C01" w:rsidRPr="00B96C3F" w:rsidRDefault="00041CA9" w:rsidP="00B96C3F">
                  <w:pPr>
                    <w:pStyle w:val="SIText"/>
                  </w:pPr>
                  <w:r w:rsidRPr="00B96C3F">
                    <w:rPr>
                      <w:rStyle w:val="SITemporarytext-blue"/>
                      <w:color w:val="auto"/>
                      <w:sz w:val="20"/>
                    </w:rPr>
                    <w:t>AHCOCM302</w:t>
                  </w:r>
                  <w:r w:rsidR="006D637E">
                    <w:rPr>
                      <w:rStyle w:val="SITemporarytext-blue"/>
                    </w:rPr>
                    <w:t xml:space="preserve"> </w:t>
                  </w:r>
                  <w:r w:rsidR="00B12A55" w:rsidRPr="00B96C3F">
                    <w:rPr>
                      <w:rStyle w:val="SITemporarytext-blue"/>
                      <w:color w:val="auto"/>
                      <w:sz w:val="20"/>
                    </w:rPr>
                    <w:t>*</w:t>
                  </w:r>
                </w:p>
              </w:tc>
              <w:tc>
                <w:tcPr>
                  <w:tcW w:w="6817" w:type="dxa"/>
                </w:tcPr>
                <w:p w14:paraId="1FA729B3" w14:textId="77777777" w:rsidR="001E3C01" w:rsidRPr="000927F5" w:rsidRDefault="001E3C01" w:rsidP="000927F5">
                  <w:pPr>
                    <w:pStyle w:val="SIText"/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Work with an Aboriginal and/or Torres Strait Islander Community or organisation</w:t>
                  </w:r>
                </w:p>
              </w:tc>
            </w:tr>
            <w:tr w:rsidR="001E3C01" w:rsidRPr="000927F5" w14:paraId="59630B63" w14:textId="77777777" w:rsidTr="00431A44">
              <w:tc>
                <w:tcPr>
                  <w:tcW w:w="1723" w:type="dxa"/>
                </w:tcPr>
                <w:p w14:paraId="3539939E" w14:textId="12E29265" w:rsidR="001E3C01" w:rsidRPr="00B96C3F" w:rsidRDefault="001E3C01" w:rsidP="00B96C3F">
                  <w:pPr>
                    <w:pStyle w:val="SIText"/>
                  </w:pPr>
                  <w:r w:rsidRPr="00B96C3F">
                    <w:rPr>
                      <w:rStyle w:val="SITemporarytext-blue"/>
                      <w:color w:val="auto"/>
                      <w:sz w:val="20"/>
                    </w:rPr>
                    <w:lastRenderedPageBreak/>
                    <w:t>AHCOCM30</w:t>
                  </w:r>
                  <w:r w:rsidR="00041CA9" w:rsidRPr="00B96C3F">
                    <w:rPr>
                      <w:rStyle w:val="SITemporarytext-blue"/>
                      <w:color w:val="auto"/>
                      <w:sz w:val="20"/>
                    </w:rPr>
                    <w:t>4</w:t>
                  </w:r>
                </w:p>
              </w:tc>
              <w:tc>
                <w:tcPr>
                  <w:tcW w:w="6817" w:type="dxa"/>
                </w:tcPr>
                <w:p w14:paraId="7CE0DBF4" w14:textId="3FD89DF7" w:rsidR="001E3C01" w:rsidRPr="000927F5" w:rsidRDefault="001E3C01" w:rsidP="000927F5">
                  <w:pPr>
                    <w:pStyle w:val="SIText"/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 xml:space="preserve">Implement cultural burning practices </w:t>
                  </w:r>
                  <w:r w:rsidR="00E4428A" w:rsidRPr="000927F5">
                    <w:rPr>
                      <w:rStyle w:val="SITemporarytext-blue"/>
                      <w:color w:val="auto"/>
                      <w:sz w:val="20"/>
                    </w:rPr>
                    <w:t>o</w:t>
                  </w: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n Country</w:t>
                  </w:r>
                </w:p>
              </w:tc>
            </w:tr>
            <w:tr w:rsidR="001E3C01" w:rsidRPr="000927F5" w14:paraId="3D30E73F" w14:textId="77777777" w:rsidTr="00431A44">
              <w:tc>
                <w:tcPr>
                  <w:tcW w:w="1723" w:type="dxa"/>
                </w:tcPr>
                <w:p w14:paraId="47B8B699" w14:textId="1D8304B8" w:rsidR="001E3C01" w:rsidRPr="000927F5" w:rsidRDefault="001E3C01" w:rsidP="00B96C3F">
                  <w:pPr>
                    <w:pStyle w:val="SIText"/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AHCOCM3</w:t>
                  </w:r>
                  <w:r w:rsidRPr="00B96C3F">
                    <w:rPr>
                      <w:rStyle w:val="SITemporarytext-blue"/>
                      <w:color w:val="auto"/>
                      <w:sz w:val="20"/>
                    </w:rPr>
                    <w:t>0</w:t>
                  </w:r>
                  <w:r w:rsidR="00041CA9" w:rsidRPr="00B96C3F">
                    <w:rPr>
                      <w:rStyle w:val="SITemporarytext-blue"/>
                      <w:color w:val="auto"/>
                      <w:sz w:val="20"/>
                    </w:rPr>
                    <w:t>5</w:t>
                  </w:r>
                </w:p>
              </w:tc>
              <w:tc>
                <w:tcPr>
                  <w:tcW w:w="6817" w:type="dxa"/>
                </w:tcPr>
                <w:p w14:paraId="1441D910" w14:textId="67A08F3C" w:rsidR="001E3C01" w:rsidRPr="000927F5" w:rsidRDefault="001E3C01" w:rsidP="000927F5">
                  <w:pPr>
                    <w:pStyle w:val="SIText"/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Identify customs and land rights for an Aboriginal and/or Torres Strait Islander Community</w:t>
                  </w:r>
                </w:p>
              </w:tc>
            </w:tr>
            <w:tr w:rsidR="00A15D5D" w:rsidRPr="000927F5" w14:paraId="65B535CF" w14:textId="77777777" w:rsidTr="00431A44">
              <w:tc>
                <w:tcPr>
                  <w:tcW w:w="1723" w:type="dxa"/>
                </w:tcPr>
                <w:p w14:paraId="6F06BCCE" w14:textId="4658C0D7" w:rsidR="00A15D5D" w:rsidRPr="000927F5" w:rsidRDefault="008541CD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AHCOCM401</w:t>
                  </w:r>
                </w:p>
              </w:tc>
              <w:tc>
                <w:tcPr>
                  <w:tcW w:w="6817" w:type="dxa"/>
                </w:tcPr>
                <w:p w14:paraId="708627E3" w14:textId="692C4C26" w:rsidR="00A15D5D" w:rsidRPr="000927F5" w:rsidRDefault="008541CD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Protect places of cultural significance</w:t>
                  </w:r>
                </w:p>
              </w:tc>
            </w:tr>
            <w:tr w:rsidR="00A15D5D" w:rsidRPr="000927F5" w14:paraId="195CCC90" w14:textId="77777777" w:rsidTr="00431A44">
              <w:tc>
                <w:tcPr>
                  <w:tcW w:w="1723" w:type="dxa"/>
                </w:tcPr>
                <w:p w14:paraId="33C42709" w14:textId="55EAC235" w:rsidR="00A15D5D" w:rsidRPr="000927F5" w:rsidRDefault="00FF539D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AHCOCM402</w:t>
                  </w:r>
                </w:p>
              </w:tc>
              <w:tc>
                <w:tcPr>
                  <w:tcW w:w="6817" w:type="dxa"/>
                </w:tcPr>
                <w:p w14:paraId="071A5C8A" w14:textId="183E481E" w:rsidR="00A15D5D" w:rsidRPr="000927F5" w:rsidRDefault="00FF539D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Report on place of potential cultural significance</w:t>
                  </w:r>
                </w:p>
              </w:tc>
            </w:tr>
            <w:tr w:rsidR="00A15D5D" w:rsidRPr="000927F5" w14:paraId="70EA883F" w14:textId="77777777" w:rsidTr="00431A44">
              <w:tc>
                <w:tcPr>
                  <w:tcW w:w="1723" w:type="dxa"/>
                </w:tcPr>
                <w:p w14:paraId="7644F517" w14:textId="2A295DBF" w:rsidR="00A15D5D" w:rsidRPr="000927F5" w:rsidRDefault="00F52A23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AHCOCM403</w:t>
                  </w:r>
                </w:p>
              </w:tc>
              <w:tc>
                <w:tcPr>
                  <w:tcW w:w="6817" w:type="dxa"/>
                </w:tcPr>
                <w:p w14:paraId="4E7B72A8" w14:textId="4060AC6D" w:rsidR="00A15D5D" w:rsidRPr="000927F5" w:rsidRDefault="00F52A23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Contribute to a proposal for a negotiated outcome related to Country</w:t>
                  </w:r>
                </w:p>
              </w:tc>
            </w:tr>
            <w:tr w:rsidR="00A15D5D" w:rsidRPr="000927F5" w14:paraId="53CA7CAA" w14:textId="77777777" w:rsidTr="00431A44">
              <w:tc>
                <w:tcPr>
                  <w:tcW w:w="1723" w:type="dxa"/>
                </w:tcPr>
                <w:p w14:paraId="5A5050E3" w14:textId="0FFE30D8" w:rsidR="00A15D5D" w:rsidRPr="000927F5" w:rsidRDefault="00CA03AB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AHCOCM404</w:t>
                  </w:r>
                </w:p>
              </w:tc>
              <w:tc>
                <w:tcPr>
                  <w:tcW w:w="6817" w:type="dxa"/>
                </w:tcPr>
                <w:p w14:paraId="563BEB9B" w14:textId="05CAD60D" w:rsidR="00A15D5D" w:rsidRPr="000927F5" w:rsidRDefault="00CA03AB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Record and document Aboriginal and/or Torres Strait Islander Community history</w:t>
                  </w:r>
                </w:p>
              </w:tc>
            </w:tr>
            <w:tr w:rsidR="001E3C01" w:rsidRPr="000927F5" w14:paraId="6B443FFC" w14:textId="77777777" w:rsidTr="00431A44">
              <w:tc>
                <w:tcPr>
                  <w:tcW w:w="1723" w:type="dxa"/>
                </w:tcPr>
                <w:p w14:paraId="18242AB7" w14:textId="25A49ABF" w:rsidR="001E3C01" w:rsidRPr="000927F5" w:rsidRDefault="001E3C01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AHCOCM405</w:t>
                  </w:r>
                </w:p>
              </w:tc>
              <w:tc>
                <w:tcPr>
                  <w:tcW w:w="6817" w:type="dxa"/>
                </w:tcPr>
                <w:p w14:paraId="3E876541" w14:textId="77777777" w:rsidR="001E3C01" w:rsidRPr="000927F5" w:rsidRDefault="001E3C01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Develop work practices to accommodate cultural identity</w:t>
                  </w:r>
                </w:p>
              </w:tc>
            </w:tr>
          </w:tbl>
          <w:p w14:paraId="5A79CC4C" w14:textId="23BA5D91" w:rsidR="001E3C01" w:rsidRDefault="001E3C01" w:rsidP="00A93287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7AD1D694" w14:textId="79D98EE1" w:rsidR="001E3C01" w:rsidRPr="001E3C01" w:rsidRDefault="001E3C01" w:rsidP="001E3C01">
            <w:pPr>
              <w:pStyle w:val="SIText-Bold"/>
            </w:pPr>
            <w:r w:rsidRPr="001955F1">
              <w:t xml:space="preserve">Group </w:t>
            </w:r>
            <w:r>
              <w:t>B General electives</w:t>
            </w:r>
          </w:p>
          <w:p w14:paraId="1E8FFB99" w14:textId="14B3F0CE" w:rsidR="001955F1" w:rsidRDefault="001955F1" w:rsidP="0051533D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07"/>
              <w:gridCol w:w="6817"/>
            </w:tblGrid>
            <w:tr w:rsidR="00A916B0" w:rsidRPr="00FA6C24" w14:paraId="0F896315" w14:textId="77777777" w:rsidTr="006E6BB7">
              <w:tc>
                <w:tcPr>
                  <w:tcW w:w="2507" w:type="dxa"/>
                </w:tcPr>
                <w:p w14:paraId="6E2B8047" w14:textId="14359C7F" w:rsidR="00A916B0" w:rsidRPr="000927F5" w:rsidRDefault="00101014" w:rsidP="000164E8">
                  <w:pPr>
                    <w:pStyle w:val="SIText"/>
                  </w:pPr>
                  <w:r w:rsidRPr="00101014">
                    <w:t>ACMARM301</w:t>
                  </w:r>
                </w:p>
              </w:tc>
              <w:tc>
                <w:tcPr>
                  <w:tcW w:w="6817" w:type="dxa"/>
                </w:tcPr>
                <w:p w14:paraId="15E50F51" w14:textId="2820FA78" w:rsidR="00A916B0" w:rsidRPr="000927F5" w:rsidRDefault="00101014" w:rsidP="000164E8">
                  <w:pPr>
                    <w:pStyle w:val="SIText"/>
                  </w:pPr>
                  <w:r w:rsidRPr="00101014">
                    <w:t>Support veterinarian activities in remote communities</w:t>
                  </w:r>
                </w:p>
              </w:tc>
            </w:tr>
            <w:tr w:rsidR="00101014" w:rsidRPr="00FA6C24" w14:paraId="787BC289" w14:textId="77777777" w:rsidTr="006E6BB7">
              <w:tc>
                <w:tcPr>
                  <w:tcW w:w="2507" w:type="dxa"/>
                </w:tcPr>
                <w:p w14:paraId="6DA924D5" w14:textId="144FB700" w:rsidR="00101014" w:rsidRPr="00101014" w:rsidRDefault="00B26FDD" w:rsidP="00101014">
                  <w:pPr>
                    <w:pStyle w:val="SIText"/>
                  </w:pPr>
                  <w:r w:rsidRPr="00101014">
                    <w:t>ACMARM409</w:t>
                  </w:r>
                </w:p>
              </w:tc>
              <w:tc>
                <w:tcPr>
                  <w:tcW w:w="6817" w:type="dxa"/>
                </w:tcPr>
                <w:p w14:paraId="0CF6F0AD" w14:textId="61A47651" w:rsidR="00101014" w:rsidRPr="00101014" w:rsidRDefault="00B26FDD" w:rsidP="00101014">
                  <w:pPr>
                    <w:pStyle w:val="SIText"/>
                  </w:pPr>
                  <w:r w:rsidRPr="00101014">
                    <w:t xml:space="preserve">Plan and </w:t>
                  </w:r>
                  <w:r w:rsidR="00456789">
                    <w:t>m</w:t>
                  </w:r>
                  <w:r w:rsidR="00456789" w:rsidRPr="00101014">
                    <w:t xml:space="preserve">onitor </w:t>
                  </w:r>
                  <w:r w:rsidRPr="00101014">
                    <w:t>remote community animal management activities</w:t>
                  </w:r>
                </w:p>
              </w:tc>
            </w:tr>
            <w:tr w:rsidR="00101014" w:rsidRPr="00FA6C24" w14:paraId="65D82FDE" w14:textId="77777777" w:rsidTr="006E6BB7">
              <w:tc>
                <w:tcPr>
                  <w:tcW w:w="2507" w:type="dxa"/>
                </w:tcPr>
                <w:p w14:paraId="5D44C75C" w14:textId="2BF93404" w:rsidR="00101014" w:rsidRPr="00101014" w:rsidRDefault="00101014" w:rsidP="00101014">
                  <w:pPr>
                    <w:pStyle w:val="SIText"/>
                  </w:pPr>
                  <w:r w:rsidRPr="00101014">
                    <w:t>ACMARM410</w:t>
                  </w:r>
                </w:p>
              </w:tc>
              <w:tc>
                <w:tcPr>
                  <w:tcW w:w="6817" w:type="dxa"/>
                </w:tcPr>
                <w:p w14:paraId="32A1020B" w14:textId="394427E5" w:rsidR="00101014" w:rsidRPr="00101014" w:rsidRDefault="00B26FDD" w:rsidP="00101014">
                  <w:pPr>
                    <w:pStyle w:val="SIText"/>
                  </w:pPr>
                  <w:r w:rsidRPr="00101014">
                    <w:t xml:space="preserve">Develop and implement animal management initiatives </w:t>
                  </w:r>
                </w:p>
              </w:tc>
            </w:tr>
            <w:tr w:rsidR="00101014" w:rsidRPr="00FA6C24" w14:paraId="0BCC4B52" w14:textId="77777777" w:rsidTr="006E6BB7">
              <w:tc>
                <w:tcPr>
                  <w:tcW w:w="2507" w:type="dxa"/>
                </w:tcPr>
                <w:p w14:paraId="04A22487" w14:textId="1026BDD4" w:rsidR="00101014" w:rsidRPr="000164E8" w:rsidRDefault="00101014" w:rsidP="00101014">
                  <w:pPr>
                    <w:pStyle w:val="SIText"/>
                  </w:pPr>
                  <w:r w:rsidRPr="000164E8">
                    <w:t>ACMBEH301</w:t>
                  </w:r>
                </w:p>
              </w:tc>
              <w:tc>
                <w:tcPr>
                  <w:tcW w:w="6817" w:type="dxa"/>
                </w:tcPr>
                <w:p w14:paraId="5B5FF87A" w14:textId="394D37D2" w:rsidR="00101014" w:rsidRPr="000164E8" w:rsidRDefault="00101014" w:rsidP="00101014">
                  <w:pPr>
                    <w:pStyle w:val="SIText"/>
                  </w:pPr>
                  <w:r w:rsidRPr="000164E8">
                    <w:t>Identify behaviours and interact safely with animals</w:t>
                  </w:r>
                </w:p>
              </w:tc>
            </w:tr>
            <w:tr w:rsidR="00101014" w:rsidRPr="00B26FDD" w14:paraId="7CDE9493" w14:textId="77777777" w:rsidTr="006E6BB7">
              <w:tc>
                <w:tcPr>
                  <w:tcW w:w="2507" w:type="dxa"/>
                </w:tcPr>
                <w:p w14:paraId="4E119BD2" w14:textId="2E099CB7" w:rsidR="00101014" w:rsidRPr="00B26FDD" w:rsidRDefault="00101014" w:rsidP="00B26FD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26FDD">
                    <w:rPr>
                      <w:rStyle w:val="SITemporarytext-red"/>
                      <w:color w:val="auto"/>
                      <w:sz w:val="20"/>
                    </w:rPr>
                    <w:t>ACMGEN309</w:t>
                  </w:r>
                </w:p>
              </w:tc>
              <w:tc>
                <w:tcPr>
                  <w:tcW w:w="6817" w:type="dxa"/>
                </w:tcPr>
                <w:p w14:paraId="14939598" w14:textId="41CDED86" w:rsidR="00101014" w:rsidRPr="00B26FDD" w:rsidRDefault="00101014" w:rsidP="00B26FD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26FDD">
                    <w:rPr>
                      <w:rStyle w:val="SITemporarytext-red"/>
                      <w:color w:val="auto"/>
                      <w:sz w:val="20"/>
                    </w:rPr>
                    <w:t>Provide basic animal first aid</w:t>
                  </w:r>
                </w:p>
              </w:tc>
            </w:tr>
            <w:tr w:rsidR="00101014" w:rsidRPr="00B26FDD" w14:paraId="2CCBE9FC" w14:textId="77777777" w:rsidTr="006E6BB7">
              <w:tc>
                <w:tcPr>
                  <w:tcW w:w="2507" w:type="dxa"/>
                </w:tcPr>
                <w:p w14:paraId="5C6E9757" w14:textId="463ADED1" w:rsidR="00101014" w:rsidRPr="00B26FDD" w:rsidRDefault="00101014" w:rsidP="00B26FD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26FDD">
                    <w:rPr>
                      <w:rStyle w:val="SITemporarytext-red"/>
                      <w:color w:val="auto"/>
                      <w:sz w:val="20"/>
                    </w:rPr>
                    <w:t>ACMINF304</w:t>
                  </w:r>
                </w:p>
              </w:tc>
              <w:tc>
                <w:tcPr>
                  <w:tcW w:w="6817" w:type="dxa"/>
                </w:tcPr>
                <w:p w14:paraId="19B0C03F" w14:textId="5B82D476" w:rsidR="00101014" w:rsidRPr="00B26FDD" w:rsidRDefault="00101014" w:rsidP="00B26FD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26FDD">
                    <w:rPr>
                      <w:rStyle w:val="SITemporarytext-red"/>
                      <w:color w:val="auto"/>
                      <w:sz w:val="20"/>
                    </w:rPr>
                    <w:t>Promote environmental health and safety for companion animals in remote communities</w:t>
                  </w:r>
                </w:p>
              </w:tc>
            </w:tr>
            <w:tr w:rsidR="00101014" w:rsidRPr="00FA6C24" w14:paraId="6CDC1C26" w14:textId="77777777" w:rsidTr="006E6BB7">
              <w:tc>
                <w:tcPr>
                  <w:tcW w:w="2507" w:type="dxa"/>
                </w:tcPr>
                <w:p w14:paraId="7C977DCF" w14:textId="25A03696" w:rsidR="00101014" w:rsidRPr="00101014" w:rsidRDefault="00101014" w:rsidP="00101014">
                  <w:pPr>
                    <w:pStyle w:val="SIText"/>
                  </w:pPr>
                  <w:r w:rsidRPr="000927F5">
                    <w:t>AHCCFP301</w:t>
                  </w:r>
                </w:p>
              </w:tc>
              <w:tc>
                <w:tcPr>
                  <w:tcW w:w="6817" w:type="dxa"/>
                </w:tcPr>
                <w:p w14:paraId="5AC258F9" w14:textId="0E5AE2D3" w:rsidR="00101014" w:rsidRPr="00101014" w:rsidRDefault="00101014" w:rsidP="00101014">
                  <w:pPr>
                    <w:pStyle w:val="SIText"/>
                  </w:pPr>
                  <w:r w:rsidRPr="000927F5">
                    <w:t>Identify the effects of climate change as a factor in land management</w:t>
                  </w:r>
                </w:p>
              </w:tc>
            </w:tr>
            <w:tr w:rsidR="00101014" w:rsidRPr="00FA6C24" w14:paraId="6C81EE27" w14:textId="77777777" w:rsidTr="006E6BB7">
              <w:tc>
                <w:tcPr>
                  <w:tcW w:w="2507" w:type="dxa"/>
                </w:tcPr>
                <w:p w14:paraId="3AE3A735" w14:textId="76F90519" w:rsidR="00101014" w:rsidRPr="00101014" w:rsidRDefault="00101014" w:rsidP="00101014">
                  <w:pPr>
                    <w:pStyle w:val="SIText"/>
                  </w:pPr>
                  <w:r w:rsidRPr="000927F5">
                    <w:t>AHCCHM304</w:t>
                  </w:r>
                </w:p>
              </w:tc>
              <w:tc>
                <w:tcPr>
                  <w:tcW w:w="6817" w:type="dxa"/>
                </w:tcPr>
                <w:p w14:paraId="4A926037" w14:textId="4A457B87" w:rsidR="00101014" w:rsidRPr="00101014" w:rsidRDefault="00101014" w:rsidP="00101014">
                  <w:pPr>
                    <w:pStyle w:val="SIText"/>
                  </w:pPr>
                  <w:r w:rsidRPr="000927F5">
                    <w:t>Transport and store chemicals</w:t>
                  </w:r>
                </w:p>
              </w:tc>
            </w:tr>
            <w:tr w:rsidR="00101014" w:rsidRPr="00FA6C24" w14:paraId="6BE45782" w14:textId="77777777" w:rsidTr="006E6BB7">
              <w:tc>
                <w:tcPr>
                  <w:tcW w:w="2507" w:type="dxa"/>
                </w:tcPr>
                <w:p w14:paraId="3861BC12" w14:textId="66A0D62A" w:rsidR="00101014" w:rsidRPr="00101014" w:rsidRDefault="00101014" w:rsidP="00101014">
                  <w:pPr>
                    <w:pStyle w:val="SIText"/>
                  </w:pPr>
                  <w:r w:rsidRPr="000927F5">
                    <w:t>AHCCHM307</w:t>
                  </w:r>
                </w:p>
              </w:tc>
              <w:tc>
                <w:tcPr>
                  <w:tcW w:w="6817" w:type="dxa"/>
                </w:tcPr>
                <w:p w14:paraId="1878C32D" w14:textId="4344E738" w:rsidR="00101014" w:rsidRPr="00101014" w:rsidRDefault="00101014" w:rsidP="00101014">
                  <w:pPr>
                    <w:pStyle w:val="SIText"/>
                  </w:pPr>
                  <w:r w:rsidRPr="000927F5">
                    <w:t>Prepare and apply chemicals to control pest, weeds and diseases</w:t>
                  </w:r>
                </w:p>
              </w:tc>
            </w:tr>
            <w:tr w:rsidR="00101014" w:rsidRPr="00FA6C24" w14:paraId="2730E5D1" w14:textId="77777777" w:rsidTr="006E6BB7">
              <w:tc>
                <w:tcPr>
                  <w:tcW w:w="2507" w:type="dxa"/>
                </w:tcPr>
                <w:p w14:paraId="462C207B" w14:textId="2A2DE57B" w:rsidR="00101014" w:rsidRPr="00101014" w:rsidRDefault="00101014" w:rsidP="00101014">
                  <w:pPr>
                    <w:pStyle w:val="SIText"/>
                  </w:pPr>
                  <w:r>
                    <w:t>AHCCSW302</w:t>
                  </w:r>
                  <w:r w:rsidRPr="00101014">
                    <w:t xml:space="preserve"> *</w:t>
                  </w:r>
                </w:p>
              </w:tc>
              <w:tc>
                <w:tcPr>
                  <w:tcW w:w="6817" w:type="dxa"/>
                </w:tcPr>
                <w:p w14:paraId="25E6ED78" w14:textId="7F3A94B0" w:rsidR="00101014" w:rsidRPr="00101014" w:rsidRDefault="00101014" w:rsidP="00101014">
                  <w:pPr>
                    <w:pStyle w:val="SIText"/>
                  </w:pPr>
                  <w:r w:rsidRPr="00390673">
                    <w:t xml:space="preserve">Relate Aboriginal and/or Torres Strait </w:t>
                  </w:r>
                  <w:r w:rsidRPr="00101014">
                    <w:t>Islander culture to sites work</w:t>
                  </w:r>
                </w:p>
              </w:tc>
            </w:tr>
            <w:tr w:rsidR="00101014" w:rsidRPr="00B26FDD" w14:paraId="5FC34CAA" w14:textId="77777777" w:rsidTr="006E6BB7">
              <w:tc>
                <w:tcPr>
                  <w:tcW w:w="2507" w:type="dxa"/>
                </w:tcPr>
                <w:p w14:paraId="0AB81DF8" w14:textId="0292F0A8" w:rsidR="00101014" w:rsidRPr="00305FE7" w:rsidRDefault="00101014">
                  <w:pPr>
                    <w:pStyle w:val="SIText"/>
                  </w:pPr>
                  <w:r w:rsidRPr="00305FE7">
                    <w:rPr>
                      <w:rStyle w:val="SITemporarytext-blue"/>
                      <w:color w:val="auto"/>
                      <w:sz w:val="20"/>
                    </w:rPr>
                    <w:t>AHCCSW304</w:t>
                  </w:r>
                  <w:r w:rsidR="00437C9B" w:rsidRPr="009437F9">
                    <w:rPr>
                      <w:rStyle w:val="SITemporarytext-blue"/>
                      <w:color w:val="auto"/>
                      <w:sz w:val="20"/>
                    </w:rPr>
                    <w:t xml:space="preserve"> *</w:t>
                  </w:r>
                </w:p>
              </w:tc>
              <w:tc>
                <w:tcPr>
                  <w:tcW w:w="6817" w:type="dxa"/>
                </w:tcPr>
                <w:p w14:paraId="5462722F" w14:textId="1D7998E9" w:rsidR="00101014" w:rsidRPr="00B26FDD" w:rsidRDefault="00101014" w:rsidP="00B26FDD">
                  <w:pPr>
                    <w:pStyle w:val="SIText"/>
                  </w:pPr>
                  <w:r w:rsidRPr="00B26FDD">
                    <w:rPr>
                      <w:rStyle w:val="SITemporarytext-blue"/>
                      <w:color w:val="auto"/>
                      <w:sz w:val="20"/>
                    </w:rPr>
                    <w:t>Identify Aboriginal and/or Torres Strait Islander culturally significant plants</w:t>
                  </w:r>
                </w:p>
              </w:tc>
            </w:tr>
            <w:tr w:rsidR="00101014" w:rsidRPr="00B26FDD" w14:paraId="62396FF6" w14:textId="77777777" w:rsidTr="006E6BB7">
              <w:tc>
                <w:tcPr>
                  <w:tcW w:w="2507" w:type="dxa"/>
                </w:tcPr>
                <w:p w14:paraId="17B3CCF5" w14:textId="288B9313" w:rsidR="00101014" w:rsidRPr="009437F9" w:rsidRDefault="0010101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05FE7">
                    <w:rPr>
                      <w:rStyle w:val="SITemporarytext-blue"/>
                      <w:color w:val="auto"/>
                      <w:sz w:val="20"/>
                    </w:rPr>
                    <w:t>AHCCSW306</w:t>
                  </w:r>
                  <w:r w:rsidR="00437C9B" w:rsidRPr="009437F9">
                    <w:rPr>
                      <w:rStyle w:val="SITemporarytext-blue"/>
                      <w:color w:val="auto"/>
                      <w:sz w:val="20"/>
                    </w:rPr>
                    <w:t xml:space="preserve"> *</w:t>
                  </w:r>
                </w:p>
              </w:tc>
              <w:tc>
                <w:tcPr>
                  <w:tcW w:w="6817" w:type="dxa"/>
                </w:tcPr>
                <w:p w14:paraId="67CA9816" w14:textId="09F19705" w:rsidR="00101014" w:rsidRPr="00B26FDD" w:rsidRDefault="00101014" w:rsidP="00B26FD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26FDD">
                    <w:rPr>
                      <w:rStyle w:val="SITemporarytext-blue"/>
                      <w:color w:val="auto"/>
                      <w:sz w:val="20"/>
                    </w:rPr>
                    <w:t>Use technology in Aboriginal and or Torres Strait Islander sites work</w:t>
                  </w:r>
                </w:p>
              </w:tc>
            </w:tr>
            <w:tr w:rsidR="00101014" w:rsidRPr="000164E8" w14:paraId="7C21B09B" w14:textId="77777777" w:rsidTr="006E6BB7">
              <w:tc>
                <w:tcPr>
                  <w:tcW w:w="2507" w:type="dxa"/>
                </w:tcPr>
                <w:p w14:paraId="52C5F5D2" w14:textId="3DC962D2" w:rsidR="00101014" w:rsidRPr="00101014" w:rsidRDefault="00101014" w:rsidP="00101014">
                  <w:pPr>
                    <w:pStyle w:val="SIText"/>
                    <w:rPr>
                      <w:rStyle w:val="SITemporarytext-blue"/>
                    </w:rPr>
                  </w:pPr>
                  <w:r w:rsidRPr="000164E8">
                    <w:t>AHCCSW309</w:t>
                  </w:r>
                  <w:r w:rsidRPr="00101014">
                    <w:t xml:space="preserve"> *</w:t>
                  </w:r>
                </w:p>
              </w:tc>
              <w:tc>
                <w:tcPr>
                  <w:tcW w:w="6817" w:type="dxa"/>
                </w:tcPr>
                <w:p w14:paraId="0F744FAF" w14:textId="32071868" w:rsidR="00101014" w:rsidRPr="00101014" w:rsidRDefault="00101014" w:rsidP="00101014">
                  <w:pPr>
                    <w:pStyle w:val="SIText"/>
                    <w:rPr>
                      <w:rStyle w:val="SITemporarytext-blue"/>
                    </w:rPr>
                  </w:pPr>
                  <w:r w:rsidRPr="000164E8">
                    <w:t xml:space="preserve">Interpret Aboriginal and/or Torres </w:t>
                  </w:r>
                  <w:r w:rsidRPr="00101014">
                    <w:t>Strait Islander cultural landscapes</w:t>
                  </w:r>
                </w:p>
              </w:tc>
            </w:tr>
            <w:tr w:rsidR="00101014" w:rsidRPr="000164E8" w14:paraId="6B841CCA" w14:textId="77777777" w:rsidTr="006E6BB7">
              <w:tc>
                <w:tcPr>
                  <w:tcW w:w="2507" w:type="dxa"/>
                </w:tcPr>
                <w:p w14:paraId="4FB0E903" w14:textId="1AF1A2FD" w:rsidR="00101014" w:rsidRPr="00101014" w:rsidRDefault="00101014" w:rsidP="00101014">
                  <w:pPr>
                    <w:pStyle w:val="SIText"/>
                    <w:rPr>
                      <w:rStyle w:val="SITemporarytext-blue"/>
                    </w:rPr>
                  </w:pPr>
                  <w:r w:rsidRPr="000164E8">
                    <w:t>AHCECR203</w:t>
                  </w:r>
                </w:p>
              </w:tc>
              <w:tc>
                <w:tcPr>
                  <w:tcW w:w="6817" w:type="dxa"/>
                </w:tcPr>
                <w:p w14:paraId="50E7E68A" w14:textId="43068CBE" w:rsidR="00101014" w:rsidRPr="00101014" w:rsidRDefault="00101014" w:rsidP="00101014">
                  <w:pPr>
                    <w:pStyle w:val="SIText"/>
                    <w:rPr>
                      <w:rStyle w:val="SITemporarytext-blue"/>
                    </w:rPr>
                  </w:pPr>
                  <w:r w:rsidRPr="000164E8">
                    <w:t>Perform basic ecological restoration works</w:t>
                  </w:r>
                </w:p>
              </w:tc>
            </w:tr>
            <w:tr w:rsidR="00101014" w:rsidRPr="00B26FDD" w14:paraId="7531EFFB" w14:textId="77777777" w:rsidTr="006E6BB7">
              <w:tc>
                <w:tcPr>
                  <w:tcW w:w="2507" w:type="dxa"/>
                </w:tcPr>
                <w:p w14:paraId="5FF54D79" w14:textId="6D521DC7" w:rsidR="00101014" w:rsidRPr="00B26FDD" w:rsidRDefault="00101014" w:rsidP="00B26FD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26FDD">
                    <w:rPr>
                      <w:rStyle w:val="SITemporarytext-blue"/>
                      <w:color w:val="auto"/>
                      <w:sz w:val="20"/>
                    </w:rPr>
                    <w:t>AHCECR301</w:t>
                  </w:r>
                </w:p>
              </w:tc>
              <w:tc>
                <w:tcPr>
                  <w:tcW w:w="6817" w:type="dxa"/>
                </w:tcPr>
                <w:p w14:paraId="60AA0295" w14:textId="024D4373" w:rsidR="00101014" w:rsidRPr="00B26FDD" w:rsidRDefault="00101014" w:rsidP="00B26FD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26FDD">
                    <w:rPr>
                      <w:rStyle w:val="SITemporarytext-blue"/>
                      <w:color w:val="auto"/>
                      <w:sz w:val="20"/>
                    </w:rPr>
                    <w:t>Maintain native ecosystem areas</w:t>
                  </w:r>
                </w:p>
              </w:tc>
            </w:tr>
            <w:tr w:rsidR="00101014" w:rsidRPr="000164E8" w14:paraId="511E8C19" w14:textId="77777777" w:rsidTr="006E6BB7">
              <w:tc>
                <w:tcPr>
                  <w:tcW w:w="2507" w:type="dxa"/>
                </w:tcPr>
                <w:p w14:paraId="02367686" w14:textId="69213278" w:rsidR="00101014" w:rsidRPr="00101014" w:rsidRDefault="00101014" w:rsidP="00101014">
                  <w:pPr>
                    <w:pStyle w:val="SIText"/>
                    <w:rPr>
                      <w:rStyle w:val="SITemporarytext-blue"/>
                    </w:rPr>
                  </w:pPr>
                  <w:r w:rsidRPr="000164E8">
                    <w:t>AHCECR303</w:t>
                  </w:r>
                </w:p>
              </w:tc>
              <w:tc>
                <w:tcPr>
                  <w:tcW w:w="6817" w:type="dxa"/>
                </w:tcPr>
                <w:p w14:paraId="7E6DB0A4" w14:textId="399A1F6E" w:rsidR="00101014" w:rsidRPr="00101014" w:rsidRDefault="00101014" w:rsidP="00101014">
                  <w:pPr>
                    <w:pStyle w:val="SIText"/>
                    <w:rPr>
                      <w:rStyle w:val="SITemporarytext-blue"/>
                    </w:rPr>
                  </w:pPr>
                  <w:r w:rsidRPr="000164E8">
                    <w:t>Implement biological reintroduction works</w:t>
                  </w:r>
                </w:p>
              </w:tc>
            </w:tr>
            <w:tr w:rsidR="00101014" w:rsidRPr="000164E8" w14:paraId="17453C43" w14:textId="77777777" w:rsidTr="006E6BB7">
              <w:tc>
                <w:tcPr>
                  <w:tcW w:w="2507" w:type="dxa"/>
                </w:tcPr>
                <w:p w14:paraId="311D7E29" w14:textId="68B496C6" w:rsidR="00101014" w:rsidRPr="00101014" w:rsidRDefault="00101014" w:rsidP="00101014">
                  <w:pPr>
                    <w:pStyle w:val="SIText"/>
                    <w:rPr>
                      <w:rStyle w:val="SITemporarytext-blue"/>
                    </w:rPr>
                  </w:pPr>
                  <w:r w:rsidRPr="000164E8">
                    <w:t>AHCECR305</w:t>
                  </w:r>
                </w:p>
              </w:tc>
              <w:tc>
                <w:tcPr>
                  <w:tcW w:w="6817" w:type="dxa"/>
                </w:tcPr>
                <w:p w14:paraId="537DAC3B" w14:textId="730925A2" w:rsidR="00101014" w:rsidRPr="00101014" w:rsidRDefault="00101014" w:rsidP="00101014">
                  <w:pPr>
                    <w:pStyle w:val="SIText"/>
                    <w:rPr>
                      <w:rStyle w:val="SITemporarytext-blue"/>
                    </w:rPr>
                  </w:pPr>
                  <w:r w:rsidRPr="000164E8">
                    <w:t>Collect native seed</w:t>
                  </w:r>
                </w:p>
              </w:tc>
            </w:tr>
            <w:tr w:rsidR="00101014" w:rsidRPr="00FA6C24" w14:paraId="42124A79" w14:textId="77777777" w:rsidTr="006E6BB7">
              <w:tc>
                <w:tcPr>
                  <w:tcW w:w="2507" w:type="dxa"/>
                </w:tcPr>
                <w:p w14:paraId="51488D7E" w14:textId="7CE4E3C4" w:rsidR="00101014" w:rsidRPr="00101014" w:rsidRDefault="00101014" w:rsidP="00101014">
                  <w:pPr>
                    <w:pStyle w:val="SIText"/>
                  </w:pPr>
                  <w:r w:rsidRPr="000927F5">
                    <w:t>AHCECR306</w:t>
                  </w:r>
                </w:p>
              </w:tc>
              <w:tc>
                <w:tcPr>
                  <w:tcW w:w="6817" w:type="dxa"/>
                </w:tcPr>
                <w:p w14:paraId="6768FF2D" w14:textId="7402D7E7" w:rsidR="00101014" w:rsidRPr="00101014" w:rsidRDefault="00101014" w:rsidP="00101014">
                  <w:pPr>
                    <w:pStyle w:val="SIText"/>
                  </w:pPr>
                  <w:r w:rsidRPr="000927F5">
                    <w:t xml:space="preserve">Conduct </w:t>
                  </w:r>
                  <w:r w:rsidRPr="00101014">
                    <w:t>photography for fieldwork</w:t>
                  </w:r>
                </w:p>
              </w:tc>
            </w:tr>
            <w:tr w:rsidR="00101014" w:rsidRPr="00FA6C24" w14:paraId="117F668A" w14:textId="77777777" w:rsidTr="006E6BB7">
              <w:tc>
                <w:tcPr>
                  <w:tcW w:w="2507" w:type="dxa"/>
                </w:tcPr>
                <w:p w14:paraId="19833566" w14:textId="2C21A2F1" w:rsidR="00101014" w:rsidRPr="00101014" w:rsidRDefault="00101014" w:rsidP="00101014">
                  <w:pPr>
                    <w:pStyle w:val="SIText"/>
                  </w:pPr>
                  <w:r w:rsidRPr="000927F5">
                    <w:t>AHCECR307</w:t>
                  </w:r>
                </w:p>
              </w:tc>
              <w:tc>
                <w:tcPr>
                  <w:tcW w:w="6817" w:type="dxa"/>
                </w:tcPr>
                <w:p w14:paraId="59A45C8D" w14:textId="2174D24B" w:rsidR="00101014" w:rsidRPr="00101014" w:rsidRDefault="00101014" w:rsidP="00101014">
                  <w:pPr>
                    <w:pStyle w:val="SIText"/>
                  </w:pPr>
                  <w:r w:rsidRPr="000927F5">
                    <w:t>Read and interpret maps</w:t>
                  </w:r>
                </w:p>
              </w:tc>
            </w:tr>
            <w:tr w:rsidR="00101014" w:rsidRPr="00FA6C24" w14:paraId="51842616" w14:textId="77777777" w:rsidTr="006E6BB7">
              <w:tc>
                <w:tcPr>
                  <w:tcW w:w="2507" w:type="dxa"/>
                </w:tcPr>
                <w:p w14:paraId="5BD530B9" w14:textId="5623DC55" w:rsidR="00101014" w:rsidRPr="00101014" w:rsidRDefault="00101014" w:rsidP="00101014">
                  <w:pPr>
                    <w:pStyle w:val="SIText"/>
                  </w:pPr>
                  <w:r w:rsidRPr="000927F5">
                    <w:t>AHCECR309</w:t>
                  </w:r>
                </w:p>
              </w:tc>
              <w:tc>
                <w:tcPr>
                  <w:tcW w:w="6817" w:type="dxa"/>
                </w:tcPr>
                <w:p w14:paraId="1CBB1E3F" w14:textId="2E6CE21C" w:rsidR="00101014" w:rsidRPr="00101014" w:rsidRDefault="00101014" w:rsidP="00101014">
                  <w:pPr>
                    <w:pStyle w:val="SIText"/>
                  </w:pPr>
                  <w:r w:rsidRPr="000927F5">
                    <w:t>Conduct an ecological and cultural site inspection prior to works</w:t>
                  </w:r>
                </w:p>
              </w:tc>
            </w:tr>
            <w:tr w:rsidR="00101014" w:rsidRPr="00FA6C24" w14:paraId="64002028" w14:textId="77777777" w:rsidTr="006E6BB7">
              <w:tc>
                <w:tcPr>
                  <w:tcW w:w="2507" w:type="dxa"/>
                </w:tcPr>
                <w:p w14:paraId="29D8A160" w14:textId="22261878" w:rsidR="00101014" w:rsidRPr="00101014" w:rsidRDefault="00101014" w:rsidP="00101014">
                  <w:pPr>
                    <w:pStyle w:val="SIText"/>
                  </w:pPr>
                  <w:r w:rsidRPr="000927F5">
                    <w:t>AHCFAU302</w:t>
                  </w:r>
                </w:p>
              </w:tc>
              <w:tc>
                <w:tcPr>
                  <w:tcW w:w="6817" w:type="dxa"/>
                </w:tcPr>
                <w:p w14:paraId="76B39FA3" w14:textId="6B3D1A47" w:rsidR="00101014" w:rsidRPr="00101014" w:rsidRDefault="00101014" w:rsidP="00101014">
                  <w:pPr>
                    <w:pStyle w:val="SIText"/>
                  </w:pPr>
                  <w:r w:rsidRPr="000927F5">
                    <w:t>Identify fauna in the field</w:t>
                  </w:r>
                </w:p>
              </w:tc>
            </w:tr>
            <w:tr w:rsidR="00101014" w:rsidRPr="00FA6C24" w14:paraId="7726693D" w14:textId="77777777" w:rsidTr="006E6BB7">
              <w:tc>
                <w:tcPr>
                  <w:tcW w:w="2507" w:type="dxa"/>
                </w:tcPr>
                <w:p w14:paraId="24AAC923" w14:textId="77777777" w:rsidR="00101014" w:rsidRPr="00101014" w:rsidRDefault="00101014" w:rsidP="00101014">
                  <w:pPr>
                    <w:pStyle w:val="SIText"/>
                  </w:pPr>
                  <w:r w:rsidRPr="000927F5">
                    <w:t>AHCFAU303</w:t>
                  </w:r>
                </w:p>
              </w:tc>
              <w:tc>
                <w:tcPr>
                  <w:tcW w:w="6817" w:type="dxa"/>
                </w:tcPr>
                <w:p w14:paraId="46F31982" w14:textId="77777777" w:rsidR="00101014" w:rsidRPr="00101014" w:rsidRDefault="00101014" w:rsidP="00101014">
                  <w:pPr>
                    <w:pStyle w:val="SIText"/>
                  </w:pPr>
                  <w:r w:rsidRPr="000927F5">
                    <w:t>Respond to wildlife emergencies</w:t>
                  </w:r>
                </w:p>
              </w:tc>
            </w:tr>
            <w:tr w:rsidR="00101014" w:rsidRPr="00B26FDD" w14:paraId="40890393" w14:textId="77777777" w:rsidTr="006E6BB7">
              <w:tc>
                <w:tcPr>
                  <w:tcW w:w="2507" w:type="dxa"/>
                </w:tcPr>
                <w:p w14:paraId="17A04146" w14:textId="03ADCBD9" w:rsidR="00101014" w:rsidRPr="00B26FDD" w:rsidRDefault="00101014" w:rsidP="00B26FD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26FDD">
                    <w:rPr>
                      <w:rStyle w:val="SITemporarytext-blue"/>
                      <w:color w:val="auto"/>
                      <w:sz w:val="20"/>
                    </w:rPr>
                    <w:t>AHCFIR202</w:t>
                  </w:r>
                </w:p>
              </w:tc>
              <w:tc>
                <w:tcPr>
                  <w:tcW w:w="6817" w:type="dxa"/>
                </w:tcPr>
                <w:p w14:paraId="79F4D47F" w14:textId="3D71F7D5" w:rsidR="00101014" w:rsidRPr="00B26FDD" w:rsidRDefault="00101014" w:rsidP="00B26FD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26FDD">
                    <w:rPr>
                      <w:rStyle w:val="SITemporarytext-blue"/>
                      <w:color w:val="auto"/>
                      <w:sz w:val="20"/>
                    </w:rPr>
                    <w:t>Assist with planned burning</w:t>
                  </w:r>
                </w:p>
              </w:tc>
            </w:tr>
            <w:tr w:rsidR="00101014" w:rsidRPr="00B26FDD" w14:paraId="44DF9D5B" w14:textId="77777777" w:rsidTr="006E6BB7">
              <w:tc>
                <w:tcPr>
                  <w:tcW w:w="2507" w:type="dxa"/>
                </w:tcPr>
                <w:p w14:paraId="635AE68E" w14:textId="71E0E289" w:rsidR="00101014" w:rsidRPr="00B26FDD" w:rsidRDefault="00101014" w:rsidP="00B26FD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26FDD">
                    <w:rPr>
                      <w:rStyle w:val="SITemporarytext-blue"/>
                      <w:color w:val="auto"/>
                      <w:sz w:val="20"/>
                    </w:rPr>
                    <w:t>AHCFIR301 *</w:t>
                  </w:r>
                </w:p>
              </w:tc>
              <w:tc>
                <w:tcPr>
                  <w:tcW w:w="6817" w:type="dxa"/>
                </w:tcPr>
                <w:p w14:paraId="314BD2B8" w14:textId="4CA5E2C7" w:rsidR="00101014" w:rsidRPr="00B26FDD" w:rsidRDefault="00101014" w:rsidP="00B26FD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26FDD">
                    <w:rPr>
                      <w:rStyle w:val="SITemporarytext-blue"/>
                      <w:color w:val="auto"/>
                      <w:sz w:val="20"/>
                    </w:rPr>
                    <w:t>Undertake burning for fuel, ecological and cultural resource management</w:t>
                  </w:r>
                </w:p>
              </w:tc>
            </w:tr>
            <w:tr w:rsidR="00101014" w:rsidRPr="000164E8" w14:paraId="60BFA07B" w14:textId="77777777" w:rsidTr="006E6BB7">
              <w:tc>
                <w:tcPr>
                  <w:tcW w:w="2507" w:type="dxa"/>
                </w:tcPr>
                <w:p w14:paraId="51A494F5" w14:textId="0ED9AFFA" w:rsidR="00101014" w:rsidRPr="00101014" w:rsidRDefault="00101014" w:rsidP="00101014">
                  <w:pPr>
                    <w:pStyle w:val="SIText"/>
                    <w:rPr>
                      <w:rStyle w:val="SITemporarytext-blue"/>
                    </w:rPr>
                  </w:pPr>
                  <w:r w:rsidRPr="000164E8">
                    <w:t>AHCINF30</w:t>
                  </w:r>
                  <w:r w:rsidRPr="00101014">
                    <w:t>5</w:t>
                  </w:r>
                </w:p>
              </w:tc>
              <w:tc>
                <w:tcPr>
                  <w:tcW w:w="6817" w:type="dxa"/>
                </w:tcPr>
                <w:p w14:paraId="31F3603C" w14:textId="074295BB" w:rsidR="00101014" w:rsidRPr="00101014" w:rsidRDefault="00101014" w:rsidP="00101014">
                  <w:pPr>
                    <w:pStyle w:val="SIText"/>
                    <w:rPr>
                      <w:rStyle w:val="SITemporarytext-blue"/>
                    </w:rPr>
                  </w:pPr>
                  <w:r w:rsidRPr="000164E8">
                    <w:t>Implement property improvement, construction and repair</w:t>
                  </w:r>
                </w:p>
              </w:tc>
            </w:tr>
            <w:tr w:rsidR="00101014" w:rsidRPr="00B26FDD" w14:paraId="0DA9E155" w14:textId="77777777" w:rsidTr="006E6BB7">
              <w:tc>
                <w:tcPr>
                  <w:tcW w:w="2507" w:type="dxa"/>
                </w:tcPr>
                <w:p w14:paraId="4D77DAD4" w14:textId="47096776" w:rsidR="00101014" w:rsidRPr="009437F9" w:rsidRDefault="0010101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05FE7">
                    <w:rPr>
                      <w:rStyle w:val="SITemporarytext-blue"/>
                      <w:color w:val="auto"/>
                      <w:sz w:val="20"/>
                    </w:rPr>
                    <w:t>AHCLPW307</w:t>
                  </w:r>
                  <w:r w:rsidR="00437C9B" w:rsidRPr="009437F9">
                    <w:rPr>
                      <w:rStyle w:val="SITemporarytext-blue"/>
                      <w:color w:val="auto"/>
                      <w:sz w:val="20"/>
                    </w:rPr>
                    <w:t xml:space="preserve"> *</w:t>
                  </w:r>
                </w:p>
              </w:tc>
              <w:tc>
                <w:tcPr>
                  <w:tcW w:w="6817" w:type="dxa"/>
                </w:tcPr>
                <w:p w14:paraId="0A12C8B1" w14:textId="462D6748" w:rsidR="00101014" w:rsidRPr="00B26FDD" w:rsidRDefault="00101014" w:rsidP="00B26FD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26FDD">
                    <w:rPr>
                      <w:rStyle w:val="SITemporarytext-blue"/>
                      <w:color w:val="auto"/>
                      <w:sz w:val="20"/>
                    </w:rPr>
                    <w:t>Perform restricted diving for scientific purposes</w:t>
                  </w:r>
                </w:p>
              </w:tc>
            </w:tr>
            <w:tr w:rsidR="00101014" w:rsidRPr="000164E8" w14:paraId="5CBB1D71" w14:textId="77777777" w:rsidTr="006E6BB7">
              <w:tc>
                <w:tcPr>
                  <w:tcW w:w="2507" w:type="dxa"/>
                </w:tcPr>
                <w:p w14:paraId="2ADD2759" w14:textId="090A62EB" w:rsidR="00101014" w:rsidRPr="00101014" w:rsidRDefault="00101014" w:rsidP="00101014">
                  <w:pPr>
                    <w:pStyle w:val="SIText"/>
                    <w:rPr>
                      <w:rStyle w:val="SITemporarytext-blue"/>
                    </w:rPr>
                  </w:pPr>
                  <w:r w:rsidRPr="000164E8">
                    <w:t>AHCLPW310</w:t>
                  </w:r>
                </w:p>
              </w:tc>
              <w:tc>
                <w:tcPr>
                  <w:tcW w:w="6817" w:type="dxa"/>
                </w:tcPr>
                <w:p w14:paraId="013B5867" w14:textId="6E81866B" w:rsidR="00101014" w:rsidRPr="00101014" w:rsidRDefault="00101014" w:rsidP="00101014">
                  <w:pPr>
                    <w:pStyle w:val="SIText"/>
                    <w:rPr>
                      <w:rStyle w:val="SITemporarytext-blue"/>
                    </w:rPr>
                  </w:pPr>
                  <w:r w:rsidRPr="000164E8">
                    <w:t>Supervise park visitor activities</w:t>
                  </w:r>
                </w:p>
              </w:tc>
            </w:tr>
            <w:tr w:rsidR="00101014" w:rsidRPr="00770664" w14:paraId="2A1D3B46" w14:textId="77777777" w:rsidTr="006E6BB7">
              <w:tc>
                <w:tcPr>
                  <w:tcW w:w="2507" w:type="dxa"/>
                </w:tcPr>
                <w:p w14:paraId="493621BE" w14:textId="77777777" w:rsidR="00101014" w:rsidRPr="00101014" w:rsidRDefault="00101014" w:rsidP="00101014">
                  <w:pPr>
                    <w:pStyle w:val="SIText"/>
                  </w:pPr>
                  <w:r w:rsidRPr="0045619B">
                    <w:t>AHCLPW311</w:t>
                  </w:r>
                </w:p>
              </w:tc>
              <w:tc>
                <w:tcPr>
                  <w:tcW w:w="6817" w:type="dxa"/>
                </w:tcPr>
                <w:p w14:paraId="3CB941C7" w14:textId="77777777" w:rsidR="00101014" w:rsidRPr="00101014" w:rsidRDefault="00101014" w:rsidP="00101014">
                  <w:pPr>
                    <w:pStyle w:val="SIText"/>
                  </w:pPr>
                  <w:r w:rsidRPr="0045619B">
                    <w:t>Construct access tracks</w:t>
                  </w:r>
                </w:p>
              </w:tc>
            </w:tr>
            <w:tr w:rsidR="00101014" w:rsidRPr="00770664" w14:paraId="06C243C2" w14:textId="77777777" w:rsidTr="006E6BB7">
              <w:tc>
                <w:tcPr>
                  <w:tcW w:w="2507" w:type="dxa"/>
                </w:tcPr>
                <w:p w14:paraId="3E77A6F3" w14:textId="77777777" w:rsidR="00101014" w:rsidRPr="00101014" w:rsidRDefault="00101014" w:rsidP="00101014">
                  <w:pPr>
                    <w:pStyle w:val="SIText"/>
                  </w:pPr>
                  <w:r w:rsidRPr="0045619B">
                    <w:t>AHCLPW312</w:t>
                  </w:r>
                </w:p>
              </w:tc>
              <w:tc>
                <w:tcPr>
                  <w:tcW w:w="6817" w:type="dxa"/>
                </w:tcPr>
                <w:p w14:paraId="0F4C8CCD" w14:textId="77777777" w:rsidR="00101014" w:rsidRPr="00101014" w:rsidRDefault="00101014" w:rsidP="00101014">
                  <w:pPr>
                    <w:pStyle w:val="SIText"/>
                  </w:pPr>
                  <w:r w:rsidRPr="0045619B">
                    <w:t>Carry out inspection of designated area</w:t>
                  </w:r>
                </w:p>
              </w:tc>
            </w:tr>
            <w:tr w:rsidR="00101014" w:rsidRPr="00770664" w14:paraId="18713632" w14:textId="77777777" w:rsidTr="006E6BB7">
              <w:tc>
                <w:tcPr>
                  <w:tcW w:w="2507" w:type="dxa"/>
                </w:tcPr>
                <w:p w14:paraId="3F14721A" w14:textId="213B349D" w:rsidR="00101014" w:rsidRPr="00101014" w:rsidRDefault="00101014" w:rsidP="00101014">
                  <w:pPr>
                    <w:pStyle w:val="SIText"/>
                  </w:pPr>
                  <w:r w:rsidRPr="0045619B">
                    <w:t>AHCLPW313</w:t>
                  </w:r>
                </w:p>
              </w:tc>
              <w:tc>
                <w:tcPr>
                  <w:tcW w:w="6817" w:type="dxa"/>
                </w:tcPr>
                <w:p w14:paraId="0E6A2099" w14:textId="775E2F38" w:rsidR="00101014" w:rsidRPr="00101014" w:rsidRDefault="00101014" w:rsidP="00101014">
                  <w:pPr>
                    <w:pStyle w:val="SIText"/>
                  </w:pPr>
                  <w:r w:rsidRPr="0045619B">
                    <w:t>Undertake sampling and testing of water</w:t>
                  </w:r>
                </w:p>
              </w:tc>
            </w:tr>
            <w:tr w:rsidR="00101014" w:rsidRPr="00770664" w14:paraId="6E795CC8" w14:textId="77777777" w:rsidTr="006E6BB7">
              <w:tc>
                <w:tcPr>
                  <w:tcW w:w="2507" w:type="dxa"/>
                </w:tcPr>
                <w:p w14:paraId="255857CF" w14:textId="4AB53D73" w:rsidR="00101014" w:rsidRPr="00101014" w:rsidRDefault="00437C9B" w:rsidP="00101014">
                  <w:pPr>
                    <w:pStyle w:val="SIText"/>
                  </w:pPr>
                  <w:r w:rsidRPr="0045619B">
                    <w:t>AHCLSC3</w:t>
                  </w:r>
                  <w:r>
                    <w:t>18</w:t>
                  </w:r>
                </w:p>
              </w:tc>
              <w:tc>
                <w:tcPr>
                  <w:tcW w:w="6817" w:type="dxa"/>
                </w:tcPr>
                <w:p w14:paraId="492D6B47" w14:textId="6AD4C29E" w:rsidR="00101014" w:rsidRPr="00101014" w:rsidRDefault="00101014" w:rsidP="00101014">
                  <w:pPr>
                    <w:pStyle w:val="SIText"/>
                  </w:pPr>
                  <w:r w:rsidRPr="0045619B">
                    <w:t>Erect timber structures and features</w:t>
                  </w:r>
                </w:p>
              </w:tc>
            </w:tr>
            <w:tr w:rsidR="00101014" w:rsidRPr="00770664" w14:paraId="22B98D3B" w14:textId="77777777" w:rsidTr="006E6BB7">
              <w:tc>
                <w:tcPr>
                  <w:tcW w:w="2507" w:type="dxa"/>
                </w:tcPr>
                <w:p w14:paraId="4132811A" w14:textId="10D342A2" w:rsidR="00101014" w:rsidRPr="00101014" w:rsidRDefault="00101014" w:rsidP="00101014">
                  <w:pPr>
                    <w:pStyle w:val="SIText"/>
                  </w:pPr>
                  <w:r w:rsidRPr="00670046">
                    <w:t>AHCMAR304</w:t>
                  </w:r>
                </w:p>
              </w:tc>
              <w:tc>
                <w:tcPr>
                  <w:tcW w:w="6817" w:type="dxa"/>
                </w:tcPr>
                <w:p w14:paraId="498F8A4D" w14:textId="345A8CAB" w:rsidR="00101014" w:rsidRPr="00101014" w:rsidRDefault="00101014" w:rsidP="00101014">
                  <w:pPr>
                    <w:pStyle w:val="SIText"/>
                  </w:pPr>
                  <w:r w:rsidRPr="00670046">
                    <w:t>Identify and collect marine life</w:t>
                  </w:r>
                </w:p>
              </w:tc>
            </w:tr>
            <w:tr w:rsidR="00101014" w:rsidRPr="00770664" w14:paraId="1047C3E3" w14:textId="77777777" w:rsidTr="006E6BB7">
              <w:tc>
                <w:tcPr>
                  <w:tcW w:w="2507" w:type="dxa"/>
                </w:tcPr>
                <w:p w14:paraId="544F4517" w14:textId="7F84D819" w:rsidR="00101014" w:rsidRPr="00101014" w:rsidRDefault="00101014" w:rsidP="00101014">
                  <w:pPr>
                    <w:pStyle w:val="SIText"/>
                  </w:pPr>
                  <w:r w:rsidRPr="00670046">
                    <w:t>AHCMAR305</w:t>
                  </w:r>
                </w:p>
              </w:tc>
              <w:tc>
                <w:tcPr>
                  <w:tcW w:w="6817" w:type="dxa"/>
                </w:tcPr>
                <w:p w14:paraId="001A6956" w14:textId="08B76AB2" w:rsidR="00101014" w:rsidRPr="00101014" w:rsidRDefault="00101014" w:rsidP="00101014">
                  <w:pPr>
                    <w:pStyle w:val="SIText"/>
                  </w:pPr>
                  <w:r w:rsidRPr="00670046">
                    <w:t>Monitor ocean conditions and marine environmental quality</w:t>
                  </w:r>
                </w:p>
              </w:tc>
            </w:tr>
            <w:tr w:rsidR="00101014" w:rsidRPr="00770664" w14:paraId="1E6731B2" w14:textId="77777777" w:rsidTr="006E6BB7">
              <w:tc>
                <w:tcPr>
                  <w:tcW w:w="2507" w:type="dxa"/>
                </w:tcPr>
                <w:p w14:paraId="5A23B51A" w14:textId="3AB032D1" w:rsidR="00101014" w:rsidRPr="00101014" w:rsidRDefault="00101014" w:rsidP="00101014">
                  <w:pPr>
                    <w:pStyle w:val="SIText"/>
                  </w:pPr>
                  <w:r w:rsidRPr="0045619B">
                    <w:t>AHCMOM305</w:t>
                  </w:r>
                </w:p>
              </w:tc>
              <w:tc>
                <w:tcPr>
                  <w:tcW w:w="6817" w:type="dxa"/>
                </w:tcPr>
                <w:p w14:paraId="26E79C62" w14:textId="149A44FC" w:rsidR="00101014" w:rsidRPr="00101014" w:rsidRDefault="00101014" w:rsidP="00101014">
                  <w:pPr>
                    <w:pStyle w:val="SIText"/>
                  </w:pPr>
                  <w:r w:rsidRPr="0045619B">
                    <w:t>Operate specialised machinery and equipment</w:t>
                  </w:r>
                </w:p>
              </w:tc>
            </w:tr>
            <w:tr w:rsidR="00101014" w:rsidRPr="00770664" w14:paraId="2D979D68" w14:textId="77777777" w:rsidTr="006E6BB7">
              <w:tc>
                <w:tcPr>
                  <w:tcW w:w="2507" w:type="dxa"/>
                </w:tcPr>
                <w:p w14:paraId="4AA47D5A" w14:textId="7D552ED7" w:rsidR="00101014" w:rsidRPr="00101014" w:rsidRDefault="00101014" w:rsidP="00101014">
                  <w:pPr>
                    <w:pStyle w:val="SIText"/>
                  </w:pPr>
                  <w:r w:rsidRPr="0045619B">
                    <w:t>AHCMOM315</w:t>
                  </w:r>
                </w:p>
              </w:tc>
              <w:tc>
                <w:tcPr>
                  <w:tcW w:w="6817" w:type="dxa"/>
                </w:tcPr>
                <w:p w14:paraId="2369D185" w14:textId="47F2F041" w:rsidR="00101014" w:rsidRPr="00101014" w:rsidRDefault="00101014" w:rsidP="00101014">
                  <w:pPr>
                    <w:pStyle w:val="SIText"/>
                  </w:pPr>
                  <w:r w:rsidRPr="0045619B">
                    <w:t>Operate chemical application machinery and equipment</w:t>
                  </w:r>
                </w:p>
              </w:tc>
            </w:tr>
            <w:tr w:rsidR="00101014" w:rsidRPr="00B26FDD" w14:paraId="3C78E699" w14:textId="77777777" w:rsidTr="006E6BB7">
              <w:tc>
                <w:tcPr>
                  <w:tcW w:w="2507" w:type="dxa"/>
                </w:tcPr>
                <w:p w14:paraId="12756449" w14:textId="5AA3F41B" w:rsidR="00101014" w:rsidRPr="00B26FDD" w:rsidRDefault="00101014" w:rsidP="00B26FD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26FDD">
                    <w:rPr>
                      <w:rStyle w:val="SITemporarytext-blue"/>
                      <w:color w:val="auto"/>
                      <w:sz w:val="20"/>
                    </w:rPr>
                    <w:t>AHCPCM303</w:t>
                  </w:r>
                </w:p>
              </w:tc>
              <w:tc>
                <w:tcPr>
                  <w:tcW w:w="6817" w:type="dxa"/>
                </w:tcPr>
                <w:p w14:paraId="3C9508A1" w14:textId="5ED88A2C" w:rsidR="00101014" w:rsidRPr="00B26FDD" w:rsidRDefault="00101014" w:rsidP="00B26FD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26FDD">
                    <w:rPr>
                      <w:rStyle w:val="SITemporarytext-blue"/>
                      <w:color w:val="auto"/>
                      <w:sz w:val="20"/>
                    </w:rPr>
                    <w:t>Identify plant specimens</w:t>
                  </w:r>
                </w:p>
              </w:tc>
            </w:tr>
            <w:tr w:rsidR="00101014" w:rsidRPr="000164E8" w14:paraId="75FE4A39" w14:textId="77777777" w:rsidTr="006E6BB7">
              <w:tc>
                <w:tcPr>
                  <w:tcW w:w="2507" w:type="dxa"/>
                </w:tcPr>
                <w:p w14:paraId="4BC3512D" w14:textId="190AFCA9" w:rsidR="00101014" w:rsidRPr="00101014" w:rsidRDefault="00101014" w:rsidP="00101014">
                  <w:pPr>
                    <w:pStyle w:val="SIText"/>
                    <w:rPr>
                      <w:rStyle w:val="SITemporarytext-blue"/>
                    </w:rPr>
                  </w:pPr>
                  <w:r w:rsidRPr="000164E8">
                    <w:t>AHCPMG301</w:t>
                  </w:r>
                </w:p>
              </w:tc>
              <w:tc>
                <w:tcPr>
                  <w:tcW w:w="6817" w:type="dxa"/>
                </w:tcPr>
                <w:p w14:paraId="1F0DF860" w14:textId="558BB124" w:rsidR="00101014" w:rsidRPr="00101014" w:rsidRDefault="00101014" w:rsidP="00101014">
                  <w:pPr>
                    <w:pStyle w:val="SIText"/>
                    <w:rPr>
                      <w:rStyle w:val="SITemporarytext-blue"/>
                    </w:rPr>
                  </w:pPr>
                  <w:r w:rsidRPr="000164E8">
                    <w:t xml:space="preserve">Control weeds </w:t>
                  </w:r>
                </w:p>
              </w:tc>
            </w:tr>
            <w:tr w:rsidR="00101014" w:rsidRPr="000164E8" w14:paraId="46B46F35" w14:textId="77777777" w:rsidTr="006E6BB7">
              <w:tc>
                <w:tcPr>
                  <w:tcW w:w="2507" w:type="dxa"/>
                </w:tcPr>
                <w:p w14:paraId="42A84797" w14:textId="6B17926F" w:rsidR="00101014" w:rsidRPr="00101014" w:rsidRDefault="00101014" w:rsidP="00101014">
                  <w:pPr>
                    <w:pStyle w:val="SIText"/>
                    <w:rPr>
                      <w:rStyle w:val="SITemporarytext-blue"/>
                    </w:rPr>
                  </w:pPr>
                  <w:r w:rsidRPr="000164E8">
                    <w:t>AHCPMG302</w:t>
                  </w:r>
                </w:p>
              </w:tc>
              <w:tc>
                <w:tcPr>
                  <w:tcW w:w="6817" w:type="dxa"/>
                </w:tcPr>
                <w:p w14:paraId="4CCF45C5" w14:textId="02599CCC" w:rsidR="00101014" w:rsidRPr="00101014" w:rsidRDefault="00101014" w:rsidP="00101014">
                  <w:pPr>
                    <w:pStyle w:val="SIText"/>
                    <w:rPr>
                      <w:rStyle w:val="SITemporarytext-blue"/>
                    </w:rPr>
                  </w:pPr>
                  <w:r w:rsidRPr="000164E8">
                    <w:t>Control plant pests, diseases and disorders</w:t>
                  </w:r>
                </w:p>
              </w:tc>
            </w:tr>
            <w:tr w:rsidR="00101014" w:rsidRPr="000164E8" w14:paraId="03C194BF" w14:textId="77777777" w:rsidTr="006E6BB7">
              <w:tc>
                <w:tcPr>
                  <w:tcW w:w="2507" w:type="dxa"/>
                </w:tcPr>
                <w:p w14:paraId="56E26F84" w14:textId="42E0E3F3" w:rsidR="00101014" w:rsidRPr="00101014" w:rsidRDefault="00101014" w:rsidP="00101014">
                  <w:pPr>
                    <w:pStyle w:val="SIText"/>
                    <w:rPr>
                      <w:rStyle w:val="SITemporarytext-blue"/>
                    </w:rPr>
                  </w:pPr>
                  <w:r w:rsidRPr="000164E8">
                    <w:t>AHCPMG305</w:t>
                  </w:r>
                </w:p>
              </w:tc>
              <w:tc>
                <w:tcPr>
                  <w:tcW w:w="6817" w:type="dxa"/>
                </w:tcPr>
                <w:p w14:paraId="47DCFC23" w14:textId="4895B0B4" w:rsidR="00101014" w:rsidRPr="00101014" w:rsidRDefault="00101014" w:rsidP="00101014">
                  <w:pPr>
                    <w:pStyle w:val="SIText"/>
                    <w:rPr>
                      <w:rStyle w:val="SITemporarytext-blue"/>
                    </w:rPr>
                  </w:pPr>
                  <w:r w:rsidRPr="000164E8">
                    <w:t>Survey pests</w:t>
                  </w:r>
                </w:p>
              </w:tc>
            </w:tr>
            <w:tr w:rsidR="00101014" w:rsidRPr="000164E8" w14:paraId="7CF89571" w14:textId="77777777" w:rsidTr="006E6BB7">
              <w:tc>
                <w:tcPr>
                  <w:tcW w:w="2507" w:type="dxa"/>
                </w:tcPr>
                <w:p w14:paraId="0516FF6D" w14:textId="31A8C88D" w:rsidR="00101014" w:rsidRPr="00101014" w:rsidRDefault="00101014" w:rsidP="00101014">
                  <w:pPr>
                    <w:pStyle w:val="SIText"/>
                    <w:rPr>
                      <w:rStyle w:val="SITemporarytext-blue"/>
                    </w:rPr>
                  </w:pPr>
                  <w:r w:rsidRPr="000164E8">
                    <w:t>AHCPMG307</w:t>
                  </w:r>
                </w:p>
              </w:tc>
              <w:tc>
                <w:tcPr>
                  <w:tcW w:w="6817" w:type="dxa"/>
                </w:tcPr>
                <w:p w14:paraId="5E51A375" w14:textId="332296ED" w:rsidR="00101014" w:rsidRPr="00101014" w:rsidRDefault="00101014" w:rsidP="00101014">
                  <w:pPr>
                    <w:pStyle w:val="SIText"/>
                    <w:rPr>
                      <w:rStyle w:val="SITemporarytext-blue"/>
                    </w:rPr>
                  </w:pPr>
                  <w:r w:rsidRPr="000164E8">
                    <w:t>Apply animal trapping techniques</w:t>
                  </w:r>
                </w:p>
              </w:tc>
            </w:tr>
            <w:tr w:rsidR="00101014" w:rsidRPr="000164E8" w14:paraId="2457F7BA" w14:textId="77777777" w:rsidTr="006E6BB7">
              <w:tc>
                <w:tcPr>
                  <w:tcW w:w="2507" w:type="dxa"/>
                </w:tcPr>
                <w:p w14:paraId="530A9ED9" w14:textId="5104C36F" w:rsidR="00101014" w:rsidRPr="00101014" w:rsidRDefault="00101014" w:rsidP="00101014">
                  <w:pPr>
                    <w:pStyle w:val="SIText"/>
                    <w:rPr>
                      <w:rStyle w:val="SITemporarytext-blue"/>
                    </w:rPr>
                  </w:pPr>
                  <w:r w:rsidRPr="000164E8">
                    <w:t>AHCPMG308</w:t>
                  </w:r>
                </w:p>
              </w:tc>
              <w:tc>
                <w:tcPr>
                  <w:tcW w:w="6817" w:type="dxa"/>
                </w:tcPr>
                <w:p w14:paraId="597CD082" w14:textId="3ECA6226" w:rsidR="00101014" w:rsidRPr="00101014" w:rsidRDefault="00101014" w:rsidP="00101014">
                  <w:pPr>
                    <w:pStyle w:val="SIText"/>
                    <w:rPr>
                      <w:rStyle w:val="SITemporarytext-blue"/>
                    </w:rPr>
                  </w:pPr>
                  <w:r w:rsidRPr="000164E8">
                    <w:t>Implement pest management strategies</w:t>
                  </w:r>
                </w:p>
              </w:tc>
            </w:tr>
            <w:tr w:rsidR="00101014" w:rsidRPr="000164E8" w14:paraId="081C2772" w14:textId="77777777" w:rsidTr="006E6BB7">
              <w:tc>
                <w:tcPr>
                  <w:tcW w:w="2507" w:type="dxa"/>
                </w:tcPr>
                <w:p w14:paraId="2C808E55" w14:textId="5040D067" w:rsidR="00101014" w:rsidRPr="00101014" w:rsidRDefault="00101014" w:rsidP="00101014">
                  <w:pPr>
                    <w:pStyle w:val="SIText"/>
                    <w:rPr>
                      <w:rStyle w:val="SITemporarytext-blue"/>
                    </w:rPr>
                  </w:pPr>
                  <w:r w:rsidRPr="000164E8">
                    <w:t>AHCWRK3</w:t>
                  </w:r>
                  <w:r w:rsidRPr="00101014">
                    <w:t>15</w:t>
                  </w:r>
                </w:p>
              </w:tc>
              <w:tc>
                <w:tcPr>
                  <w:tcW w:w="6817" w:type="dxa"/>
                </w:tcPr>
                <w:p w14:paraId="5AE1162A" w14:textId="4A198F13" w:rsidR="00101014" w:rsidRPr="00101014" w:rsidRDefault="00101014" w:rsidP="00101014">
                  <w:pPr>
                    <w:pStyle w:val="SIText"/>
                    <w:rPr>
                      <w:rStyle w:val="SITemporarytext-blue"/>
                    </w:rPr>
                  </w:pPr>
                  <w:r w:rsidRPr="000164E8">
                    <w:t>Respond to emergencies</w:t>
                  </w:r>
                </w:p>
              </w:tc>
            </w:tr>
            <w:tr w:rsidR="00101014" w:rsidRPr="000164E8" w14:paraId="0B6EE7D0" w14:textId="77777777" w:rsidTr="006E6BB7">
              <w:tc>
                <w:tcPr>
                  <w:tcW w:w="2507" w:type="dxa"/>
                </w:tcPr>
                <w:p w14:paraId="677193F3" w14:textId="6187DD4D" w:rsidR="00101014" w:rsidRPr="00101014" w:rsidRDefault="00101014" w:rsidP="00101014">
                  <w:pPr>
                    <w:pStyle w:val="SIText"/>
                    <w:rPr>
                      <w:rStyle w:val="SITemporarytext-blue"/>
                    </w:rPr>
                  </w:pPr>
                  <w:r w:rsidRPr="000164E8">
                    <w:t>AHCWRK3</w:t>
                  </w:r>
                  <w:r w:rsidRPr="00101014">
                    <w:t>16</w:t>
                  </w:r>
                </w:p>
              </w:tc>
              <w:tc>
                <w:tcPr>
                  <w:tcW w:w="6817" w:type="dxa"/>
                </w:tcPr>
                <w:p w14:paraId="0B45AF9E" w14:textId="0277357E" w:rsidR="00101014" w:rsidRPr="00101014" w:rsidRDefault="00101014" w:rsidP="00101014">
                  <w:pPr>
                    <w:pStyle w:val="SIText"/>
                    <w:rPr>
                      <w:rStyle w:val="SITemporarytext-blue"/>
                    </w:rPr>
                  </w:pPr>
                  <w:r w:rsidRPr="000164E8">
                    <w:t xml:space="preserve">Respond to rescue </w:t>
                  </w:r>
                  <w:r w:rsidRPr="00101014">
                    <w:t>incidents</w:t>
                  </w:r>
                </w:p>
              </w:tc>
            </w:tr>
            <w:tr w:rsidR="00101014" w:rsidRPr="000164E8" w14:paraId="10A7BE99" w14:textId="77777777" w:rsidTr="006E6BB7">
              <w:tc>
                <w:tcPr>
                  <w:tcW w:w="2507" w:type="dxa"/>
                </w:tcPr>
                <w:p w14:paraId="7157896A" w14:textId="3441C3AA" w:rsidR="00101014" w:rsidRPr="00101014" w:rsidRDefault="00101014" w:rsidP="00101014">
                  <w:pPr>
                    <w:pStyle w:val="SIText"/>
                    <w:rPr>
                      <w:rStyle w:val="SITemporarytext-blue"/>
                    </w:rPr>
                  </w:pPr>
                  <w:r w:rsidRPr="000164E8">
                    <w:t>AHCWRK3</w:t>
                  </w:r>
                  <w:r w:rsidRPr="00101014">
                    <w:t>17</w:t>
                  </w:r>
                </w:p>
              </w:tc>
              <w:tc>
                <w:tcPr>
                  <w:tcW w:w="6817" w:type="dxa"/>
                </w:tcPr>
                <w:p w14:paraId="463F979A" w14:textId="216FF20C" w:rsidR="00101014" w:rsidRPr="00101014" w:rsidRDefault="00101014" w:rsidP="00101014">
                  <w:pPr>
                    <w:pStyle w:val="SIText"/>
                    <w:rPr>
                      <w:rStyle w:val="SITemporarytext-blue"/>
                    </w:rPr>
                  </w:pPr>
                  <w:r w:rsidRPr="000164E8">
                    <w:t>Coordinate work site activities</w:t>
                  </w:r>
                </w:p>
              </w:tc>
            </w:tr>
            <w:tr w:rsidR="00101014" w:rsidRPr="000164E8" w14:paraId="3A67DC7C" w14:textId="77777777" w:rsidTr="006E6BB7">
              <w:tc>
                <w:tcPr>
                  <w:tcW w:w="2507" w:type="dxa"/>
                </w:tcPr>
                <w:p w14:paraId="1FB15ADC" w14:textId="380B3CEC" w:rsidR="00101014" w:rsidRPr="00101014" w:rsidRDefault="00101014" w:rsidP="00101014">
                  <w:pPr>
                    <w:pStyle w:val="SIText"/>
                    <w:rPr>
                      <w:rStyle w:val="SITemporarytext-blue"/>
                    </w:rPr>
                  </w:pPr>
                  <w:r w:rsidRPr="000164E8">
                    <w:t>BSBTEC301</w:t>
                  </w:r>
                </w:p>
              </w:tc>
              <w:tc>
                <w:tcPr>
                  <w:tcW w:w="6817" w:type="dxa"/>
                </w:tcPr>
                <w:p w14:paraId="71F76197" w14:textId="222CFB55" w:rsidR="00101014" w:rsidRPr="00101014" w:rsidRDefault="00101014" w:rsidP="00101014">
                  <w:pPr>
                    <w:pStyle w:val="SIText"/>
                    <w:rPr>
                      <w:rStyle w:val="SITemporarytext-blue"/>
                    </w:rPr>
                  </w:pPr>
                  <w:r w:rsidRPr="000164E8">
                    <w:t xml:space="preserve">Design and produce business documents </w:t>
                  </w:r>
                </w:p>
              </w:tc>
            </w:tr>
            <w:tr w:rsidR="00101014" w:rsidRPr="00770664" w14:paraId="0A23AC94" w14:textId="77777777" w:rsidTr="006E6BB7">
              <w:tc>
                <w:tcPr>
                  <w:tcW w:w="2507" w:type="dxa"/>
                </w:tcPr>
                <w:p w14:paraId="27E8D4C0" w14:textId="1A517227" w:rsidR="00101014" w:rsidRPr="00101014" w:rsidRDefault="00101014" w:rsidP="00101014">
                  <w:pPr>
                    <w:pStyle w:val="SIText"/>
                  </w:pPr>
                  <w:r w:rsidRPr="006E3B3D">
                    <w:t>FBPBSH201</w:t>
                  </w:r>
                </w:p>
              </w:tc>
              <w:tc>
                <w:tcPr>
                  <w:tcW w:w="6817" w:type="dxa"/>
                </w:tcPr>
                <w:p w14:paraId="2A368F49" w14:textId="4195127E" w:rsidR="00101014" w:rsidRPr="00101014" w:rsidRDefault="00101014" w:rsidP="00101014">
                  <w:pPr>
                    <w:pStyle w:val="SIText"/>
                  </w:pPr>
                  <w:r w:rsidRPr="006E3B3D">
                    <w:t>Participate in wild harvesting of native plants for food processing</w:t>
                  </w:r>
                </w:p>
              </w:tc>
            </w:tr>
            <w:tr w:rsidR="00101014" w:rsidRPr="00770664" w14:paraId="58E0C696" w14:textId="77777777" w:rsidTr="006E6BB7">
              <w:tc>
                <w:tcPr>
                  <w:tcW w:w="2507" w:type="dxa"/>
                </w:tcPr>
                <w:p w14:paraId="6A7618AA" w14:textId="66CA7C13" w:rsidR="00101014" w:rsidRPr="00101014" w:rsidRDefault="00101014" w:rsidP="00101014">
                  <w:pPr>
                    <w:pStyle w:val="SIText"/>
                  </w:pPr>
                  <w:r>
                    <w:lastRenderedPageBreak/>
                    <w:t>FWPCOT</w:t>
                  </w:r>
                  <w:r w:rsidRPr="00101014">
                    <w:t>2254</w:t>
                  </w:r>
                </w:p>
              </w:tc>
              <w:tc>
                <w:tcPr>
                  <w:tcW w:w="6817" w:type="dxa"/>
                </w:tcPr>
                <w:p w14:paraId="4F9D194F" w14:textId="37C829B6" w:rsidR="00101014" w:rsidRPr="00101014" w:rsidRDefault="00101014" w:rsidP="00101014">
                  <w:pPr>
                    <w:pStyle w:val="SIText"/>
                  </w:pPr>
                  <w:r>
                    <w:t>Maintain chainsaws</w:t>
                  </w:r>
                </w:p>
              </w:tc>
            </w:tr>
            <w:tr w:rsidR="00101014" w:rsidRPr="00770664" w14:paraId="44CF0479" w14:textId="77777777" w:rsidTr="006E6BB7">
              <w:tc>
                <w:tcPr>
                  <w:tcW w:w="2507" w:type="dxa"/>
                </w:tcPr>
                <w:p w14:paraId="1966A174" w14:textId="2C40EAEA" w:rsidR="00101014" w:rsidRPr="00101014" w:rsidRDefault="00101014" w:rsidP="00101014">
                  <w:pPr>
                    <w:pStyle w:val="SIText"/>
                  </w:pPr>
                  <w:r w:rsidRPr="008069FB">
                    <w:t>FWPCOT2256</w:t>
                  </w:r>
                </w:p>
              </w:tc>
              <w:tc>
                <w:tcPr>
                  <w:tcW w:w="6817" w:type="dxa"/>
                </w:tcPr>
                <w:p w14:paraId="114CA7D3" w14:textId="5528AAC2" w:rsidR="00101014" w:rsidRPr="00101014" w:rsidRDefault="00101014" w:rsidP="00101014">
                  <w:pPr>
                    <w:pStyle w:val="SIText"/>
                  </w:pPr>
                  <w:r w:rsidRPr="008069FB">
                    <w:t>Trim and cut felled trees</w:t>
                  </w:r>
                </w:p>
              </w:tc>
            </w:tr>
            <w:tr w:rsidR="00101014" w:rsidRPr="00770664" w14:paraId="1F230B1E" w14:textId="77777777" w:rsidTr="006E6BB7">
              <w:tc>
                <w:tcPr>
                  <w:tcW w:w="2507" w:type="dxa"/>
                </w:tcPr>
                <w:p w14:paraId="66AAFE29" w14:textId="56E01AFC" w:rsidR="00101014" w:rsidRPr="00101014" w:rsidRDefault="00101014" w:rsidP="00101014">
                  <w:pPr>
                    <w:pStyle w:val="SIText"/>
                  </w:pPr>
                  <w:r w:rsidRPr="006E3B3D">
                    <w:t>FWPCOT3325</w:t>
                  </w:r>
                </w:p>
              </w:tc>
              <w:tc>
                <w:tcPr>
                  <w:tcW w:w="6817" w:type="dxa"/>
                </w:tcPr>
                <w:p w14:paraId="48E548B4" w14:textId="260353E6" w:rsidR="00101014" w:rsidRPr="00101014" w:rsidRDefault="00101014" w:rsidP="00101014">
                  <w:pPr>
                    <w:pStyle w:val="SIText"/>
                  </w:pPr>
                  <w:r w:rsidRPr="0045619B">
                    <w:t xml:space="preserve">Operate four </w:t>
                  </w:r>
                  <w:r w:rsidRPr="00101014">
                    <w:t xml:space="preserve">wheel drive </w:t>
                  </w:r>
                  <w:r w:rsidR="00437C9B">
                    <w:t xml:space="preserve">vehicle </w:t>
                  </w:r>
                  <w:r w:rsidRPr="00101014">
                    <w:t>on unsealed roads</w:t>
                  </w:r>
                </w:p>
              </w:tc>
            </w:tr>
            <w:tr w:rsidR="006E6BB7" w:rsidRPr="00770664" w14:paraId="3DF8973F" w14:textId="77777777" w:rsidTr="006E6BB7">
              <w:tc>
                <w:tcPr>
                  <w:tcW w:w="2507" w:type="dxa"/>
                </w:tcPr>
                <w:p w14:paraId="18F65518" w14:textId="26BBEEC9" w:rsidR="006E6BB7" w:rsidRPr="006E3B3D" w:rsidRDefault="006E6BB7" w:rsidP="00101014">
                  <w:pPr>
                    <w:pStyle w:val="SIText"/>
                  </w:pPr>
                  <w:r w:rsidRPr="006E6BB7">
                    <w:t>HLTAID011</w:t>
                  </w:r>
                </w:p>
              </w:tc>
              <w:tc>
                <w:tcPr>
                  <w:tcW w:w="6817" w:type="dxa"/>
                </w:tcPr>
                <w:p w14:paraId="3D2B3763" w14:textId="048359C6" w:rsidR="006E6BB7" w:rsidRPr="0045619B" w:rsidRDefault="006E6BB7">
                  <w:pPr>
                    <w:pStyle w:val="SIText"/>
                  </w:pPr>
                  <w:r w:rsidRPr="006E6BB7">
                    <w:t>Provide First Aid</w:t>
                  </w:r>
                </w:p>
              </w:tc>
            </w:tr>
            <w:tr w:rsidR="00101014" w:rsidRPr="00770664" w14:paraId="56F5A6BD" w14:textId="77777777" w:rsidTr="006E6BB7">
              <w:tc>
                <w:tcPr>
                  <w:tcW w:w="2507" w:type="dxa"/>
                </w:tcPr>
                <w:p w14:paraId="1E6E3CB1" w14:textId="77777777" w:rsidR="00101014" w:rsidRPr="00101014" w:rsidRDefault="00101014" w:rsidP="00101014">
                  <w:pPr>
                    <w:pStyle w:val="SIText"/>
                  </w:pPr>
                  <w:r w:rsidRPr="00E77C4C">
                    <w:t xml:space="preserve">HLTAID013 </w:t>
                  </w:r>
                </w:p>
              </w:tc>
              <w:tc>
                <w:tcPr>
                  <w:tcW w:w="6817" w:type="dxa"/>
                </w:tcPr>
                <w:p w14:paraId="061B0E06" w14:textId="77777777" w:rsidR="00101014" w:rsidRPr="00101014" w:rsidRDefault="00101014" w:rsidP="00101014">
                  <w:pPr>
                    <w:pStyle w:val="SIText"/>
                  </w:pPr>
                  <w:r w:rsidRPr="00E77C4C">
                    <w:t xml:space="preserve">Provide First Aid in remote or isolated site </w:t>
                  </w:r>
                </w:p>
              </w:tc>
            </w:tr>
            <w:tr w:rsidR="006E6BB7" w:rsidRPr="00770664" w14:paraId="368F6774" w14:textId="77777777" w:rsidTr="006E6BB7">
              <w:tc>
                <w:tcPr>
                  <w:tcW w:w="2507" w:type="dxa"/>
                </w:tcPr>
                <w:p w14:paraId="7359A343" w14:textId="2E372B2B" w:rsidR="006E6BB7" w:rsidRPr="00E77C4C" w:rsidRDefault="006E6BB7" w:rsidP="006E6BB7">
                  <w:pPr>
                    <w:pStyle w:val="SIText"/>
                  </w:pPr>
                  <w:r w:rsidRPr="006E6BB7">
                    <w:t>HLTAID015 *</w:t>
                  </w:r>
                </w:p>
              </w:tc>
              <w:tc>
                <w:tcPr>
                  <w:tcW w:w="6817" w:type="dxa"/>
                </w:tcPr>
                <w:p w14:paraId="50D92C90" w14:textId="74D1C31D" w:rsidR="006E6BB7" w:rsidRPr="00E77C4C" w:rsidRDefault="006E6BB7" w:rsidP="006E6BB7">
                  <w:pPr>
                    <w:pStyle w:val="SIText"/>
                  </w:pPr>
                  <w:r w:rsidRPr="006E6BB7">
                    <w:t>Provide advanced resuscitation and oxygen therapy</w:t>
                  </w:r>
                </w:p>
              </w:tc>
            </w:tr>
            <w:tr w:rsidR="006E6BB7" w:rsidRPr="00770664" w14:paraId="27463CE4" w14:textId="77777777" w:rsidTr="006E6BB7">
              <w:tc>
                <w:tcPr>
                  <w:tcW w:w="2507" w:type="dxa"/>
                </w:tcPr>
                <w:p w14:paraId="7BDB886F" w14:textId="34887B2F" w:rsidR="006E6BB7" w:rsidRPr="006E6BB7" w:rsidRDefault="006E6BB7" w:rsidP="006E6BB7">
                  <w:pPr>
                    <w:pStyle w:val="SIText"/>
                  </w:pPr>
                  <w:r w:rsidRPr="000164E8">
                    <w:t>HLTPOP032</w:t>
                  </w:r>
                </w:p>
              </w:tc>
              <w:tc>
                <w:tcPr>
                  <w:tcW w:w="6817" w:type="dxa"/>
                </w:tcPr>
                <w:p w14:paraId="300E14F1" w14:textId="2B7FE206" w:rsidR="006E6BB7" w:rsidRPr="006E6BB7" w:rsidRDefault="006E6BB7" w:rsidP="006E6BB7">
                  <w:pPr>
                    <w:pStyle w:val="SIText"/>
                  </w:pPr>
                  <w:r w:rsidRPr="000164E8">
                    <w:t>Monitor and maintain dog health in the community</w:t>
                  </w:r>
                </w:p>
              </w:tc>
            </w:tr>
            <w:tr w:rsidR="006E6BB7" w:rsidRPr="000164E8" w14:paraId="226F1EF9" w14:textId="77777777" w:rsidTr="006E6BB7">
              <w:tc>
                <w:tcPr>
                  <w:tcW w:w="2507" w:type="dxa"/>
                </w:tcPr>
                <w:p w14:paraId="2EC89BD7" w14:textId="5B5F9036" w:rsidR="006E6BB7" w:rsidRPr="009437F9" w:rsidRDefault="006E6BB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437F9">
                    <w:t>PUAFIR204 *</w:t>
                  </w:r>
                </w:p>
              </w:tc>
              <w:tc>
                <w:tcPr>
                  <w:tcW w:w="6817" w:type="dxa"/>
                </w:tcPr>
                <w:p w14:paraId="610F48F7" w14:textId="5AE02EE2" w:rsidR="006E6BB7" w:rsidRPr="009437F9" w:rsidRDefault="006E6BB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437F9">
                    <w:t>Respond to wildfire</w:t>
                  </w:r>
                </w:p>
              </w:tc>
            </w:tr>
            <w:tr w:rsidR="006E6BB7" w:rsidRPr="00B26FDD" w14:paraId="1853FF19" w14:textId="77777777" w:rsidTr="006E6BB7">
              <w:tc>
                <w:tcPr>
                  <w:tcW w:w="2507" w:type="dxa"/>
                </w:tcPr>
                <w:p w14:paraId="20E2C2D5" w14:textId="2C6B8E96" w:rsidR="006E6BB7" w:rsidRPr="009437F9" w:rsidRDefault="006E6BB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437F9">
                    <w:rPr>
                      <w:rStyle w:val="SITemporarytext-blue"/>
                      <w:color w:val="auto"/>
                      <w:sz w:val="20"/>
                    </w:rPr>
                    <w:t xml:space="preserve">PUAFIR210 </w:t>
                  </w:r>
                </w:p>
              </w:tc>
              <w:tc>
                <w:tcPr>
                  <w:tcW w:w="6817" w:type="dxa"/>
                </w:tcPr>
                <w:p w14:paraId="36593BB2" w14:textId="3549D846" w:rsidR="006E6BB7" w:rsidRPr="009437F9" w:rsidRDefault="006E6BB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437F9">
                    <w:rPr>
                      <w:rStyle w:val="SITemporarytext-blue"/>
                      <w:color w:val="auto"/>
                      <w:sz w:val="20"/>
                    </w:rPr>
                    <w:t>Prevent injury</w:t>
                  </w:r>
                </w:p>
              </w:tc>
            </w:tr>
            <w:tr w:rsidR="006E6BB7" w:rsidRPr="005C7EA8" w14:paraId="342C5D59" w14:textId="77777777" w:rsidTr="006E6BB7">
              <w:tc>
                <w:tcPr>
                  <w:tcW w:w="2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D131F1" w14:textId="7C2C5DED" w:rsidR="006E6BB7" w:rsidRPr="006E6BB7" w:rsidRDefault="006E6BB7" w:rsidP="006E6BB7">
                  <w:pPr>
                    <w:pStyle w:val="SIText"/>
                  </w:pPr>
                  <w:r w:rsidRPr="00E77C4C">
                    <w:t>PUAFIR303</w:t>
                  </w:r>
                  <w:r w:rsidRPr="006E6BB7">
                    <w:t xml:space="preserve"> *</w:t>
                  </w:r>
                </w:p>
              </w:tc>
              <w:tc>
                <w:tcPr>
                  <w:tcW w:w="6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75D9AC" w14:textId="77777777" w:rsidR="006E6BB7" w:rsidRPr="006E6BB7" w:rsidRDefault="006E6BB7" w:rsidP="006E6BB7">
                  <w:pPr>
                    <w:pStyle w:val="SIText"/>
                  </w:pPr>
                  <w:r w:rsidRPr="00E77C4C">
                    <w:t xml:space="preserve">Suppress </w:t>
                  </w:r>
                  <w:r w:rsidRPr="006E6BB7">
                    <w:t>wildfire</w:t>
                  </w:r>
                </w:p>
              </w:tc>
            </w:tr>
            <w:tr w:rsidR="006E6BB7" w:rsidRPr="005C7EA8" w14:paraId="5A077A08" w14:textId="77777777" w:rsidTr="006E6BB7">
              <w:tc>
                <w:tcPr>
                  <w:tcW w:w="2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A5A38B" w14:textId="070457B1" w:rsidR="006E6BB7" w:rsidRPr="00E77C4C" w:rsidRDefault="006E6BB7" w:rsidP="006E6BB7">
                  <w:pPr>
                    <w:pStyle w:val="SIText"/>
                  </w:pPr>
                  <w:r w:rsidRPr="006E6BB7">
                    <w:t>SISOSCB001</w:t>
                  </w:r>
                </w:p>
              </w:tc>
              <w:tc>
                <w:tcPr>
                  <w:tcW w:w="6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7FC723" w14:textId="349628FA" w:rsidR="006E6BB7" w:rsidRPr="00E77C4C" w:rsidRDefault="006E6BB7">
                  <w:pPr>
                    <w:pStyle w:val="SIText"/>
                  </w:pPr>
                  <w:r w:rsidRPr="006E6BB7">
                    <w:t>SCUBA dive in open water to a maximum depth of 18 metres</w:t>
                  </w:r>
                </w:p>
              </w:tc>
            </w:tr>
            <w:tr w:rsidR="006E6BB7" w:rsidRPr="005C7EA8" w14:paraId="00090255" w14:textId="77777777" w:rsidTr="006E6BB7">
              <w:tc>
                <w:tcPr>
                  <w:tcW w:w="2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A1EE8F" w14:textId="622BC1B9" w:rsidR="006E6BB7" w:rsidRPr="00E77C4C" w:rsidRDefault="006E6BB7" w:rsidP="006E6BB7">
                  <w:pPr>
                    <w:pStyle w:val="SIText"/>
                  </w:pPr>
                  <w:r w:rsidRPr="006E6BB7">
                    <w:t>SISOSCB006 *</w:t>
                  </w:r>
                </w:p>
              </w:tc>
              <w:tc>
                <w:tcPr>
                  <w:tcW w:w="6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9A9EF" w14:textId="674521BA" w:rsidR="006E6BB7" w:rsidRPr="00E77C4C" w:rsidRDefault="006E6BB7" w:rsidP="006E6BB7">
                  <w:pPr>
                    <w:pStyle w:val="SIText"/>
                  </w:pPr>
                  <w:r w:rsidRPr="006E6BB7">
                    <w:t>Perform diver rescues</w:t>
                  </w:r>
                </w:p>
              </w:tc>
            </w:tr>
            <w:tr w:rsidR="006E6BB7" w:rsidRPr="005C7EA8" w14:paraId="5E9DD7C2" w14:textId="77777777" w:rsidTr="006E6BB7">
              <w:tc>
                <w:tcPr>
                  <w:tcW w:w="2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E63D26" w14:textId="3FDCA94F" w:rsidR="006E6BB7" w:rsidRPr="006E6BB7" w:rsidRDefault="006E6BB7" w:rsidP="006E6BB7">
                  <w:pPr>
                    <w:pStyle w:val="SIText"/>
                  </w:pPr>
                  <w:r w:rsidRPr="00770664">
                    <w:t>SITTGDE0</w:t>
                  </w:r>
                  <w:r w:rsidRPr="006E6BB7">
                    <w:t>13</w:t>
                  </w:r>
                </w:p>
              </w:tc>
              <w:tc>
                <w:tcPr>
                  <w:tcW w:w="6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C4AFEC" w14:textId="4A32BB70" w:rsidR="006E6BB7" w:rsidRPr="006E6BB7" w:rsidRDefault="006E6BB7" w:rsidP="006E6BB7">
                  <w:pPr>
                    <w:pStyle w:val="SIText"/>
                  </w:pPr>
                  <w:r w:rsidRPr="00770664">
                    <w:t xml:space="preserve">Interpret aspects of local </w:t>
                  </w:r>
                  <w:r w:rsidRPr="006E6BB7">
                    <w:t>Australian Indigenous culture</w:t>
                  </w:r>
                </w:p>
              </w:tc>
            </w:tr>
            <w:tr w:rsidR="006E6BB7" w:rsidRPr="005C7EA8" w14:paraId="1F6C72A1" w14:textId="77777777" w:rsidTr="006E6BB7">
              <w:tc>
                <w:tcPr>
                  <w:tcW w:w="2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52C29" w14:textId="1026180A" w:rsidR="006E6BB7" w:rsidRPr="006E6BB7" w:rsidRDefault="006E6BB7" w:rsidP="006E6BB7">
                  <w:pPr>
                    <w:pStyle w:val="SIText"/>
                  </w:pPr>
                  <w:r w:rsidRPr="00770664">
                    <w:t>SITTGDE0</w:t>
                  </w:r>
                  <w:r w:rsidRPr="006E6BB7">
                    <w:t>14</w:t>
                  </w:r>
                </w:p>
              </w:tc>
              <w:tc>
                <w:tcPr>
                  <w:tcW w:w="6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1BE6A7" w14:textId="13A15311" w:rsidR="006E6BB7" w:rsidRPr="006E6BB7" w:rsidRDefault="006E6BB7" w:rsidP="006E6BB7">
                  <w:pPr>
                    <w:pStyle w:val="SIText"/>
                  </w:pPr>
                  <w:r w:rsidRPr="00770664">
                    <w:t>Work as a guide</w:t>
                  </w:r>
                </w:p>
              </w:tc>
            </w:tr>
          </w:tbl>
          <w:p w14:paraId="0A2C0B09" w14:textId="7423DF18" w:rsidR="00E77C4C" w:rsidRDefault="00E77C4C" w:rsidP="00E77C4C">
            <w:pPr>
              <w:pStyle w:val="SIText-Bold"/>
            </w:pPr>
          </w:p>
          <w:p w14:paraId="0D9DC74A" w14:textId="77777777" w:rsidR="004270D2" w:rsidRPr="00205F8D" w:rsidRDefault="004270D2" w:rsidP="00205F8D">
            <w:pPr>
              <w:pStyle w:val="SITextHeading2"/>
            </w:pPr>
            <w:r w:rsidRPr="004D2710">
              <w:t>Prerequisite requirements</w:t>
            </w:r>
          </w:p>
          <w:p w14:paraId="0C715473" w14:textId="72485278" w:rsidR="004270D2" w:rsidRDefault="003B5C1F" w:rsidP="00431A44">
            <w:pPr>
              <w:pStyle w:val="SIText"/>
            </w:pPr>
            <w:r w:rsidRPr="003B5C1F">
              <w:t>Units listed in the Prerequisite requirement column that have their own prerequisite requirements are shown with an asterisk (*)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14:paraId="2D37A642" w14:textId="77777777" w:rsidTr="008069FB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C184EF" w14:textId="77777777" w:rsidR="004270D2" w:rsidRPr="00205F8D" w:rsidRDefault="004270D2" w:rsidP="00205F8D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15B7C5" w14:textId="77777777" w:rsidR="004270D2" w:rsidRPr="00205F8D" w:rsidRDefault="004270D2" w:rsidP="00205F8D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390673" w14:paraId="35626D56" w14:textId="77777777" w:rsidTr="00390673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BEC3F4" w14:textId="0106CC02" w:rsidR="00390673" w:rsidRPr="004D2710" w:rsidRDefault="00041CA9" w:rsidP="002F6504">
                  <w:pPr>
                    <w:pStyle w:val="SIText"/>
                  </w:pPr>
                  <w:r>
                    <w:t>AHCCSW302</w:t>
                  </w:r>
                  <w:r w:rsidR="00390673" w:rsidRPr="00390673">
                    <w:t xml:space="preserve"> Relate Aboriginal and/or Torres Strait Islander culture to sites 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7025AF" w14:textId="7CCD19CD" w:rsidR="00390673" w:rsidRPr="004D2710" w:rsidRDefault="00041CA9" w:rsidP="002F6504">
                  <w:pPr>
                    <w:pStyle w:val="SIText"/>
                  </w:pPr>
                  <w:r>
                    <w:t>AHCOCM303</w:t>
                  </w:r>
                  <w:r w:rsidR="00390673" w:rsidRPr="00390673">
                    <w:t xml:space="preserve"> Follow Aboriginal and/or Torres Strait Islander cultural protocol</w:t>
                  </w:r>
                </w:p>
              </w:tc>
            </w:tr>
            <w:tr w:rsidR="00437C9B" w14:paraId="23A32ACE" w14:textId="77777777" w:rsidTr="00390673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4C982" w14:textId="48645824" w:rsidR="00437C9B" w:rsidRPr="00437C9B" w:rsidRDefault="00437C9B" w:rsidP="00437C9B">
                  <w:pPr>
                    <w:pStyle w:val="SIText"/>
                  </w:pPr>
                  <w:r w:rsidRPr="00437C9B">
                    <w:t>AHCCSW304 Identify Aboriginal and/or Torres Strait Island culturally significant plants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D35CFE" w14:textId="4C963318" w:rsidR="00437C9B" w:rsidRPr="00437C9B" w:rsidRDefault="00437C9B" w:rsidP="00437C9B">
                  <w:pPr>
                    <w:pStyle w:val="SIText"/>
                  </w:pPr>
                  <w:r w:rsidRPr="00437C9B">
                    <w:t>AHCOCM303 Follow Aboriginal and/or Torres Strait Islander cultural protocol</w:t>
                  </w:r>
                </w:p>
              </w:tc>
            </w:tr>
            <w:tr w:rsidR="00437C9B" w14:paraId="50871D4C" w14:textId="77777777" w:rsidTr="00390673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74095F" w14:textId="39330DA4" w:rsidR="00437C9B" w:rsidRPr="00437C9B" w:rsidRDefault="00437C9B" w:rsidP="00437C9B">
                  <w:pPr>
                    <w:pStyle w:val="SIText"/>
                  </w:pPr>
                  <w:r w:rsidRPr="00437C9B">
                    <w:t xml:space="preserve">AHCCSW306 Use technology in Aboriginal and/or Torres Strait Island site works 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988085" w14:textId="769F11F5" w:rsidR="00437C9B" w:rsidRPr="00437C9B" w:rsidRDefault="00437C9B" w:rsidP="00437C9B">
                  <w:pPr>
                    <w:pStyle w:val="SIText"/>
                  </w:pPr>
                  <w:r w:rsidRPr="00437C9B">
                    <w:t>AHCOCM303 Follow Aboriginal and/or Torres Strait Islander cultural protocol</w:t>
                  </w:r>
                </w:p>
              </w:tc>
            </w:tr>
            <w:tr w:rsidR="00390673" w14:paraId="65DAF161" w14:textId="77777777" w:rsidTr="00390673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29E496" w14:textId="6363CCB3" w:rsidR="00390673" w:rsidRPr="004D2710" w:rsidRDefault="00041CA9" w:rsidP="002F6504">
                  <w:pPr>
                    <w:pStyle w:val="SIText"/>
                  </w:pPr>
                  <w:r>
                    <w:t>AHCCSW309</w:t>
                  </w:r>
                  <w:r w:rsidR="00390673" w:rsidRPr="00390673">
                    <w:t xml:space="preserve"> Interpret Aboriginal and/or Torres Strait Islander cultural landscape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333DE9" w14:textId="379AD5E1" w:rsidR="00390673" w:rsidRPr="004D2710" w:rsidRDefault="00041CA9" w:rsidP="002F6504">
                  <w:pPr>
                    <w:pStyle w:val="SIText"/>
                  </w:pPr>
                  <w:r>
                    <w:t>AHCCSW302</w:t>
                  </w:r>
                  <w:r w:rsidR="005633BF">
                    <w:t xml:space="preserve"> </w:t>
                  </w:r>
                  <w:r w:rsidR="00390673" w:rsidRPr="00390673">
                    <w:t>Relate Aboriginal and/or Torres Strait Islander culture to sites work</w:t>
                  </w:r>
                  <w:r w:rsidR="005633BF">
                    <w:t xml:space="preserve"> *</w:t>
                  </w:r>
                </w:p>
              </w:tc>
            </w:tr>
            <w:tr w:rsidR="00107409" w14:paraId="2F5970E7" w14:textId="77777777" w:rsidTr="008069FB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15ECA1" w14:textId="785F7073" w:rsidR="00107409" w:rsidRPr="000927F5" w:rsidRDefault="00107409" w:rsidP="000927F5">
                  <w:pPr>
                    <w:pStyle w:val="SIText"/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AHCFIR301 Undertake burning for fuel, ecological and cultural resource management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1FA067" w14:textId="4C33AC34" w:rsidR="00107409" w:rsidRPr="000927F5" w:rsidRDefault="00107409" w:rsidP="000927F5">
                  <w:pPr>
                    <w:pStyle w:val="SIText"/>
                  </w:pPr>
                  <w:r w:rsidRPr="000927F5">
                    <w:rPr>
                      <w:rStyle w:val="SITemporarytext-blue"/>
                      <w:color w:val="auto"/>
                      <w:sz w:val="20"/>
                    </w:rPr>
                    <w:t>AHCFIR202 Assist with planned burning</w:t>
                  </w:r>
                </w:p>
              </w:tc>
            </w:tr>
            <w:tr w:rsidR="00437C9B" w14:paraId="24E210CF" w14:textId="77777777" w:rsidTr="008069FB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EEC35" w14:textId="03082532" w:rsidR="00437C9B" w:rsidRPr="00437C9B" w:rsidRDefault="00437C9B" w:rsidP="00437C9B">
                  <w:pPr>
                    <w:pStyle w:val="SIText"/>
                    <w:rPr>
                      <w:rStyle w:val="SITemporarytext-blue"/>
                    </w:rPr>
                  </w:pPr>
                  <w:r w:rsidRPr="00437C9B">
                    <w:t>AHCLPW307 Perform restricted diving for scientific purposes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731A7" w14:textId="77777777" w:rsidR="00437C9B" w:rsidRDefault="00437C9B" w:rsidP="00437C9B">
                  <w:pPr>
                    <w:pStyle w:val="SIText"/>
                  </w:pPr>
                  <w:r w:rsidRPr="00437C9B">
                    <w:t>SISOSCB001 SCUBA dive in open water to a maximum depth of 18 metres</w:t>
                  </w:r>
                </w:p>
                <w:p w14:paraId="10BD1D6D" w14:textId="77777777" w:rsidR="00437C9B" w:rsidRPr="009437F9" w:rsidRDefault="00437C9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437F9">
                    <w:rPr>
                      <w:rStyle w:val="SITemporarytext-blue"/>
                      <w:color w:val="auto"/>
                      <w:sz w:val="20"/>
                    </w:rPr>
                    <w:t>SISOSCB006 Perform diver rescues *</w:t>
                  </w:r>
                </w:p>
                <w:p w14:paraId="421E9A9E" w14:textId="77777777" w:rsidR="00437C9B" w:rsidRPr="009437F9" w:rsidRDefault="00437C9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437F9">
                    <w:rPr>
                      <w:rStyle w:val="SITemporarytext-blue"/>
                      <w:color w:val="auto"/>
                      <w:sz w:val="20"/>
                    </w:rPr>
                    <w:t>HLTAID011 Provide First Aid</w:t>
                  </w:r>
                </w:p>
                <w:p w14:paraId="68587735" w14:textId="2B1E65D5" w:rsidR="00437C9B" w:rsidRPr="00437C9B" w:rsidRDefault="00437C9B">
                  <w:pPr>
                    <w:pStyle w:val="SIText"/>
                    <w:rPr>
                      <w:rStyle w:val="SITemporarytext-blue"/>
                    </w:rPr>
                  </w:pPr>
                  <w:r w:rsidRPr="009437F9">
                    <w:rPr>
                      <w:rStyle w:val="SITemporarytext-blue"/>
                      <w:color w:val="auto"/>
                      <w:sz w:val="20"/>
                    </w:rPr>
                    <w:t>HLTAID015 Provide advanced resuscitation and oxygen therapy *</w:t>
                  </w:r>
                </w:p>
              </w:tc>
            </w:tr>
            <w:tr w:rsidR="00B12A55" w14:paraId="4BBE21BD" w14:textId="77777777" w:rsidTr="008069FB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A46B16" w14:textId="4B440E36" w:rsidR="00B12A55" w:rsidRPr="000927F5" w:rsidRDefault="00041CA9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>
                    <w:rPr>
                      <w:rStyle w:val="SITemporarytext-blue"/>
                      <w:color w:val="auto"/>
                      <w:sz w:val="20"/>
                    </w:rPr>
                    <w:t>AHCOCM302</w:t>
                  </w:r>
                  <w:r w:rsidR="00B12A55" w:rsidRPr="000927F5">
                    <w:rPr>
                      <w:rStyle w:val="SITemporarytext-blue"/>
                      <w:color w:val="auto"/>
                      <w:sz w:val="20"/>
                    </w:rPr>
                    <w:t xml:space="preserve"> Work with an Aboriginal and/or Torres Strait Islander Community or organisation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D2054" w14:textId="0CE20882" w:rsidR="00B12A55" w:rsidRPr="000927F5" w:rsidRDefault="00041CA9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>
                    <w:rPr>
                      <w:rStyle w:val="SITemporarytext-blue"/>
                      <w:color w:val="auto"/>
                      <w:sz w:val="20"/>
                    </w:rPr>
                    <w:t>AHCOCM303</w:t>
                  </w:r>
                  <w:r w:rsidR="00B12A55" w:rsidRPr="000927F5">
                    <w:rPr>
                      <w:rStyle w:val="SITemporarytext-blue"/>
                      <w:color w:val="auto"/>
                      <w:sz w:val="20"/>
                    </w:rPr>
                    <w:t xml:space="preserve"> Follow Aboriginal and/or Torres Strait Islander cultural protocols</w:t>
                  </w:r>
                </w:p>
              </w:tc>
            </w:tr>
            <w:tr w:rsidR="00D02294" w14:paraId="584F6B4B" w14:textId="77777777" w:rsidTr="008069FB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254D8C" w14:textId="41F2F9E7" w:rsidR="00D02294" w:rsidRPr="00D02294" w:rsidRDefault="00D02294" w:rsidP="00D02294">
                  <w:pPr>
                    <w:pStyle w:val="SIText"/>
                    <w:rPr>
                      <w:rStyle w:val="SITemporarytext-blue"/>
                    </w:rPr>
                  </w:pPr>
                  <w:r w:rsidRPr="00D02294">
                    <w:t>AHCOCM304 Implement cultural burning practices on Country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1CA0BF" w14:textId="2169DB3A" w:rsidR="00D02294" w:rsidRPr="00D02294" w:rsidRDefault="00D02294" w:rsidP="00D02294">
                  <w:pPr>
                    <w:pStyle w:val="SIText"/>
                    <w:rPr>
                      <w:rStyle w:val="SITemporarytext-blue"/>
                    </w:rPr>
                  </w:pPr>
                  <w:r w:rsidRPr="00D02294">
                    <w:t>AHCOCM303 Follow Aboriginal and/or Torres Strait Islander cultural protocols</w:t>
                  </w:r>
                </w:p>
              </w:tc>
            </w:tr>
            <w:tr w:rsidR="00D02294" w14:paraId="744AD3BF" w14:textId="77777777" w:rsidTr="008069FB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8C2809" w14:textId="750BFE68" w:rsidR="00D02294" w:rsidRPr="00D02294" w:rsidRDefault="00D02294" w:rsidP="00D02294">
                  <w:pPr>
                    <w:pStyle w:val="SIText"/>
                    <w:rPr>
                      <w:rStyle w:val="SITemporarytext-blue"/>
                    </w:rPr>
                  </w:pPr>
                  <w:r w:rsidRPr="00D02294">
                    <w:t>HLTAID015 Provide advanced resuscitation and oxygen therapy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E8BA95" w14:textId="682BE0C7" w:rsidR="00D02294" w:rsidRPr="00D02294" w:rsidRDefault="00D02294" w:rsidP="00D02294">
                  <w:pPr>
                    <w:pStyle w:val="SIText"/>
                    <w:rPr>
                      <w:rStyle w:val="SITemporarytext-blue"/>
                    </w:rPr>
                  </w:pPr>
                  <w:r w:rsidRPr="00D02294">
                    <w:t>HLTAID011 Provide First Aid</w:t>
                  </w:r>
                </w:p>
              </w:tc>
            </w:tr>
            <w:tr w:rsidR="00107409" w14:paraId="4AE75330" w14:textId="77777777" w:rsidTr="008069FB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33C0CC" w14:textId="79AE9804" w:rsidR="00107409" w:rsidRPr="009F7396" w:rsidRDefault="00107409" w:rsidP="00107409">
                  <w:pPr>
                    <w:pStyle w:val="SIText"/>
                  </w:pPr>
                  <w:r w:rsidRPr="009F7396">
                    <w:t xml:space="preserve">PUAFIR204 Respond to wildfire 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783072" w14:textId="6C3DE3D2" w:rsidR="00107409" w:rsidRPr="009F7396" w:rsidRDefault="00107409" w:rsidP="00107409">
                  <w:pPr>
                    <w:pStyle w:val="SIText"/>
                  </w:pPr>
                  <w:r w:rsidRPr="009F7396">
                    <w:t>PUAFIR210 Prevent injury</w:t>
                  </w:r>
                </w:p>
              </w:tc>
            </w:tr>
            <w:tr w:rsidR="00107409" w14:paraId="59A1DAB1" w14:textId="77777777" w:rsidTr="008069FB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098791" w14:textId="3A0AC059" w:rsidR="00107409" w:rsidRPr="00107409" w:rsidRDefault="00107409" w:rsidP="00107409">
                  <w:pPr>
                    <w:pStyle w:val="SIText"/>
                  </w:pPr>
                  <w:r w:rsidRPr="009F7396">
                    <w:t>PUAFIR303</w:t>
                  </w:r>
                  <w:r w:rsidRPr="00107409">
                    <w:t xml:space="preserve"> Suppress wildfire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0B4D50" w14:textId="6F2F2EB4" w:rsidR="00107409" w:rsidRPr="00107409" w:rsidRDefault="00107409" w:rsidP="00107409">
                  <w:pPr>
                    <w:pStyle w:val="SIText"/>
                  </w:pPr>
                  <w:r w:rsidRPr="009F7396">
                    <w:t>PUAFIR204Respond to wildfire</w:t>
                  </w:r>
                  <w:r w:rsidR="005633BF">
                    <w:t xml:space="preserve"> </w:t>
                  </w:r>
                  <w:r w:rsidR="005633BF" w:rsidRPr="005633BF">
                    <w:t>*</w:t>
                  </w:r>
                </w:p>
              </w:tc>
            </w:tr>
            <w:tr w:rsidR="00D02294" w14:paraId="018A1278" w14:textId="77777777" w:rsidTr="008069FB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F3DE8B" w14:textId="0A6011CC" w:rsidR="00D02294" w:rsidRPr="00D02294" w:rsidRDefault="00D02294" w:rsidP="00D02294">
                  <w:pPr>
                    <w:pStyle w:val="SIText"/>
                  </w:pPr>
                  <w:r w:rsidRPr="00D02294">
                    <w:t>SISOSCB006 Perform diver rescues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AD32FF" w14:textId="2297695F" w:rsidR="00D02294" w:rsidRPr="00D02294" w:rsidRDefault="00D02294" w:rsidP="00D02294">
                  <w:pPr>
                    <w:pStyle w:val="SIText"/>
                  </w:pPr>
                  <w:r w:rsidRPr="00D02294">
                    <w:t>SISOSCB001 SCUBA dive in open water to a maximum depth of 18 metres</w:t>
                  </w:r>
                </w:p>
              </w:tc>
            </w:tr>
          </w:tbl>
          <w:p w14:paraId="3E3A70A0" w14:textId="77777777" w:rsidR="004270D2" w:rsidRDefault="004270D2" w:rsidP="00205F8D"/>
        </w:tc>
      </w:tr>
    </w:tbl>
    <w:p w14:paraId="00A15EF5" w14:textId="77777777" w:rsidR="000D7BE6" w:rsidRDefault="000D7BE6"/>
    <w:p w14:paraId="13D95C84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313229CF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14BEF631" w14:textId="77777777" w:rsidR="005C7EA8" w:rsidRPr="00205F8D" w:rsidRDefault="000C13F1" w:rsidP="00205F8D">
            <w:pPr>
              <w:pStyle w:val="SITextHeading2"/>
            </w:pPr>
            <w:r w:rsidRPr="000C13F1">
              <w:lastRenderedPageBreak/>
              <w:t>Qualification Mapping Information</w:t>
            </w:r>
          </w:p>
          <w:p w14:paraId="7CF77F27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03780E5" w14:textId="77777777" w:rsidTr="00EA116F">
              <w:tc>
                <w:tcPr>
                  <w:tcW w:w="1028" w:type="pct"/>
                </w:tcPr>
                <w:p w14:paraId="3DD5F4B4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41968D8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 version</w:t>
                  </w:r>
                </w:p>
              </w:tc>
              <w:tc>
                <w:tcPr>
                  <w:tcW w:w="1398" w:type="pct"/>
                </w:tcPr>
                <w:p w14:paraId="6DD7FCEF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20F4E32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6F06F97A" w14:textId="77777777" w:rsidTr="00EA116F">
              <w:tc>
                <w:tcPr>
                  <w:tcW w:w="1028" w:type="pct"/>
                </w:tcPr>
                <w:p w14:paraId="1C58BBE4" w14:textId="3DF953E4" w:rsidR="000C13F1" w:rsidRPr="00F30E8F" w:rsidRDefault="00041CA9" w:rsidP="002836D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836DF">
                    <w:rPr>
                      <w:rStyle w:val="SITemporarytext-blue"/>
                      <w:color w:val="auto"/>
                      <w:sz w:val="20"/>
                    </w:rPr>
                    <w:t>AHC3</w:t>
                  </w:r>
                  <w:r w:rsidR="002836DF" w:rsidRPr="002836DF">
                    <w:rPr>
                      <w:rStyle w:val="SITemporarytext-blue"/>
                      <w:color w:val="auto"/>
                      <w:sz w:val="20"/>
                    </w:rPr>
                    <w:t>1</w:t>
                  </w:r>
                  <w:r w:rsidRPr="002836DF">
                    <w:rPr>
                      <w:rStyle w:val="SITemporarytext-blue"/>
                      <w:color w:val="auto"/>
                      <w:sz w:val="20"/>
                    </w:rPr>
                    <w:t>522</w:t>
                  </w:r>
                  <w:r w:rsidR="00CC0868" w:rsidRPr="000927F5">
                    <w:rPr>
                      <w:rStyle w:val="SITemporarytext-blue"/>
                      <w:color w:val="auto"/>
                      <w:sz w:val="20"/>
                    </w:rPr>
                    <w:t xml:space="preserve"> </w:t>
                  </w:r>
                  <w:r w:rsidR="009F7396" w:rsidRPr="000927F5">
                    <w:rPr>
                      <w:rStyle w:val="SITemporarytext-blue"/>
                      <w:color w:val="auto"/>
                      <w:sz w:val="20"/>
                    </w:rPr>
                    <w:t xml:space="preserve">Certificate III in </w:t>
                  </w:r>
                  <w:r w:rsidR="009E7B3E" w:rsidRPr="002F6504">
                    <w:rPr>
                      <w:rStyle w:val="SITemporarytext-blue"/>
                      <w:color w:val="auto"/>
                      <w:sz w:val="20"/>
                    </w:rPr>
                    <w:t>O</w:t>
                  </w:r>
                  <w:r w:rsidR="009E7B3E" w:rsidRPr="000927F5">
                    <w:rPr>
                      <w:rStyle w:val="SITemporarytext-blue"/>
                      <w:color w:val="auto"/>
                      <w:sz w:val="20"/>
                    </w:rPr>
                    <w:t xml:space="preserve">n </w:t>
                  </w:r>
                  <w:r w:rsidR="00DA4D07" w:rsidRPr="000927F5">
                    <w:rPr>
                      <w:rStyle w:val="SITemporarytext-blue"/>
                      <w:color w:val="auto"/>
                      <w:sz w:val="20"/>
                    </w:rPr>
                    <w:t>Country</w:t>
                  </w:r>
                  <w:r w:rsidR="004407CA" w:rsidRPr="00F30E8F">
                    <w:rPr>
                      <w:rStyle w:val="SITemporarytext-blue"/>
                      <w:color w:val="auto"/>
                      <w:sz w:val="20"/>
                    </w:rPr>
                    <w:t xml:space="preserve"> Management</w:t>
                  </w:r>
                </w:p>
              </w:tc>
              <w:tc>
                <w:tcPr>
                  <w:tcW w:w="1105" w:type="pct"/>
                </w:tcPr>
                <w:p w14:paraId="132CE67C" w14:textId="3792CE37" w:rsidR="000C13F1" w:rsidRPr="00F30E8F" w:rsidRDefault="009F7396" w:rsidP="00F3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30E8F">
                    <w:rPr>
                      <w:rStyle w:val="SITemporarytext-blue"/>
                      <w:color w:val="auto"/>
                      <w:sz w:val="20"/>
                    </w:rPr>
                    <w:t>AHC31516 Certificate III in Indigenous Land Management</w:t>
                  </w:r>
                </w:p>
              </w:tc>
              <w:tc>
                <w:tcPr>
                  <w:tcW w:w="1398" w:type="pct"/>
                </w:tcPr>
                <w:p w14:paraId="628A2EB7" w14:textId="77777777" w:rsidR="00F92DC5" w:rsidRPr="00F92DC5" w:rsidRDefault="00F92DC5" w:rsidP="00F92DC5">
                  <w:pPr>
                    <w:pStyle w:val="SIText"/>
                  </w:pPr>
                  <w:r w:rsidRPr="00F92DC5">
                    <w:t>Title changed</w:t>
                  </w:r>
                </w:p>
                <w:p w14:paraId="6A2F0F46" w14:textId="77777777" w:rsidR="00F92DC5" w:rsidRPr="00F92DC5" w:rsidRDefault="00F92DC5" w:rsidP="00F92DC5">
                  <w:pPr>
                    <w:pStyle w:val="SIText"/>
                  </w:pPr>
                  <w:r w:rsidRPr="00F92DC5">
                    <w:t>Qualification description revised</w:t>
                  </w:r>
                </w:p>
                <w:p w14:paraId="2A69E6BE" w14:textId="77777777" w:rsidR="00F92DC5" w:rsidRPr="00F92DC5" w:rsidRDefault="00F92DC5" w:rsidP="00F92DC5">
                  <w:pPr>
                    <w:pStyle w:val="SIText"/>
                  </w:pPr>
                  <w:r w:rsidRPr="00F92DC5">
                    <w:t>Total number of units required to achieve the qualification reduced from 16 to 12</w:t>
                  </w:r>
                </w:p>
                <w:p w14:paraId="603B437F" w14:textId="2D321DFD" w:rsidR="00F30E8F" w:rsidRPr="00F30E8F" w:rsidRDefault="00F92DC5" w:rsidP="000927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2DC5">
                    <w:t>Packaging rules, core and elective units changed</w:t>
                  </w:r>
                </w:p>
              </w:tc>
              <w:tc>
                <w:tcPr>
                  <w:tcW w:w="1469" w:type="pct"/>
                </w:tcPr>
                <w:p w14:paraId="7C6089C0" w14:textId="77777777" w:rsidR="00B717CF" w:rsidRPr="00F30E8F" w:rsidRDefault="000C13F1" w:rsidP="00F3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30E8F">
                    <w:rPr>
                      <w:rStyle w:val="SITemporarytext-blue"/>
                      <w:color w:val="auto"/>
                      <w:sz w:val="20"/>
                    </w:rPr>
                    <w:t>No</w:t>
                  </w:r>
                  <w:r w:rsidR="00BF4C89" w:rsidRPr="00F30E8F">
                    <w:rPr>
                      <w:rStyle w:val="SITemporarytext-blue"/>
                      <w:color w:val="auto"/>
                      <w:sz w:val="20"/>
                    </w:rPr>
                    <w:t>t</w:t>
                  </w:r>
                  <w:r w:rsidRPr="00F30E8F">
                    <w:rPr>
                      <w:rStyle w:val="SITemporarytext-blue"/>
                      <w:color w:val="auto"/>
                      <w:sz w:val="20"/>
                    </w:rPr>
                    <w:t xml:space="preserve"> equivalent</w:t>
                  </w:r>
                </w:p>
                <w:p w14:paraId="1E918F27" w14:textId="77777777" w:rsidR="00B717CF" w:rsidRPr="00F30E8F" w:rsidRDefault="00B717CF" w:rsidP="00F3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</w:p>
                <w:p w14:paraId="3A447345" w14:textId="41BE16BC" w:rsidR="000C13F1" w:rsidRPr="00F30E8F" w:rsidRDefault="000C13F1" w:rsidP="00F3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</w:p>
              </w:tc>
            </w:tr>
          </w:tbl>
          <w:p w14:paraId="799DAE3C" w14:textId="77777777" w:rsidR="000C13F1" w:rsidRPr="00205F8D" w:rsidRDefault="000C13F1" w:rsidP="00205F8D"/>
        </w:tc>
      </w:tr>
      <w:tr w:rsidR="005C7EA8" w:rsidRPr="00963A46" w14:paraId="7B1C6875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C7AC755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0E840E11" w14:textId="6DFC774E" w:rsidR="000C13F1" w:rsidRPr="00205F8D" w:rsidRDefault="00140954" w:rsidP="002567CE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VETNet: </w:t>
            </w:r>
            <w:r w:rsidR="001F3E97" w:rsidRPr="001F3E97">
              <w:t xml:space="preserve">https://vetnet.gov.au/Pages/TrainingDocs.aspx?q=c6399549-9c62-4a5e-bf1a-524b2322cf72. </w:t>
            </w:r>
          </w:p>
        </w:tc>
      </w:tr>
      <w:bookmarkEnd w:id="0"/>
    </w:tbl>
    <w:p w14:paraId="0BE038E2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F5E01" w14:textId="77777777" w:rsidR="00B152B5" w:rsidRDefault="00B152B5" w:rsidP="00BF3F0A">
      <w:r>
        <w:separator/>
      </w:r>
    </w:p>
    <w:p w14:paraId="20761F29" w14:textId="77777777" w:rsidR="00B152B5" w:rsidRDefault="00B152B5"/>
  </w:endnote>
  <w:endnote w:type="continuationSeparator" w:id="0">
    <w:p w14:paraId="13BE0DFC" w14:textId="77777777" w:rsidR="00B152B5" w:rsidRDefault="00B152B5" w:rsidP="00BF3F0A">
      <w:r>
        <w:continuationSeparator/>
      </w:r>
    </w:p>
    <w:p w14:paraId="7D2B27A1" w14:textId="77777777" w:rsidR="00B152B5" w:rsidRDefault="00B152B5"/>
  </w:endnote>
  <w:endnote w:type="continuationNotice" w:id="1">
    <w:p w14:paraId="32DD5BFB" w14:textId="77777777" w:rsidR="00B152B5" w:rsidRDefault="00B152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Content>
      <w:p w14:paraId="46F68C49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7B70A5FB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2B9C89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4D45E" w14:textId="77777777" w:rsidR="00B152B5" w:rsidRDefault="00B152B5" w:rsidP="00BF3F0A">
      <w:r>
        <w:separator/>
      </w:r>
    </w:p>
    <w:p w14:paraId="6523EC58" w14:textId="77777777" w:rsidR="00B152B5" w:rsidRDefault="00B152B5"/>
  </w:footnote>
  <w:footnote w:type="continuationSeparator" w:id="0">
    <w:p w14:paraId="54E5B6AB" w14:textId="77777777" w:rsidR="00B152B5" w:rsidRDefault="00B152B5" w:rsidP="00BF3F0A">
      <w:r>
        <w:continuationSeparator/>
      </w:r>
    </w:p>
    <w:p w14:paraId="0B9DB2DD" w14:textId="77777777" w:rsidR="00B152B5" w:rsidRDefault="00B152B5"/>
  </w:footnote>
  <w:footnote w:type="continuationNotice" w:id="1">
    <w:p w14:paraId="2109F9C6" w14:textId="77777777" w:rsidR="00B152B5" w:rsidRDefault="00B152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76A41" w14:textId="47520CC1" w:rsidR="009C2650" w:rsidRPr="00835447" w:rsidRDefault="00041CA9" w:rsidP="00493DEA">
    <w:pPr>
      <w:pStyle w:val="SIText"/>
    </w:pPr>
    <w:r>
      <w:t>AHC3</w:t>
    </w:r>
    <w:r w:rsidR="00DE5CB3">
      <w:t>1</w:t>
    </w:r>
    <w:r>
      <w:t>522</w:t>
    </w:r>
    <w:r w:rsidR="00835447" w:rsidRPr="00835447">
      <w:t xml:space="preserve"> Certificate III in </w:t>
    </w:r>
    <w:r w:rsidR="009E7B3E">
      <w:t xml:space="preserve">On </w:t>
    </w:r>
    <w:r w:rsidR="00DA4D07">
      <w:t xml:space="preserve">Country </w:t>
    </w:r>
    <w:r w:rsidR="00835447" w:rsidRPr="00835447">
      <w:t>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353D3"/>
    <w:multiLevelType w:val="hybridMultilevel"/>
    <w:tmpl w:val="400EB2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7228338">
    <w:abstractNumId w:val="6"/>
  </w:num>
  <w:num w:numId="2" w16cid:durableId="1709993316">
    <w:abstractNumId w:val="4"/>
  </w:num>
  <w:num w:numId="3" w16cid:durableId="351762929">
    <w:abstractNumId w:val="3"/>
  </w:num>
  <w:num w:numId="4" w16cid:durableId="1666088140">
    <w:abstractNumId w:val="13"/>
  </w:num>
  <w:num w:numId="5" w16cid:durableId="529949996">
    <w:abstractNumId w:val="1"/>
  </w:num>
  <w:num w:numId="6" w16cid:durableId="1145468187">
    <w:abstractNumId w:val="5"/>
  </w:num>
  <w:num w:numId="7" w16cid:durableId="1866405681">
    <w:abstractNumId w:val="2"/>
  </w:num>
  <w:num w:numId="8" w16cid:durableId="2102214297">
    <w:abstractNumId w:val="0"/>
  </w:num>
  <w:num w:numId="9" w16cid:durableId="913665729">
    <w:abstractNumId w:val="12"/>
  </w:num>
  <w:num w:numId="10" w16cid:durableId="1120606630">
    <w:abstractNumId w:val="9"/>
  </w:num>
  <w:num w:numId="11" w16cid:durableId="1431465838">
    <w:abstractNumId w:val="11"/>
  </w:num>
  <w:num w:numId="12" w16cid:durableId="1620915528">
    <w:abstractNumId w:val="10"/>
  </w:num>
  <w:num w:numId="13" w16cid:durableId="1497457435">
    <w:abstractNumId w:val="14"/>
  </w:num>
  <w:num w:numId="14" w16cid:durableId="545869850">
    <w:abstractNumId w:val="7"/>
  </w:num>
  <w:num w:numId="15" w16cid:durableId="20147167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447"/>
    <w:rsid w:val="000014B9"/>
    <w:rsid w:val="00005A15"/>
    <w:rsid w:val="0001108F"/>
    <w:rsid w:val="000115E2"/>
    <w:rsid w:val="0001296A"/>
    <w:rsid w:val="0001523D"/>
    <w:rsid w:val="000164E8"/>
    <w:rsid w:val="00016803"/>
    <w:rsid w:val="00017C6F"/>
    <w:rsid w:val="00022F07"/>
    <w:rsid w:val="00023992"/>
    <w:rsid w:val="00041CA9"/>
    <w:rsid w:val="00041E59"/>
    <w:rsid w:val="000648DA"/>
    <w:rsid w:val="00064B2D"/>
    <w:rsid w:val="00064BFE"/>
    <w:rsid w:val="00065379"/>
    <w:rsid w:val="00070B3E"/>
    <w:rsid w:val="00071F95"/>
    <w:rsid w:val="000737BB"/>
    <w:rsid w:val="00074DB9"/>
    <w:rsid w:val="00074E47"/>
    <w:rsid w:val="00076C2D"/>
    <w:rsid w:val="00085CA3"/>
    <w:rsid w:val="000927F5"/>
    <w:rsid w:val="00092878"/>
    <w:rsid w:val="00097E62"/>
    <w:rsid w:val="000A5441"/>
    <w:rsid w:val="000B3EE4"/>
    <w:rsid w:val="000B60FB"/>
    <w:rsid w:val="000C13F1"/>
    <w:rsid w:val="000C66BC"/>
    <w:rsid w:val="000D5812"/>
    <w:rsid w:val="000D6FEC"/>
    <w:rsid w:val="000D7BE6"/>
    <w:rsid w:val="000E1631"/>
    <w:rsid w:val="000E2C86"/>
    <w:rsid w:val="000F1C33"/>
    <w:rsid w:val="000F29F2"/>
    <w:rsid w:val="00101014"/>
    <w:rsid w:val="00101659"/>
    <w:rsid w:val="00107409"/>
    <w:rsid w:val="001078BF"/>
    <w:rsid w:val="00116DB2"/>
    <w:rsid w:val="0012216B"/>
    <w:rsid w:val="00125729"/>
    <w:rsid w:val="00133957"/>
    <w:rsid w:val="001372F6"/>
    <w:rsid w:val="00140954"/>
    <w:rsid w:val="00144385"/>
    <w:rsid w:val="00151293"/>
    <w:rsid w:val="00151D93"/>
    <w:rsid w:val="00153AD4"/>
    <w:rsid w:val="00156EF3"/>
    <w:rsid w:val="001609E5"/>
    <w:rsid w:val="00176E4F"/>
    <w:rsid w:val="0018546B"/>
    <w:rsid w:val="001955F1"/>
    <w:rsid w:val="001A6A3E"/>
    <w:rsid w:val="001A7A4D"/>
    <w:rsid w:val="001A7B6D"/>
    <w:rsid w:val="001B34D5"/>
    <w:rsid w:val="001B42D9"/>
    <w:rsid w:val="001B513A"/>
    <w:rsid w:val="001C0A75"/>
    <w:rsid w:val="001E16BC"/>
    <w:rsid w:val="001E3C01"/>
    <w:rsid w:val="001F28F9"/>
    <w:rsid w:val="001F2BA5"/>
    <w:rsid w:val="001F308D"/>
    <w:rsid w:val="001F3E97"/>
    <w:rsid w:val="001F4F73"/>
    <w:rsid w:val="00201A7C"/>
    <w:rsid w:val="00205F8D"/>
    <w:rsid w:val="0021414D"/>
    <w:rsid w:val="00223124"/>
    <w:rsid w:val="00234444"/>
    <w:rsid w:val="0024046D"/>
    <w:rsid w:val="00242293"/>
    <w:rsid w:val="00244EA7"/>
    <w:rsid w:val="00245AB6"/>
    <w:rsid w:val="002567CE"/>
    <w:rsid w:val="00262FC3"/>
    <w:rsid w:val="00276DB8"/>
    <w:rsid w:val="0028003F"/>
    <w:rsid w:val="00282664"/>
    <w:rsid w:val="002836DF"/>
    <w:rsid w:val="00285FB8"/>
    <w:rsid w:val="00291598"/>
    <w:rsid w:val="002931C2"/>
    <w:rsid w:val="00294227"/>
    <w:rsid w:val="002A4CD3"/>
    <w:rsid w:val="002B22DD"/>
    <w:rsid w:val="002C55E9"/>
    <w:rsid w:val="002D0C8B"/>
    <w:rsid w:val="002E193E"/>
    <w:rsid w:val="002F1BE6"/>
    <w:rsid w:val="002F6504"/>
    <w:rsid w:val="003024D1"/>
    <w:rsid w:val="00305FE7"/>
    <w:rsid w:val="00321C7C"/>
    <w:rsid w:val="00322F43"/>
    <w:rsid w:val="00337E82"/>
    <w:rsid w:val="00343FFB"/>
    <w:rsid w:val="00350947"/>
    <w:rsid w:val="00350BB1"/>
    <w:rsid w:val="00352C83"/>
    <w:rsid w:val="00360117"/>
    <w:rsid w:val="0037067D"/>
    <w:rsid w:val="00373A44"/>
    <w:rsid w:val="0038735B"/>
    <w:rsid w:val="00390673"/>
    <w:rsid w:val="00390879"/>
    <w:rsid w:val="003916D1"/>
    <w:rsid w:val="00393D5A"/>
    <w:rsid w:val="003A0FF1"/>
    <w:rsid w:val="003A2040"/>
    <w:rsid w:val="003A21F0"/>
    <w:rsid w:val="003A53AB"/>
    <w:rsid w:val="003A58BA"/>
    <w:rsid w:val="003A5AE7"/>
    <w:rsid w:val="003A7221"/>
    <w:rsid w:val="003B5C1F"/>
    <w:rsid w:val="003C13AE"/>
    <w:rsid w:val="003D2E73"/>
    <w:rsid w:val="003D3E14"/>
    <w:rsid w:val="003E3275"/>
    <w:rsid w:val="003E7BBE"/>
    <w:rsid w:val="003F4004"/>
    <w:rsid w:val="004127E3"/>
    <w:rsid w:val="00423D30"/>
    <w:rsid w:val="004270D2"/>
    <w:rsid w:val="00431A44"/>
    <w:rsid w:val="0043212E"/>
    <w:rsid w:val="00434366"/>
    <w:rsid w:val="00437C9B"/>
    <w:rsid w:val="004407CA"/>
    <w:rsid w:val="00440FAA"/>
    <w:rsid w:val="00444423"/>
    <w:rsid w:val="00452F3E"/>
    <w:rsid w:val="00452F8E"/>
    <w:rsid w:val="004545D5"/>
    <w:rsid w:val="0045619B"/>
    <w:rsid w:val="00456789"/>
    <w:rsid w:val="00463AA3"/>
    <w:rsid w:val="004640AE"/>
    <w:rsid w:val="00475172"/>
    <w:rsid w:val="004758B0"/>
    <w:rsid w:val="00477A5F"/>
    <w:rsid w:val="004832D2"/>
    <w:rsid w:val="00485559"/>
    <w:rsid w:val="004918DE"/>
    <w:rsid w:val="00493DEA"/>
    <w:rsid w:val="004A142B"/>
    <w:rsid w:val="004A2242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607C"/>
    <w:rsid w:val="004E7094"/>
    <w:rsid w:val="004F5537"/>
    <w:rsid w:val="004F5DC7"/>
    <w:rsid w:val="004F78DA"/>
    <w:rsid w:val="00502C52"/>
    <w:rsid w:val="00503B54"/>
    <w:rsid w:val="0051533D"/>
    <w:rsid w:val="005221DB"/>
    <w:rsid w:val="005248C1"/>
    <w:rsid w:val="005260E5"/>
    <w:rsid w:val="00526134"/>
    <w:rsid w:val="00527F90"/>
    <w:rsid w:val="005310EA"/>
    <w:rsid w:val="0054224B"/>
    <w:rsid w:val="005427C8"/>
    <w:rsid w:val="005446D1"/>
    <w:rsid w:val="00545EF6"/>
    <w:rsid w:val="00547704"/>
    <w:rsid w:val="00553075"/>
    <w:rsid w:val="00556C4C"/>
    <w:rsid w:val="00557087"/>
    <w:rsid w:val="00557369"/>
    <w:rsid w:val="00560B92"/>
    <w:rsid w:val="00561F08"/>
    <w:rsid w:val="005633BF"/>
    <w:rsid w:val="005708EB"/>
    <w:rsid w:val="005759D0"/>
    <w:rsid w:val="00575BC6"/>
    <w:rsid w:val="00583902"/>
    <w:rsid w:val="005A3AA5"/>
    <w:rsid w:val="005A6C9C"/>
    <w:rsid w:val="005A74DC"/>
    <w:rsid w:val="005A7637"/>
    <w:rsid w:val="005B119D"/>
    <w:rsid w:val="005B5146"/>
    <w:rsid w:val="005C5EF3"/>
    <w:rsid w:val="005C7EA8"/>
    <w:rsid w:val="005D0916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554F0"/>
    <w:rsid w:val="00670046"/>
    <w:rsid w:val="00687B62"/>
    <w:rsid w:val="00690C44"/>
    <w:rsid w:val="00692B08"/>
    <w:rsid w:val="006969D9"/>
    <w:rsid w:val="006A0069"/>
    <w:rsid w:val="006A2B68"/>
    <w:rsid w:val="006B19B1"/>
    <w:rsid w:val="006C2F32"/>
    <w:rsid w:val="006D4448"/>
    <w:rsid w:val="006D637E"/>
    <w:rsid w:val="006E2C4D"/>
    <w:rsid w:val="006E3B3D"/>
    <w:rsid w:val="006E6BB7"/>
    <w:rsid w:val="006F07A4"/>
    <w:rsid w:val="00705EEC"/>
    <w:rsid w:val="00707741"/>
    <w:rsid w:val="00722769"/>
    <w:rsid w:val="0072679D"/>
    <w:rsid w:val="00727901"/>
    <w:rsid w:val="0073075B"/>
    <w:rsid w:val="007341FF"/>
    <w:rsid w:val="00735CCA"/>
    <w:rsid w:val="007404E9"/>
    <w:rsid w:val="007444CF"/>
    <w:rsid w:val="00752544"/>
    <w:rsid w:val="0076523B"/>
    <w:rsid w:val="00770664"/>
    <w:rsid w:val="00770C15"/>
    <w:rsid w:val="00771B60"/>
    <w:rsid w:val="00781126"/>
    <w:rsid w:val="00781D77"/>
    <w:rsid w:val="007860B7"/>
    <w:rsid w:val="00786DC8"/>
    <w:rsid w:val="007A1149"/>
    <w:rsid w:val="007A53D8"/>
    <w:rsid w:val="007C1416"/>
    <w:rsid w:val="007D5A78"/>
    <w:rsid w:val="007E3BD1"/>
    <w:rsid w:val="007F1563"/>
    <w:rsid w:val="007F44DB"/>
    <w:rsid w:val="007F5A8B"/>
    <w:rsid w:val="008069FB"/>
    <w:rsid w:val="00817D51"/>
    <w:rsid w:val="00823530"/>
    <w:rsid w:val="00823FF4"/>
    <w:rsid w:val="00825BA2"/>
    <w:rsid w:val="008306E7"/>
    <w:rsid w:val="00834BC8"/>
    <w:rsid w:val="00835447"/>
    <w:rsid w:val="00837FD6"/>
    <w:rsid w:val="00847B60"/>
    <w:rsid w:val="00850243"/>
    <w:rsid w:val="008541CD"/>
    <w:rsid w:val="008545EB"/>
    <w:rsid w:val="00856837"/>
    <w:rsid w:val="0085769F"/>
    <w:rsid w:val="00862669"/>
    <w:rsid w:val="00863CBD"/>
    <w:rsid w:val="00865011"/>
    <w:rsid w:val="00883C6C"/>
    <w:rsid w:val="00886790"/>
    <w:rsid w:val="008908DE"/>
    <w:rsid w:val="00894FBB"/>
    <w:rsid w:val="008A12ED"/>
    <w:rsid w:val="008B2C77"/>
    <w:rsid w:val="008B4AD2"/>
    <w:rsid w:val="008D7935"/>
    <w:rsid w:val="008E1B41"/>
    <w:rsid w:val="008E2473"/>
    <w:rsid w:val="008E39BE"/>
    <w:rsid w:val="008E62EC"/>
    <w:rsid w:val="008E6E6D"/>
    <w:rsid w:val="008E7B69"/>
    <w:rsid w:val="008F1FB0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437F9"/>
    <w:rsid w:val="009527CB"/>
    <w:rsid w:val="00953835"/>
    <w:rsid w:val="00960F6C"/>
    <w:rsid w:val="00964D87"/>
    <w:rsid w:val="00970747"/>
    <w:rsid w:val="00983EEC"/>
    <w:rsid w:val="0098725E"/>
    <w:rsid w:val="009A5900"/>
    <w:rsid w:val="009A67D0"/>
    <w:rsid w:val="009C2650"/>
    <w:rsid w:val="009D15E2"/>
    <w:rsid w:val="009D15FE"/>
    <w:rsid w:val="009D5D2C"/>
    <w:rsid w:val="009E0D53"/>
    <w:rsid w:val="009E2149"/>
    <w:rsid w:val="009E2409"/>
    <w:rsid w:val="009E568C"/>
    <w:rsid w:val="009E7B3E"/>
    <w:rsid w:val="009F0DCC"/>
    <w:rsid w:val="009F11CA"/>
    <w:rsid w:val="009F7396"/>
    <w:rsid w:val="00A0695B"/>
    <w:rsid w:val="00A13052"/>
    <w:rsid w:val="00A14847"/>
    <w:rsid w:val="00A15D5D"/>
    <w:rsid w:val="00A216A8"/>
    <w:rsid w:val="00A223A6"/>
    <w:rsid w:val="00A354FC"/>
    <w:rsid w:val="00A4589A"/>
    <w:rsid w:val="00A5092E"/>
    <w:rsid w:val="00A53D1E"/>
    <w:rsid w:val="00A56E14"/>
    <w:rsid w:val="00A637BB"/>
    <w:rsid w:val="00A6476B"/>
    <w:rsid w:val="00A6651B"/>
    <w:rsid w:val="00A76C6C"/>
    <w:rsid w:val="00A772D9"/>
    <w:rsid w:val="00A87D47"/>
    <w:rsid w:val="00A916B0"/>
    <w:rsid w:val="00A92A6D"/>
    <w:rsid w:val="00A92DD1"/>
    <w:rsid w:val="00A93287"/>
    <w:rsid w:val="00AA5338"/>
    <w:rsid w:val="00AB1B8E"/>
    <w:rsid w:val="00AB386E"/>
    <w:rsid w:val="00AC0696"/>
    <w:rsid w:val="00AC0E43"/>
    <w:rsid w:val="00AC4C98"/>
    <w:rsid w:val="00AC5F6B"/>
    <w:rsid w:val="00AC60E3"/>
    <w:rsid w:val="00AD1254"/>
    <w:rsid w:val="00AD3896"/>
    <w:rsid w:val="00AD5B47"/>
    <w:rsid w:val="00AE1ED9"/>
    <w:rsid w:val="00AE32CB"/>
    <w:rsid w:val="00AF098A"/>
    <w:rsid w:val="00AF2F35"/>
    <w:rsid w:val="00AF3957"/>
    <w:rsid w:val="00B12013"/>
    <w:rsid w:val="00B12A55"/>
    <w:rsid w:val="00B152B5"/>
    <w:rsid w:val="00B22C67"/>
    <w:rsid w:val="00B24522"/>
    <w:rsid w:val="00B26FDD"/>
    <w:rsid w:val="00B3508F"/>
    <w:rsid w:val="00B443EE"/>
    <w:rsid w:val="00B560C8"/>
    <w:rsid w:val="00B61150"/>
    <w:rsid w:val="00B65BC7"/>
    <w:rsid w:val="00B6655A"/>
    <w:rsid w:val="00B717CF"/>
    <w:rsid w:val="00B746B9"/>
    <w:rsid w:val="00B848D4"/>
    <w:rsid w:val="00B865B7"/>
    <w:rsid w:val="00B96C3F"/>
    <w:rsid w:val="00BA0006"/>
    <w:rsid w:val="00BA1CB1"/>
    <w:rsid w:val="00BA482D"/>
    <w:rsid w:val="00BB23F4"/>
    <w:rsid w:val="00BB4D64"/>
    <w:rsid w:val="00BC5075"/>
    <w:rsid w:val="00BD3B0F"/>
    <w:rsid w:val="00BD3BFA"/>
    <w:rsid w:val="00BF1D4C"/>
    <w:rsid w:val="00BF3F0A"/>
    <w:rsid w:val="00BF4C89"/>
    <w:rsid w:val="00C12B23"/>
    <w:rsid w:val="00C135EA"/>
    <w:rsid w:val="00C143C3"/>
    <w:rsid w:val="00C1739B"/>
    <w:rsid w:val="00C26067"/>
    <w:rsid w:val="00C30A29"/>
    <w:rsid w:val="00C317DC"/>
    <w:rsid w:val="00C40ED6"/>
    <w:rsid w:val="00C5423C"/>
    <w:rsid w:val="00C578E9"/>
    <w:rsid w:val="00C60C40"/>
    <w:rsid w:val="00C703E2"/>
    <w:rsid w:val="00C70626"/>
    <w:rsid w:val="00C72860"/>
    <w:rsid w:val="00C73B90"/>
    <w:rsid w:val="00C87E0C"/>
    <w:rsid w:val="00C94B88"/>
    <w:rsid w:val="00C96AF3"/>
    <w:rsid w:val="00C9761B"/>
    <w:rsid w:val="00C97CCC"/>
    <w:rsid w:val="00CA0274"/>
    <w:rsid w:val="00CA03AB"/>
    <w:rsid w:val="00CA150F"/>
    <w:rsid w:val="00CA303F"/>
    <w:rsid w:val="00CB746F"/>
    <w:rsid w:val="00CC0868"/>
    <w:rsid w:val="00CC451E"/>
    <w:rsid w:val="00CD24C5"/>
    <w:rsid w:val="00CD4E9D"/>
    <w:rsid w:val="00CD4F4D"/>
    <w:rsid w:val="00CE0DF1"/>
    <w:rsid w:val="00CE7D19"/>
    <w:rsid w:val="00CF0CF5"/>
    <w:rsid w:val="00CF2B3E"/>
    <w:rsid w:val="00CF5602"/>
    <w:rsid w:val="00D0201F"/>
    <w:rsid w:val="00D02294"/>
    <w:rsid w:val="00D03685"/>
    <w:rsid w:val="00D07D4E"/>
    <w:rsid w:val="00D115AA"/>
    <w:rsid w:val="00D145BE"/>
    <w:rsid w:val="00D20C57"/>
    <w:rsid w:val="00D21C99"/>
    <w:rsid w:val="00D25D16"/>
    <w:rsid w:val="00D26D51"/>
    <w:rsid w:val="00D30BC5"/>
    <w:rsid w:val="00D32124"/>
    <w:rsid w:val="00D33D58"/>
    <w:rsid w:val="00D46609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4D07"/>
    <w:rsid w:val="00DA53B5"/>
    <w:rsid w:val="00DA79E0"/>
    <w:rsid w:val="00DB21C2"/>
    <w:rsid w:val="00DC1D69"/>
    <w:rsid w:val="00DC2BD6"/>
    <w:rsid w:val="00DC5A3A"/>
    <w:rsid w:val="00DD33DC"/>
    <w:rsid w:val="00DE5CB3"/>
    <w:rsid w:val="00E048B1"/>
    <w:rsid w:val="00E238E6"/>
    <w:rsid w:val="00E246B1"/>
    <w:rsid w:val="00E35064"/>
    <w:rsid w:val="00E36859"/>
    <w:rsid w:val="00E438C3"/>
    <w:rsid w:val="00E4428A"/>
    <w:rsid w:val="00E501F0"/>
    <w:rsid w:val="00E61647"/>
    <w:rsid w:val="00E77C4C"/>
    <w:rsid w:val="00E84F20"/>
    <w:rsid w:val="00E91BFF"/>
    <w:rsid w:val="00E92933"/>
    <w:rsid w:val="00EA116F"/>
    <w:rsid w:val="00EA3B97"/>
    <w:rsid w:val="00EA573E"/>
    <w:rsid w:val="00EB02E4"/>
    <w:rsid w:val="00EB0AA4"/>
    <w:rsid w:val="00EB58C7"/>
    <w:rsid w:val="00EB5C88"/>
    <w:rsid w:val="00EC0469"/>
    <w:rsid w:val="00EC2F24"/>
    <w:rsid w:val="00EC57D7"/>
    <w:rsid w:val="00EC60CD"/>
    <w:rsid w:val="00ED7A9B"/>
    <w:rsid w:val="00EE28BE"/>
    <w:rsid w:val="00EE3BCA"/>
    <w:rsid w:val="00EF01F8"/>
    <w:rsid w:val="00EF3698"/>
    <w:rsid w:val="00EF40EF"/>
    <w:rsid w:val="00F07C48"/>
    <w:rsid w:val="00F1480E"/>
    <w:rsid w:val="00F1497D"/>
    <w:rsid w:val="00F16AAC"/>
    <w:rsid w:val="00F30E8F"/>
    <w:rsid w:val="00F35A6A"/>
    <w:rsid w:val="00F40286"/>
    <w:rsid w:val="00F438FC"/>
    <w:rsid w:val="00F52A23"/>
    <w:rsid w:val="00F5616F"/>
    <w:rsid w:val="00F56827"/>
    <w:rsid w:val="00F603D5"/>
    <w:rsid w:val="00F626A0"/>
    <w:rsid w:val="00F65EF0"/>
    <w:rsid w:val="00F71651"/>
    <w:rsid w:val="00F73329"/>
    <w:rsid w:val="00F73518"/>
    <w:rsid w:val="00F76CC6"/>
    <w:rsid w:val="00F92C84"/>
    <w:rsid w:val="00F92DC5"/>
    <w:rsid w:val="00FA39B0"/>
    <w:rsid w:val="00FA6C24"/>
    <w:rsid w:val="00FB5BED"/>
    <w:rsid w:val="00FC5C20"/>
    <w:rsid w:val="00FE0282"/>
    <w:rsid w:val="00FE124D"/>
    <w:rsid w:val="00FE2AA9"/>
    <w:rsid w:val="00FE38C4"/>
    <w:rsid w:val="00FE792C"/>
    <w:rsid w:val="00FF29BC"/>
    <w:rsid w:val="00FF2CCA"/>
    <w:rsid w:val="00FF539D"/>
    <w:rsid w:val="00FF58F8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BFE335"/>
  <w15:docId w15:val="{4DEE2CC6-44C6-40F6-B269-B655D9236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1F4F73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9512F7901C1F4AB48E679B3185D646" ma:contentTypeVersion="" ma:contentTypeDescription="Create a new document." ma:contentTypeScope="" ma:versionID="d3d20d2c95fa2752cd90ca9a69ed86e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c3978d1-94eb-4b10-a4a8-6a20c1a13029" targetNamespace="http://schemas.microsoft.com/office/2006/metadata/properties" ma:root="true" ma:fieldsID="a584f5facf1a9978cecfc2a2b0345310" ns1:_="" ns2:_="" ns3:_="">
    <xsd:import namespace="http://schemas.microsoft.com/sharepoint/v3"/>
    <xsd:import namespace="d50bbff7-d6dd-47d2-864a-cfdc2c3db0f4"/>
    <xsd:import namespace="5c3978d1-94eb-4b10-a4a8-6a20c1a130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inor Updat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978d1-94eb-4b10-a4a8-6a20c1a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E96F4B-B6B3-4CC4-93C7-3255B2A739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c3978d1-94eb-4b10-a4a8-6a20c1a130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6</TotalTime>
  <Pages>4</Pages>
  <Words>1288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Document</vt:lpstr>
    </vt:vector>
  </TitlesOfParts>
  <Company>AgriFood Skills Australia</Company>
  <LinksUpToDate>false</LinksUpToDate>
  <CharactersWithSpaces>8619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Document</dc:title>
  <dc:subject/>
  <dc:creator>Cathy Beven</dc:creator>
  <cp:keywords/>
  <dc:description/>
  <cp:lastModifiedBy>Elvie Arugay</cp:lastModifiedBy>
  <cp:revision>6</cp:revision>
  <cp:lastPrinted>2016-05-27T05:21:00Z</cp:lastPrinted>
  <dcterms:created xsi:type="dcterms:W3CDTF">2022-09-21T01:39:00Z</dcterms:created>
  <dcterms:modified xsi:type="dcterms:W3CDTF">2022-10-28T01:16:00Z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0x010100E59512F7901C1F4AB48E679B3185D646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