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04A0B8DD" w:rsidR="00A301E0" w:rsidRPr="00752A41" w:rsidRDefault="00495D00" w:rsidP="00752A41">
            <w:pPr>
              <w:pStyle w:val="SISSCODE"/>
            </w:pPr>
            <w:r>
              <w:t>AHCSS</w:t>
            </w:r>
            <w:r w:rsidR="009D303B">
              <w:t>00042</w:t>
            </w:r>
          </w:p>
        </w:tc>
        <w:tc>
          <w:tcPr>
            <w:tcW w:w="3604" w:type="pct"/>
            <w:shd w:val="clear" w:color="auto" w:fill="auto"/>
          </w:tcPr>
          <w:p w14:paraId="5892C01E" w14:textId="207BD00C" w:rsidR="00A301E0" w:rsidRPr="00752A41" w:rsidRDefault="009D303B" w:rsidP="00752A41">
            <w:pPr>
              <w:pStyle w:val="SISStitle"/>
            </w:pPr>
            <w:r w:rsidRPr="009D303B">
              <w:t>Organic Crop Management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456B4E" w:rsidRPr="00963A46" w14:paraId="3F15BB4C" w14:textId="77777777" w:rsidTr="00F669F0">
        <w:tc>
          <w:tcPr>
            <w:tcW w:w="1396" w:type="pct"/>
            <w:shd w:val="clear" w:color="auto" w:fill="auto"/>
          </w:tcPr>
          <w:p w14:paraId="39514D1C" w14:textId="226CBCB9" w:rsidR="00456B4E" w:rsidRPr="00456B4E" w:rsidRDefault="00456B4E" w:rsidP="00456B4E">
            <w:pPr>
              <w:pStyle w:val="SIText"/>
            </w:pPr>
            <w:r w:rsidRPr="009D303B">
              <w:t xml:space="preserve">Release </w:t>
            </w:r>
            <w:r>
              <w:t>3</w:t>
            </w:r>
          </w:p>
        </w:tc>
        <w:tc>
          <w:tcPr>
            <w:tcW w:w="3604" w:type="pct"/>
            <w:shd w:val="clear" w:color="auto" w:fill="auto"/>
          </w:tcPr>
          <w:p w14:paraId="204518CB" w14:textId="77777777" w:rsidR="00F37253" w:rsidRPr="00F37253" w:rsidRDefault="00F37253" w:rsidP="00F37253">
            <w:pPr>
              <w:pStyle w:val="SIText"/>
            </w:pPr>
            <w:r w:rsidRPr="00EC2F04">
              <w:t>This version released with AHC Agriculture, Horticulture and Conservation and Land Management Training Package Version</w:t>
            </w:r>
            <w:r w:rsidRPr="00F37253">
              <w:t xml:space="preserve"> 9.0.</w:t>
            </w:r>
          </w:p>
          <w:p w14:paraId="70BDE0E2" w14:textId="77777777" w:rsidR="00456B4E" w:rsidRDefault="00456B4E" w:rsidP="00456B4E">
            <w:pPr>
              <w:pStyle w:val="SIText"/>
            </w:pPr>
          </w:p>
          <w:p w14:paraId="3F6920A2" w14:textId="1AE17D6A" w:rsidR="00456B4E" w:rsidRPr="00456B4E" w:rsidRDefault="00456B4E" w:rsidP="00456B4E">
            <w:pPr>
              <w:pStyle w:val="SIText"/>
            </w:pPr>
            <w:r w:rsidRPr="009D303B">
              <w:t xml:space="preserve">Updated </w:t>
            </w:r>
            <w:r>
              <w:t>qualifications pathways information</w:t>
            </w:r>
            <w:r w:rsidR="00C40751">
              <w:t xml:space="preserve"> and unit codes</w:t>
            </w:r>
          </w:p>
        </w:tc>
      </w:tr>
      <w:tr w:rsidR="009D303B" w:rsidRPr="00963A46" w14:paraId="42860BFD" w14:textId="77777777" w:rsidTr="002A1BEA">
        <w:tc>
          <w:tcPr>
            <w:tcW w:w="1396" w:type="pct"/>
            <w:shd w:val="clear" w:color="auto" w:fill="auto"/>
          </w:tcPr>
          <w:p w14:paraId="70E58093" w14:textId="192A64B3" w:rsidR="009D303B" w:rsidRPr="009D303B" w:rsidRDefault="009D303B" w:rsidP="009D303B">
            <w:pPr>
              <w:pStyle w:val="SIText"/>
            </w:pPr>
            <w:r w:rsidRPr="009D303B">
              <w:t>Release 2</w:t>
            </w:r>
          </w:p>
        </w:tc>
        <w:tc>
          <w:tcPr>
            <w:tcW w:w="3604" w:type="pct"/>
            <w:shd w:val="clear" w:color="auto" w:fill="auto"/>
          </w:tcPr>
          <w:p w14:paraId="0A65E30C" w14:textId="77777777" w:rsidR="009D303B" w:rsidRPr="009D303B" w:rsidRDefault="009D303B" w:rsidP="009D303B">
            <w:pPr>
              <w:pStyle w:val="SIText"/>
            </w:pPr>
            <w:r w:rsidRPr="009D303B">
              <w:t>This version released with AHC Agriculture, Horticulture, Conservation and Land Management Training Package Version 5.0.</w:t>
            </w:r>
          </w:p>
          <w:p w14:paraId="3ADAC38C" w14:textId="77777777" w:rsidR="009D303B" w:rsidRDefault="009D303B" w:rsidP="009D303B">
            <w:pPr>
              <w:pStyle w:val="SIText"/>
            </w:pPr>
          </w:p>
          <w:p w14:paraId="0BAE8DE4" w14:textId="01F1F899" w:rsidR="009D303B" w:rsidRPr="009D303B" w:rsidRDefault="009D303B" w:rsidP="009D303B">
            <w:pPr>
              <w:pStyle w:val="SIText"/>
            </w:pPr>
            <w:r w:rsidRPr="009D303B">
              <w:t>Updated elective code.</w:t>
            </w:r>
          </w:p>
        </w:tc>
      </w:tr>
      <w:tr w:rsidR="009D303B" w:rsidRPr="00963A46" w14:paraId="10806CD8" w14:textId="77777777" w:rsidTr="002A1BEA">
        <w:tc>
          <w:tcPr>
            <w:tcW w:w="1396" w:type="pct"/>
            <w:shd w:val="clear" w:color="auto" w:fill="auto"/>
          </w:tcPr>
          <w:p w14:paraId="6F749ABC" w14:textId="58B880B2" w:rsidR="009D303B" w:rsidRPr="009D303B" w:rsidRDefault="009D303B" w:rsidP="009D303B">
            <w:pPr>
              <w:pStyle w:val="SIText"/>
            </w:pPr>
            <w:r w:rsidRPr="009D303B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67610818" w14:textId="392DFF3D" w:rsidR="009D303B" w:rsidRPr="009D303B" w:rsidRDefault="009D303B" w:rsidP="009D303B">
            <w:pPr>
              <w:pStyle w:val="SIText"/>
            </w:pPr>
            <w:r w:rsidRPr="009D303B">
              <w:t>This version released with AHC Agriculture, Horticulture, Conservation and Land Management Training Package Version 1.0.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D523936" w14:textId="24715EFE" w:rsidR="00A644BD" w:rsidRPr="00890663" w:rsidRDefault="009D303B" w:rsidP="00752A41">
            <w:pPr>
              <w:pStyle w:val="SIText"/>
            </w:pPr>
            <w:r w:rsidRPr="009D303B">
              <w:t>This skill set</w:t>
            </w:r>
            <w:r w:rsidR="00D07148">
              <w:t xml:space="preserve"> </w:t>
            </w:r>
            <w:r w:rsidR="00D07148" w:rsidRPr="00D07148">
              <w:t>provides the skills and knowledge</w:t>
            </w:r>
            <w:r w:rsidRPr="009D303B">
              <w:t xml:space="preserve"> to meet industry requirements for workers who manage organic crop production.</w:t>
            </w:r>
          </w:p>
          <w:p w14:paraId="122E799F" w14:textId="77777777" w:rsidR="00A772D9" w:rsidRPr="00536741" w:rsidRDefault="00A772D9" w:rsidP="00495D00">
            <w:pPr>
              <w:pStyle w:val="SIText"/>
            </w:pPr>
          </w:p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2D490475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6001CDE" w14:textId="5B9319F0" w:rsidR="00C05231" w:rsidRDefault="00C05231" w:rsidP="00456B4E">
            <w:pPr>
              <w:pStyle w:val="SIText"/>
            </w:pPr>
            <w:r w:rsidRPr="00C05231">
              <w:t xml:space="preserve">These units of competency provide credit towards </w:t>
            </w:r>
            <w:proofErr w:type="gramStart"/>
            <w:r w:rsidRPr="00C05231">
              <w:t>a number of</w:t>
            </w:r>
            <w:proofErr w:type="gramEnd"/>
            <w:r w:rsidRPr="00C05231">
              <w:t xml:space="preserve"> qualifications in the AHC Agriculture, Horticulture</w:t>
            </w:r>
            <w:r w:rsidR="00773475">
              <w:t xml:space="preserve"> and </w:t>
            </w:r>
            <w:r w:rsidRPr="00C05231">
              <w:t>Conservation and Land Management Training Package, including:</w:t>
            </w:r>
          </w:p>
          <w:p w14:paraId="01296D0C" w14:textId="5F799450" w:rsidR="00456B4E" w:rsidRDefault="00456B4E" w:rsidP="001D41A2">
            <w:pPr>
              <w:pStyle w:val="SIBulletList1"/>
            </w:pPr>
            <w:r>
              <w:t>AHC401</w:t>
            </w:r>
            <w:r w:rsidR="00F37253">
              <w:t>22</w:t>
            </w:r>
            <w:r>
              <w:t xml:space="preserve"> Certificate IV </w:t>
            </w:r>
            <w:r w:rsidR="00773475">
              <w:t xml:space="preserve">in </w:t>
            </w:r>
            <w:r>
              <w:t>Agriculture</w:t>
            </w:r>
          </w:p>
          <w:p w14:paraId="773CBCC1" w14:textId="34A68AD5" w:rsidR="00456B4E" w:rsidRPr="00456B4E" w:rsidRDefault="00456B4E" w:rsidP="001D41A2">
            <w:pPr>
              <w:pStyle w:val="SIBulletList1"/>
              <w:rPr>
                <w:rStyle w:val="SITemporarytext-red"/>
                <w:color w:val="auto"/>
                <w:sz w:val="20"/>
                <w:szCs w:val="22"/>
              </w:rPr>
            </w:pPr>
            <w:r>
              <w:t>AHC501</w:t>
            </w:r>
            <w:r w:rsidR="00F37253">
              <w:t>22</w:t>
            </w:r>
            <w:r>
              <w:t xml:space="preserve"> Diploma </w:t>
            </w:r>
            <w:r w:rsidR="00773475">
              <w:t xml:space="preserve">of </w:t>
            </w:r>
            <w:r>
              <w:t>Agriculture</w:t>
            </w:r>
          </w:p>
        </w:tc>
      </w:tr>
      <w:tr w:rsidR="00A301E0" w:rsidRPr="00963A46" w14:paraId="7970BB4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52070A67" w:rsidR="00A301E0" w:rsidRPr="00A301E0" w:rsidRDefault="00C05231" w:rsidP="00495D00">
            <w:pPr>
              <w:pStyle w:val="SIText"/>
            </w:pPr>
            <w:r w:rsidRPr="00C05231">
              <w:t>No licensing, legislative or certification requirements apply to this skill set at the time of publication.</w:t>
            </w: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C6AFC21" w14:textId="77777777" w:rsidR="00F06534" w:rsidRPr="00C05231" w:rsidRDefault="00F06534" w:rsidP="00C40751">
            <w:pPr>
              <w:pStyle w:val="SIBulletList1"/>
            </w:pPr>
            <w:r w:rsidRPr="00C40751">
              <w:t xml:space="preserve">AHCAGB518 </w:t>
            </w:r>
            <w:r w:rsidRPr="00C05231">
              <w:t>Develop climate risk management strategies</w:t>
            </w:r>
          </w:p>
          <w:p w14:paraId="0F5768D7" w14:textId="77777777" w:rsidR="00F06534" w:rsidRDefault="00F06534" w:rsidP="003444EF">
            <w:pPr>
              <w:pStyle w:val="SIBulletList1"/>
            </w:pPr>
            <w:r w:rsidRPr="003444EF">
              <w:t>AHCBAC417</w:t>
            </w:r>
            <w:r>
              <w:t xml:space="preserve"> </w:t>
            </w:r>
            <w:r w:rsidRPr="003444EF">
              <w:t>Manage agricultural crop production</w:t>
            </w:r>
            <w:r w:rsidRPr="003444EF" w:rsidDel="003444EF">
              <w:t xml:space="preserve"> </w:t>
            </w:r>
          </w:p>
          <w:p w14:paraId="275DB455" w14:textId="3556FDDB" w:rsidR="00F06534" w:rsidRPr="00C05231" w:rsidRDefault="00F06534" w:rsidP="003444EF">
            <w:pPr>
              <w:pStyle w:val="SIBulletList1"/>
            </w:pPr>
            <w:r w:rsidRPr="00C05231">
              <w:t xml:space="preserve">AHCBAC509 Plan and manage long-term weed, </w:t>
            </w:r>
            <w:proofErr w:type="gramStart"/>
            <w:r w:rsidRPr="00C05231">
              <w:t>pest</w:t>
            </w:r>
            <w:proofErr w:type="gramEnd"/>
            <w:r w:rsidRPr="00C05231">
              <w:t xml:space="preserve"> </w:t>
            </w:r>
            <w:r w:rsidR="00773475">
              <w:t>and</w:t>
            </w:r>
            <w:r w:rsidRPr="00C05231">
              <w:t xml:space="preserve"> disease control in crops</w:t>
            </w:r>
          </w:p>
          <w:p w14:paraId="39F562E8" w14:textId="65558316" w:rsidR="00495D00" w:rsidRPr="00536741" w:rsidRDefault="00F06534" w:rsidP="00F06534">
            <w:pPr>
              <w:pStyle w:val="SIBulletList1"/>
            </w:pPr>
            <w:r w:rsidRPr="00F06534">
              <w:t>AHCORG4</w:t>
            </w:r>
            <w:r w:rsidR="00E0603B">
              <w:t>11</w:t>
            </w:r>
            <w:r w:rsidRPr="00C05231">
              <w:t xml:space="preserve"> Manage organic soil improvement</w:t>
            </w:r>
          </w:p>
        </w:tc>
      </w:tr>
      <w:tr w:rsidR="005C7EA8" w:rsidRPr="00963A46" w14:paraId="4CA1234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76CF8253" w:rsidR="0016138C" w:rsidRPr="00536741" w:rsidRDefault="00C05231" w:rsidP="00740252">
            <w:pPr>
              <w:pStyle w:val="SIText"/>
            </w:pPr>
            <w:r w:rsidRPr="00C05231">
              <w:t xml:space="preserve">This skill set is for individuals responsible for planning, </w:t>
            </w:r>
            <w:proofErr w:type="gramStart"/>
            <w:r w:rsidRPr="00C05231">
              <w:t>implementing</w:t>
            </w:r>
            <w:proofErr w:type="gramEnd"/>
            <w:r w:rsidRPr="00C05231">
              <w:t xml:space="preserve"> and managing organic crop production.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183DFFD1" w:rsidR="00DB557A" w:rsidRPr="00495D00" w:rsidRDefault="00C05231" w:rsidP="00495D00">
            <w:pPr>
              <w:pStyle w:val="SIText"/>
            </w:pPr>
            <w:r w:rsidRPr="00C05231">
              <w:t>These competencies from the AHC Agriculture, Horticulture and Conservation and Land Management Training Package meet industry requirements for managing organic crop production.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E43FA" w14:textId="77777777" w:rsidR="00ED37CF" w:rsidRDefault="00ED37CF" w:rsidP="00BF3F0A">
      <w:r>
        <w:separator/>
      </w:r>
    </w:p>
    <w:p w14:paraId="3FE2A32A" w14:textId="77777777" w:rsidR="00ED37CF" w:rsidRDefault="00ED37CF"/>
  </w:endnote>
  <w:endnote w:type="continuationSeparator" w:id="0">
    <w:p w14:paraId="60282420" w14:textId="77777777" w:rsidR="00ED37CF" w:rsidRDefault="00ED37CF" w:rsidP="00BF3F0A">
      <w:r>
        <w:continuationSeparator/>
      </w:r>
    </w:p>
    <w:p w14:paraId="7EFEBDCE" w14:textId="77777777" w:rsidR="00ED37CF" w:rsidRDefault="00ED37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F06534">
          <w:rPr>
            <w:noProof/>
          </w:rPr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26977" w14:textId="77777777" w:rsidR="00ED37CF" w:rsidRDefault="00ED37CF" w:rsidP="00BF3F0A">
      <w:r>
        <w:separator/>
      </w:r>
    </w:p>
    <w:p w14:paraId="1CE4D7F8" w14:textId="77777777" w:rsidR="00ED37CF" w:rsidRDefault="00ED37CF"/>
  </w:footnote>
  <w:footnote w:type="continuationSeparator" w:id="0">
    <w:p w14:paraId="479DA613" w14:textId="77777777" w:rsidR="00ED37CF" w:rsidRDefault="00ED37CF" w:rsidP="00BF3F0A">
      <w:r>
        <w:continuationSeparator/>
      </w:r>
    </w:p>
    <w:p w14:paraId="05F9022B" w14:textId="77777777" w:rsidR="00ED37CF" w:rsidRDefault="00ED37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2E173CDB" w:rsidR="009C2650" w:rsidRDefault="009D303B" w:rsidP="009D303B">
    <w:pPr>
      <w:pStyle w:val="SIText"/>
    </w:pPr>
    <w:r w:rsidRPr="009D303B">
      <w:t xml:space="preserve"> AHCSS00042 Organic Crop Management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44805492">
    <w:abstractNumId w:val="6"/>
  </w:num>
  <w:num w:numId="2" w16cid:durableId="66734940">
    <w:abstractNumId w:val="4"/>
  </w:num>
  <w:num w:numId="3" w16cid:durableId="1506944744">
    <w:abstractNumId w:val="3"/>
  </w:num>
  <w:num w:numId="4" w16cid:durableId="41442015">
    <w:abstractNumId w:val="11"/>
  </w:num>
  <w:num w:numId="5" w16cid:durableId="1944149141">
    <w:abstractNumId w:val="1"/>
  </w:num>
  <w:num w:numId="6" w16cid:durableId="78714782">
    <w:abstractNumId w:val="5"/>
  </w:num>
  <w:num w:numId="7" w16cid:durableId="541133308">
    <w:abstractNumId w:val="2"/>
  </w:num>
  <w:num w:numId="8" w16cid:durableId="1852647654">
    <w:abstractNumId w:val="0"/>
  </w:num>
  <w:num w:numId="9" w16cid:durableId="758791905">
    <w:abstractNumId w:val="10"/>
  </w:num>
  <w:num w:numId="10" w16cid:durableId="1750074058">
    <w:abstractNumId w:val="7"/>
  </w:num>
  <w:num w:numId="11" w16cid:durableId="521162760">
    <w:abstractNumId w:val="9"/>
  </w:num>
  <w:num w:numId="12" w16cid:durableId="492382104">
    <w:abstractNumId w:val="8"/>
  </w:num>
  <w:num w:numId="13" w16cid:durableId="15380852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90EDF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1A2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444EF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565D"/>
    <w:rsid w:val="003E7BBE"/>
    <w:rsid w:val="004127E3"/>
    <w:rsid w:val="0043212E"/>
    <w:rsid w:val="00434366"/>
    <w:rsid w:val="00444423"/>
    <w:rsid w:val="004463CA"/>
    <w:rsid w:val="00452F3E"/>
    <w:rsid w:val="00453E79"/>
    <w:rsid w:val="00456B4E"/>
    <w:rsid w:val="004640AE"/>
    <w:rsid w:val="00475172"/>
    <w:rsid w:val="004758B0"/>
    <w:rsid w:val="004832D2"/>
    <w:rsid w:val="00485559"/>
    <w:rsid w:val="00495D00"/>
    <w:rsid w:val="004A142B"/>
    <w:rsid w:val="004A44E8"/>
    <w:rsid w:val="004B29B7"/>
    <w:rsid w:val="004B5A82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05BE"/>
    <w:rsid w:val="00633CFE"/>
    <w:rsid w:val="00634FCA"/>
    <w:rsid w:val="006404B5"/>
    <w:rsid w:val="006452B8"/>
    <w:rsid w:val="00652E62"/>
    <w:rsid w:val="00663359"/>
    <w:rsid w:val="00687B62"/>
    <w:rsid w:val="00690C44"/>
    <w:rsid w:val="00695891"/>
    <w:rsid w:val="006969D9"/>
    <w:rsid w:val="006A0B01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3475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D75FC"/>
    <w:rsid w:val="008E39BE"/>
    <w:rsid w:val="008E62EC"/>
    <w:rsid w:val="008E7B69"/>
    <w:rsid w:val="008F32F6"/>
    <w:rsid w:val="00916BDD"/>
    <w:rsid w:val="00916CD7"/>
    <w:rsid w:val="00920927"/>
    <w:rsid w:val="00921B38"/>
    <w:rsid w:val="00923720"/>
    <w:rsid w:val="0092401A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303B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3E95"/>
    <w:rsid w:val="00AD5B47"/>
    <w:rsid w:val="00AD6104"/>
    <w:rsid w:val="00AE1ED9"/>
    <w:rsid w:val="00AE32CB"/>
    <w:rsid w:val="00AF3957"/>
    <w:rsid w:val="00B12013"/>
    <w:rsid w:val="00B22C67"/>
    <w:rsid w:val="00B3508F"/>
    <w:rsid w:val="00B443EE"/>
    <w:rsid w:val="00B560C8"/>
    <w:rsid w:val="00B602CC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5231"/>
    <w:rsid w:val="00C13070"/>
    <w:rsid w:val="00C143C3"/>
    <w:rsid w:val="00C1739B"/>
    <w:rsid w:val="00C26067"/>
    <w:rsid w:val="00C30A29"/>
    <w:rsid w:val="00C317DC"/>
    <w:rsid w:val="00C40751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148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7F1A"/>
    <w:rsid w:val="00DB557A"/>
    <w:rsid w:val="00DC1D69"/>
    <w:rsid w:val="00DC5A3A"/>
    <w:rsid w:val="00E0603B"/>
    <w:rsid w:val="00E238E6"/>
    <w:rsid w:val="00E35064"/>
    <w:rsid w:val="00E438C3"/>
    <w:rsid w:val="00E501F0"/>
    <w:rsid w:val="00E679E2"/>
    <w:rsid w:val="00E91BFF"/>
    <w:rsid w:val="00E92933"/>
    <w:rsid w:val="00EA3B97"/>
    <w:rsid w:val="00EB0AA4"/>
    <w:rsid w:val="00EB5C88"/>
    <w:rsid w:val="00EB7EB1"/>
    <w:rsid w:val="00EC0469"/>
    <w:rsid w:val="00ED37CF"/>
    <w:rsid w:val="00EF01F8"/>
    <w:rsid w:val="00EF4016"/>
    <w:rsid w:val="00EF40EF"/>
    <w:rsid w:val="00F06534"/>
    <w:rsid w:val="00F13884"/>
    <w:rsid w:val="00F1480E"/>
    <w:rsid w:val="00F1497D"/>
    <w:rsid w:val="00F16AAC"/>
    <w:rsid w:val="00F37253"/>
    <w:rsid w:val="00F4044F"/>
    <w:rsid w:val="00F438FC"/>
    <w:rsid w:val="00F5616F"/>
    <w:rsid w:val="00F56827"/>
    <w:rsid w:val="00F65EF0"/>
    <w:rsid w:val="00F66196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F3725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0B2EFD-9317-4F0A-B126-65E5A4E511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6bc416b0-3237-4c86-abfd-5fe124524ed6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d50bbff7-d6dd-47d2-864a-cfdc2c3db0f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29E1949-99C6-459D-9018-2746C5348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28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22</cp:revision>
  <cp:lastPrinted>2016-05-27T05:21:00Z</cp:lastPrinted>
  <dcterms:created xsi:type="dcterms:W3CDTF">2021-09-14T01:10:00Z</dcterms:created>
  <dcterms:modified xsi:type="dcterms:W3CDTF">2022-10-26T23:06:00Z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